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346536" w14:textId="77777777" w:rsidR="00395559" w:rsidRDefault="00000000">
      <w:pPr>
        <w:spacing w:before="1200" w:after="2400"/>
        <w:jc w:val="center"/>
        <w:rPr>
          <w:rFonts w:asciiTheme="minorHAnsi" w:hAnsiTheme="minorHAnsi" w:cstheme="minorHAnsi"/>
          <w:b/>
          <w:sz w:val="36"/>
          <w:szCs w:val="36"/>
          <w:lang w:val="en-GB"/>
        </w:rPr>
      </w:pPr>
      <w:r>
        <w:rPr>
          <w:rFonts w:asciiTheme="minorHAnsi" w:hAnsiTheme="minorHAnsi" w:cstheme="minorHAnsi"/>
          <w:b/>
          <w:sz w:val="36"/>
          <w:szCs w:val="36"/>
          <w:lang w:val="en-GB"/>
        </w:rPr>
        <w:t>REQUEST FOR QUOTATION</w:t>
      </w:r>
      <w:r>
        <w:rPr>
          <w:rFonts w:asciiTheme="minorHAnsi" w:hAnsiTheme="minorHAnsi" w:cstheme="minorHAnsi"/>
          <w:b/>
          <w:sz w:val="36"/>
          <w:szCs w:val="36"/>
          <w:lang w:val="en-GB"/>
        </w:rPr>
        <w:br/>
        <w:t>SPECIFICATION OF GOODS</w:t>
      </w:r>
    </w:p>
    <w:p w14:paraId="1D1BA010" w14:textId="6510DD66" w:rsidR="00395559" w:rsidRDefault="00000000">
      <w:pPr>
        <w:tabs>
          <w:tab w:val="left" w:pos="2835"/>
        </w:tabs>
        <w:spacing w:before="240" w:after="240"/>
        <w:ind w:left="2835" w:hanging="2835"/>
        <w:rPr>
          <w:lang w:eastAsia="ko-KR"/>
        </w:rPr>
      </w:pPr>
      <w:r>
        <w:rPr>
          <w:b/>
          <w:lang w:val="en-GB"/>
        </w:rPr>
        <w:tab/>
        <w:t>Procurement No:</w:t>
      </w:r>
      <w:r>
        <w:rPr>
          <w:lang w:val="en-GB"/>
        </w:rPr>
        <w:tab/>
      </w:r>
      <w:r>
        <w:rPr>
          <w:rFonts w:asciiTheme="minorHAnsi"/>
          <w:b/>
          <w:bCs/>
        </w:rPr>
        <w:t>09-G0</w:t>
      </w:r>
      <w:r w:rsidR="00FD3BCD">
        <w:rPr>
          <w:rFonts w:asciiTheme="minorHAnsi"/>
          <w:b/>
          <w:bCs/>
        </w:rPr>
        <w:t>01-</w:t>
      </w:r>
      <w:r>
        <w:rPr>
          <w:rFonts w:asciiTheme="minorHAnsi"/>
          <w:b/>
          <w:bCs/>
        </w:rPr>
        <w:t>2</w:t>
      </w:r>
      <w:r w:rsidR="00FD3BCD">
        <w:rPr>
          <w:rFonts w:asciiTheme="minorHAnsi"/>
          <w:b/>
          <w:bCs/>
        </w:rPr>
        <w:t>3</w:t>
      </w:r>
    </w:p>
    <w:p w14:paraId="47D83850" w14:textId="77777777" w:rsidR="00395559" w:rsidRDefault="00395559">
      <w:pPr>
        <w:pStyle w:val="HeadingPage1stuff"/>
        <w:tabs>
          <w:tab w:val="left" w:pos="2835"/>
        </w:tabs>
        <w:spacing w:before="240" w:after="240" w:line="240" w:lineRule="auto"/>
        <w:ind w:left="2835" w:hanging="2835"/>
        <w:rPr>
          <w:rFonts w:cs="Calibri"/>
          <w:sz w:val="24"/>
        </w:rPr>
      </w:pPr>
    </w:p>
    <w:p w14:paraId="4CF53F3C" w14:textId="77777777" w:rsidR="00395559" w:rsidRDefault="00395559">
      <w:pPr>
        <w:pStyle w:val="HeadingPage1stuff"/>
        <w:tabs>
          <w:tab w:val="left" w:pos="2835"/>
        </w:tabs>
        <w:spacing w:before="240" w:after="240" w:line="240" w:lineRule="auto"/>
        <w:ind w:left="2835" w:hanging="2835"/>
        <w:rPr>
          <w:rFonts w:cs="Calibri"/>
          <w:sz w:val="24"/>
          <w:lang w:eastAsia="ko-KR"/>
        </w:rPr>
      </w:pPr>
    </w:p>
    <w:p w14:paraId="7787C965" w14:textId="77777777" w:rsidR="00395559" w:rsidRDefault="00000000">
      <w:pPr>
        <w:tabs>
          <w:tab w:val="left" w:pos="2835"/>
        </w:tabs>
        <w:spacing w:before="240" w:after="240"/>
        <w:ind w:left="2835" w:hanging="2835"/>
        <w:rPr>
          <w:rFonts w:ascii="Calibri" w:hAnsi="Calibri" w:cs="Calibri"/>
          <w:highlight w:val="yellow"/>
        </w:rPr>
      </w:pPr>
      <w:r>
        <w:rPr>
          <w:rFonts w:ascii="Calibri" w:hAnsi="Calibri" w:cs="Calibri"/>
          <w:highlight w:val="yellow"/>
        </w:rPr>
        <w:br w:type="page"/>
      </w:r>
    </w:p>
    <w:p w14:paraId="2F461769" w14:textId="77777777" w:rsidR="00395559" w:rsidRDefault="00000000">
      <w:pPr>
        <w:pStyle w:val="Heading2"/>
      </w:pPr>
      <w:bookmarkStart w:id="0" w:name="_Toc419729571"/>
      <w:bookmarkStart w:id="1" w:name="_Toc11156577"/>
      <w:r>
        <w:lastRenderedPageBreak/>
        <w:t>Specification</w:t>
      </w:r>
      <w:bookmarkEnd w:id="0"/>
    </w:p>
    <w:p w14:paraId="2EFCEA64" w14:textId="77777777" w:rsidR="00395559" w:rsidRDefault="00000000">
      <w:pPr>
        <w:pStyle w:val="Heading3"/>
      </w:pPr>
      <w:bookmarkStart w:id="2" w:name="_Toc419729572"/>
      <w:bookmarkStart w:id="3" w:name="_Toc293504682"/>
      <w:bookmarkStart w:id="4" w:name="_Toc292659306"/>
      <w:r>
        <w:t>Background</w:t>
      </w:r>
      <w:bookmarkEnd w:id="2"/>
      <w:bookmarkEnd w:id="3"/>
    </w:p>
    <w:p w14:paraId="4D905246" w14:textId="25087772" w:rsidR="002B4228" w:rsidRPr="002B4228" w:rsidRDefault="00A53751" w:rsidP="002B4228">
      <w:pPr>
        <w:spacing w:line="360" w:lineRule="auto"/>
        <w:jc w:val="both"/>
        <w:rPr>
          <w:rFonts w:asciiTheme="minorHAnsi"/>
        </w:rPr>
      </w:pPr>
      <w:r>
        <w:rPr>
          <w:rFonts w:asciiTheme="minorHAnsi"/>
        </w:rPr>
        <w:t xml:space="preserve">Toward end of last year 2022, </w:t>
      </w:r>
      <w:r w:rsidR="00FD3BCD">
        <w:rPr>
          <w:rFonts w:asciiTheme="minorHAnsi"/>
        </w:rPr>
        <w:t xml:space="preserve">disaster </w:t>
      </w:r>
      <w:r w:rsidR="009308E1">
        <w:rPr>
          <w:rFonts w:asciiTheme="minorHAnsi"/>
        </w:rPr>
        <w:t>and risk management</w:t>
      </w:r>
      <w:r w:rsidR="00FD3BCD">
        <w:rPr>
          <w:rFonts w:asciiTheme="minorHAnsi"/>
        </w:rPr>
        <w:t xml:space="preserve"> </w:t>
      </w:r>
      <w:r w:rsidR="009308E1">
        <w:rPr>
          <w:rFonts w:asciiTheme="minorHAnsi"/>
        </w:rPr>
        <w:t xml:space="preserve">unit </w:t>
      </w:r>
      <w:r>
        <w:rPr>
          <w:rFonts w:asciiTheme="minorHAnsi"/>
        </w:rPr>
        <w:t xml:space="preserve">(DRMU) </w:t>
      </w:r>
      <w:r w:rsidR="00FD3BCD">
        <w:rPr>
          <w:rFonts w:asciiTheme="minorHAnsi"/>
        </w:rPr>
        <w:t xml:space="preserve">has </w:t>
      </w:r>
      <w:r w:rsidR="009308E1">
        <w:rPr>
          <w:rFonts w:asciiTheme="minorHAnsi"/>
        </w:rPr>
        <w:t xml:space="preserve">planned </w:t>
      </w:r>
      <w:r w:rsidR="00FD3BCD">
        <w:rPr>
          <w:rFonts w:asciiTheme="minorHAnsi"/>
        </w:rPr>
        <w:t xml:space="preserve">to tender out </w:t>
      </w:r>
      <w:r w:rsidR="009308E1">
        <w:rPr>
          <w:rFonts w:asciiTheme="minorHAnsi"/>
        </w:rPr>
        <w:t>construction materials for 6 disaster projects as the first lot to be executed in</w:t>
      </w:r>
      <w:r>
        <w:rPr>
          <w:rFonts w:asciiTheme="minorHAnsi"/>
        </w:rPr>
        <w:t xml:space="preserve">to the procurement process and implemented hopefully early beginning of the next year. </w:t>
      </w:r>
      <w:r w:rsidR="002B4228">
        <w:rPr>
          <w:rFonts w:asciiTheme="minorHAnsi"/>
        </w:rPr>
        <w:t xml:space="preserve">These projects are initiated from outer islands, and </w:t>
      </w:r>
      <w:r>
        <w:rPr>
          <w:rFonts w:asciiTheme="minorHAnsi"/>
        </w:rPr>
        <w:t xml:space="preserve">the plan to complete the procurement process for this lot is to be within the first quarter of this year. </w:t>
      </w:r>
      <w:r w:rsidR="002B4228">
        <w:rPr>
          <w:rFonts w:asciiTheme="minorHAnsi"/>
        </w:rPr>
        <w:t xml:space="preserve"> </w:t>
      </w:r>
    </w:p>
    <w:p w14:paraId="4827685B" w14:textId="1D79CAA3" w:rsidR="00395559" w:rsidRDefault="00000000">
      <w:pPr>
        <w:rPr>
          <w:rFonts w:asciiTheme="minorHAnsi"/>
          <w:b/>
          <w:bCs/>
        </w:rPr>
      </w:pPr>
      <w:r>
        <w:rPr>
          <w:rFonts w:asciiTheme="minorHAnsi"/>
          <w:b/>
          <w:bCs/>
        </w:rPr>
        <w:t>Objectives</w:t>
      </w:r>
    </w:p>
    <w:p w14:paraId="645FA142" w14:textId="099407A6" w:rsidR="00C93C27" w:rsidRDefault="00C93C27" w:rsidP="00C93C27">
      <w:pPr>
        <w:rPr>
          <w:rFonts w:asciiTheme="minorHAnsi"/>
        </w:rPr>
      </w:pPr>
      <w:r w:rsidRPr="00C93C27">
        <w:rPr>
          <w:rFonts w:asciiTheme="minorHAnsi"/>
        </w:rPr>
        <w:t>This project will</w:t>
      </w:r>
      <w:r>
        <w:rPr>
          <w:rFonts w:asciiTheme="minorHAnsi"/>
        </w:rPr>
        <w:t xml:space="preserve"> target to repair what disaster interferences are and provide comfort zone to those </w:t>
      </w:r>
      <w:r w:rsidR="008E4523">
        <w:rPr>
          <w:rFonts w:asciiTheme="minorHAnsi"/>
        </w:rPr>
        <w:t xml:space="preserve">who are hardly to live due to the impacts of disaster. </w:t>
      </w:r>
    </w:p>
    <w:p w14:paraId="0EF61977" w14:textId="361D039E" w:rsidR="008E4523" w:rsidRPr="00C93C27" w:rsidRDefault="008E4523" w:rsidP="00C93C27">
      <w:pPr>
        <w:rPr>
          <w:rFonts w:asciiTheme="minorHAnsi"/>
        </w:rPr>
      </w:pPr>
      <w:r>
        <w:rPr>
          <w:rFonts w:asciiTheme="minorHAnsi"/>
        </w:rPr>
        <w:t>Communities will be targeted to live in and maintain their social entertainment in a more comfort zone</w:t>
      </w:r>
    </w:p>
    <w:p w14:paraId="7A1D4342" w14:textId="77777777" w:rsidR="00395559" w:rsidRDefault="00000000">
      <w:pPr>
        <w:pStyle w:val="Heading3"/>
        <w:rPr>
          <w:rFonts w:cs="Calibri"/>
          <w:lang w:val="en-GB"/>
        </w:rPr>
      </w:pPr>
      <w:bookmarkStart w:id="5" w:name="_Toc312171709"/>
      <w:r>
        <w:rPr>
          <w:rFonts w:cs="Calibri"/>
          <w:lang w:val="en-GB"/>
        </w:rPr>
        <w:t>Requirements</w:t>
      </w:r>
    </w:p>
    <w:p w14:paraId="4FAA44D9" w14:textId="77777777" w:rsidR="00395559" w:rsidRDefault="00000000">
      <w:pPr>
        <w:rPr>
          <w:rFonts w:asciiTheme="minorHAnsi"/>
          <w:lang w:val="en-GB"/>
        </w:rPr>
      </w:pPr>
      <w:bookmarkStart w:id="6" w:name="_Toc308102003"/>
      <w:r>
        <w:rPr>
          <w:rFonts w:asciiTheme="minorHAnsi"/>
          <w:lang w:val="en-GB"/>
        </w:rPr>
        <w:t>All supporting documentation must be in English.</w:t>
      </w:r>
    </w:p>
    <w:p w14:paraId="52200BC7" w14:textId="77777777" w:rsidR="00395559" w:rsidRDefault="00000000">
      <w:pPr>
        <w:rPr>
          <w:lang w:val="en-GB"/>
        </w:rPr>
      </w:pPr>
      <w:r>
        <w:rPr>
          <w:rFonts w:asciiTheme="minorHAnsi" w:eastAsiaTheme="minorEastAsia" w:hAnsiTheme="minorEastAsia" w:cstheme="minorEastAsia"/>
        </w:rPr>
        <w:t xml:space="preserve">should provide a clear quote(s) and follow every instruction stated in this template starting from submission to delivering of goods. </w:t>
      </w:r>
    </w:p>
    <w:p w14:paraId="3270AE0E" w14:textId="77777777" w:rsidR="00395559" w:rsidRDefault="00000000">
      <w:pPr>
        <w:tabs>
          <w:tab w:val="left" w:pos="420"/>
        </w:tabs>
        <w:rPr>
          <w:rFonts w:asciiTheme="minorHAnsi" w:eastAsiaTheme="minorEastAsia" w:hAnsiTheme="minorEastAsia" w:cstheme="minorEastAsia"/>
        </w:rPr>
      </w:pPr>
      <w:r>
        <w:rPr>
          <w:rFonts w:asciiTheme="minorHAnsi" w:eastAsiaTheme="minorEastAsia" w:hAnsiTheme="minorEastAsia" w:cstheme="minorEastAsia"/>
        </w:rPr>
        <w:t>The following below listed documents should be provided</w:t>
      </w:r>
    </w:p>
    <w:p w14:paraId="27D223FB" w14:textId="77777777" w:rsidR="00395559" w:rsidRDefault="00000000">
      <w:pPr>
        <w:pStyle w:val="ListParagraph"/>
        <w:numPr>
          <w:ilvl w:val="0"/>
          <w:numId w:val="4"/>
        </w:numPr>
        <w:tabs>
          <w:tab w:val="left" w:pos="420"/>
        </w:tabs>
        <w:ind w:leftChars="0"/>
        <w:rPr>
          <w:sz w:val="24"/>
          <w:szCs w:val="24"/>
          <w:lang w:val="en-GB"/>
        </w:rPr>
      </w:pPr>
      <w:r>
        <w:rPr>
          <w:sz w:val="24"/>
          <w:szCs w:val="24"/>
          <w:lang w:val="en-GB"/>
        </w:rPr>
        <w:t>Business Registration with nature of business indication that the tenderer is capable to do hardware supplies. Failure to provide such registration will result in disqualification of the tenderer</w:t>
      </w:r>
    </w:p>
    <w:p w14:paraId="43BB264E" w14:textId="77777777" w:rsidR="00395559" w:rsidRDefault="00000000">
      <w:pPr>
        <w:pStyle w:val="ListParagraph"/>
        <w:numPr>
          <w:ilvl w:val="0"/>
          <w:numId w:val="4"/>
        </w:numPr>
        <w:tabs>
          <w:tab w:val="left" w:pos="420"/>
        </w:tabs>
        <w:ind w:leftChars="0"/>
        <w:rPr>
          <w:sz w:val="24"/>
          <w:szCs w:val="24"/>
          <w:lang w:val="en-GB"/>
        </w:rPr>
      </w:pPr>
      <w:r>
        <w:rPr>
          <w:sz w:val="24"/>
          <w:szCs w:val="24"/>
          <w:lang w:val="en-GB"/>
        </w:rPr>
        <w:t>Signed certificate for compliance form should be provided. (Failure will result in disqualifying the tenderer)</w:t>
      </w:r>
    </w:p>
    <w:p w14:paraId="7DB95B2B" w14:textId="77777777" w:rsidR="00395559" w:rsidRDefault="00000000">
      <w:pPr>
        <w:pStyle w:val="ListParagraph"/>
        <w:numPr>
          <w:ilvl w:val="0"/>
          <w:numId w:val="4"/>
        </w:numPr>
        <w:tabs>
          <w:tab w:val="left" w:pos="420"/>
        </w:tabs>
        <w:ind w:leftChars="0"/>
        <w:rPr>
          <w:sz w:val="24"/>
          <w:szCs w:val="24"/>
          <w:lang w:val="en-GB"/>
        </w:rPr>
      </w:pPr>
      <w:r>
        <w:rPr>
          <w:sz w:val="24"/>
          <w:szCs w:val="24"/>
          <w:lang w:val="en-GB"/>
        </w:rPr>
        <w:t>Tax clearance letter from Tax Office for tax registered companies (Failure to provide will result in rejection of the tender)</w:t>
      </w:r>
    </w:p>
    <w:p w14:paraId="4AEB82D9" w14:textId="77777777" w:rsidR="00395559" w:rsidRDefault="00000000">
      <w:pPr>
        <w:pStyle w:val="ListParagraph"/>
        <w:numPr>
          <w:ilvl w:val="0"/>
          <w:numId w:val="4"/>
        </w:numPr>
        <w:tabs>
          <w:tab w:val="left" w:pos="420"/>
        </w:tabs>
        <w:ind w:leftChars="0"/>
        <w:rPr>
          <w:sz w:val="24"/>
          <w:szCs w:val="24"/>
          <w:lang w:val="en-GB"/>
        </w:rPr>
      </w:pPr>
      <w:r>
        <w:rPr>
          <w:sz w:val="24"/>
          <w:szCs w:val="24"/>
          <w:lang w:val="en-GB"/>
        </w:rPr>
        <w:t>A complete quotation for financial component of the proposal</w:t>
      </w:r>
    </w:p>
    <w:p w14:paraId="48078CFB" w14:textId="77777777" w:rsidR="00395559" w:rsidRDefault="00000000">
      <w:pPr>
        <w:pStyle w:val="ListParagraph"/>
        <w:numPr>
          <w:ilvl w:val="0"/>
          <w:numId w:val="4"/>
        </w:numPr>
        <w:tabs>
          <w:tab w:val="left" w:pos="420"/>
        </w:tabs>
        <w:ind w:leftChars="0"/>
        <w:rPr>
          <w:sz w:val="24"/>
          <w:szCs w:val="24"/>
          <w:lang w:val="en-GB"/>
        </w:rPr>
      </w:pPr>
      <w:r>
        <w:rPr>
          <w:sz w:val="24"/>
          <w:szCs w:val="24"/>
          <w:lang w:val="en-GB"/>
        </w:rPr>
        <w:t>A complete technical requirement in achieving the specifications of goods indicated in this “Specification template”</w:t>
      </w:r>
    </w:p>
    <w:p w14:paraId="64B86454" w14:textId="77777777" w:rsidR="00395559" w:rsidRDefault="00000000">
      <w:pPr>
        <w:pStyle w:val="Heading3"/>
        <w:rPr>
          <w:rFonts w:cs="Calibri"/>
          <w:lang w:val="en-GB"/>
        </w:rPr>
      </w:pPr>
      <w:bookmarkStart w:id="7" w:name="_Toc419729577"/>
      <w:bookmarkEnd w:id="6"/>
      <w:r>
        <w:rPr>
          <w:rFonts w:cs="Calibri"/>
          <w:lang w:val="en-GB"/>
        </w:rPr>
        <w:lastRenderedPageBreak/>
        <w:t>Installation services</w:t>
      </w:r>
      <w:bookmarkStart w:id="8" w:name="_Toc419729578"/>
      <w:bookmarkEnd w:id="7"/>
    </w:p>
    <w:p w14:paraId="10EDE0FB" w14:textId="6361B9C7" w:rsidR="00395559" w:rsidRDefault="00000000">
      <w:pPr>
        <w:rPr>
          <w:rFonts w:asciiTheme="minorHAnsi"/>
        </w:rPr>
      </w:pPr>
      <w:r>
        <w:rPr>
          <w:rFonts w:asciiTheme="minorHAnsi"/>
        </w:rPr>
        <w:t xml:space="preserve">Work implementation must be started upon the arrival of construction materials </w:t>
      </w:r>
      <w:r w:rsidR="008900FA">
        <w:rPr>
          <w:rFonts w:asciiTheme="minorHAnsi"/>
        </w:rPr>
        <w:t>at</w:t>
      </w:r>
      <w:r>
        <w:rPr>
          <w:rFonts w:asciiTheme="minorHAnsi"/>
        </w:rPr>
        <w:t xml:space="preserve"> site. </w:t>
      </w:r>
    </w:p>
    <w:p w14:paraId="10DCB755" w14:textId="77777777" w:rsidR="00395559" w:rsidRDefault="00000000">
      <w:pPr>
        <w:pStyle w:val="Heading3"/>
      </w:pPr>
      <w:r>
        <w:t>Delivery Time</w:t>
      </w:r>
      <w:bookmarkEnd w:id="8"/>
    </w:p>
    <w:p w14:paraId="7E71E98E" w14:textId="77777777" w:rsidR="00395559" w:rsidRDefault="00000000">
      <w:pPr>
        <w:rPr>
          <w:rFonts w:asciiTheme="minorHAnsi"/>
        </w:rPr>
      </w:pPr>
      <w:r>
        <w:rPr>
          <w:rFonts w:asciiTheme="minorHAnsi"/>
        </w:rPr>
        <w:t xml:space="preserve">Tenderers are required to provide their time schedule for delivery of these construction materials to their different respective sites. Tenderers should also indicate goods available on hand and goods to be imported from overseas and the time frame for ordering of goods. </w:t>
      </w:r>
    </w:p>
    <w:bookmarkEnd w:id="4"/>
    <w:bookmarkEnd w:id="5"/>
    <w:p w14:paraId="7319D6D5" w14:textId="77777777" w:rsidR="00395559" w:rsidRDefault="00000000">
      <w:pPr>
        <w:pStyle w:val="Heading2"/>
      </w:pPr>
      <w:r>
        <w:t>Description of the Goods</w:t>
      </w:r>
      <w:bookmarkEnd w:id="1"/>
    </w:p>
    <w:p w14:paraId="41539919" w14:textId="5CB5081F" w:rsidR="00395559" w:rsidRPr="00E86CF1" w:rsidRDefault="008900FA">
      <w:pPr>
        <w:numPr>
          <w:ilvl w:val="0"/>
          <w:numId w:val="5"/>
        </w:numPr>
        <w:rPr>
          <w:b/>
          <w:bCs/>
        </w:rPr>
      </w:pPr>
      <w:r w:rsidRPr="00E86CF1">
        <w:rPr>
          <w:b/>
          <w:bCs/>
        </w:rPr>
        <w:t>Construction of Rawannawi seawall, Marakei</w:t>
      </w:r>
    </w:p>
    <w:tbl>
      <w:tblPr>
        <w:tblStyle w:val="TableGrid"/>
        <w:tblW w:w="0" w:type="auto"/>
        <w:tblLook w:val="04A0" w:firstRow="1" w:lastRow="0" w:firstColumn="1" w:lastColumn="0" w:noHBand="0" w:noVBand="1"/>
      </w:tblPr>
      <w:tblGrid>
        <w:gridCol w:w="756"/>
        <w:gridCol w:w="2853"/>
        <w:gridCol w:w="748"/>
        <w:gridCol w:w="968"/>
        <w:gridCol w:w="1324"/>
        <w:gridCol w:w="1324"/>
      </w:tblGrid>
      <w:tr w:rsidR="00E86CF1" w:rsidRPr="00E86CF1" w14:paraId="111E4346" w14:textId="77777777" w:rsidTr="00E86CF1">
        <w:trPr>
          <w:trHeight w:val="700"/>
        </w:trPr>
        <w:tc>
          <w:tcPr>
            <w:tcW w:w="4200" w:type="dxa"/>
            <w:gridSpan w:val="3"/>
            <w:hideMark/>
          </w:tcPr>
          <w:p w14:paraId="379CD516" w14:textId="77777777" w:rsidR="00E86CF1" w:rsidRPr="00E86CF1" w:rsidRDefault="00E86CF1" w:rsidP="00E86CF1">
            <w:pPr>
              <w:jc w:val="left"/>
              <w:rPr>
                <w:b/>
                <w:bCs/>
                <w:lang w:val="en-KI"/>
              </w:rPr>
            </w:pPr>
            <w:r w:rsidRPr="00E86CF1">
              <w:rPr>
                <w:b/>
                <w:bCs/>
              </w:rPr>
              <w:t>Material list - Construction of KUC Rawannawi seawall (Marakei)</w:t>
            </w:r>
          </w:p>
        </w:tc>
        <w:tc>
          <w:tcPr>
            <w:tcW w:w="960" w:type="dxa"/>
            <w:noWrap/>
            <w:hideMark/>
          </w:tcPr>
          <w:p w14:paraId="16A7742D" w14:textId="77777777" w:rsidR="00E86CF1" w:rsidRPr="00E86CF1" w:rsidRDefault="00E86CF1" w:rsidP="00E86CF1">
            <w:pPr>
              <w:jc w:val="left"/>
              <w:rPr>
                <w:b/>
                <w:bCs/>
              </w:rPr>
            </w:pPr>
            <w:r w:rsidRPr="00E86CF1">
              <w:rPr>
                <w:b/>
                <w:bCs/>
              </w:rPr>
              <w:t> </w:t>
            </w:r>
          </w:p>
        </w:tc>
        <w:tc>
          <w:tcPr>
            <w:tcW w:w="1000" w:type="dxa"/>
            <w:noWrap/>
            <w:hideMark/>
          </w:tcPr>
          <w:p w14:paraId="3120AB41" w14:textId="77777777" w:rsidR="00E86CF1" w:rsidRPr="00E86CF1" w:rsidRDefault="00E86CF1">
            <w:pPr>
              <w:jc w:val="left"/>
            </w:pPr>
            <w:r w:rsidRPr="00E86CF1">
              <w:t> </w:t>
            </w:r>
          </w:p>
        </w:tc>
        <w:tc>
          <w:tcPr>
            <w:tcW w:w="1120" w:type="dxa"/>
            <w:noWrap/>
            <w:hideMark/>
          </w:tcPr>
          <w:p w14:paraId="4D56AC56" w14:textId="77777777" w:rsidR="00E86CF1" w:rsidRPr="00E86CF1" w:rsidRDefault="00E86CF1">
            <w:r w:rsidRPr="00E86CF1">
              <w:t> </w:t>
            </w:r>
          </w:p>
        </w:tc>
      </w:tr>
      <w:tr w:rsidR="00E86CF1" w:rsidRPr="00E86CF1" w14:paraId="5CE1F47C" w14:textId="77777777" w:rsidTr="00E86CF1">
        <w:trPr>
          <w:trHeight w:val="550"/>
        </w:trPr>
        <w:tc>
          <w:tcPr>
            <w:tcW w:w="756" w:type="dxa"/>
            <w:noWrap/>
            <w:hideMark/>
          </w:tcPr>
          <w:p w14:paraId="51079AB6" w14:textId="77777777" w:rsidR="00E86CF1" w:rsidRPr="00E86CF1" w:rsidRDefault="00E86CF1" w:rsidP="00E86CF1">
            <w:pPr>
              <w:rPr>
                <w:b/>
                <w:bCs/>
              </w:rPr>
            </w:pPr>
            <w:r w:rsidRPr="00E86CF1">
              <w:rPr>
                <w:b/>
                <w:bCs/>
              </w:rPr>
              <w:t>item #</w:t>
            </w:r>
          </w:p>
        </w:tc>
        <w:tc>
          <w:tcPr>
            <w:tcW w:w="2853" w:type="dxa"/>
            <w:noWrap/>
            <w:hideMark/>
          </w:tcPr>
          <w:p w14:paraId="2BC7207E" w14:textId="77777777" w:rsidR="00E86CF1" w:rsidRPr="00E86CF1" w:rsidRDefault="00E86CF1">
            <w:pPr>
              <w:jc w:val="left"/>
              <w:rPr>
                <w:b/>
                <w:bCs/>
              </w:rPr>
            </w:pPr>
            <w:r w:rsidRPr="00E86CF1">
              <w:rPr>
                <w:b/>
                <w:bCs/>
              </w:rPr>
              <w:t>Description</w:t>
            </w:r>
          </w:p>
        </w:tc>
        <w:tc>
          <w:tcPr>
            <w:tcW w:w="591" w:type="dxa"/>
            <w:noWrap/>
            <w:hideMark/>
          </w:tcPr>
          <w:p w14:paraId="11365C97" w14:textId="77777777" w:rsidR="00E86CF1" w:rsidRPr="00E86CF1" w:rsidRDefault="00E86CF1" w:rsidP="00E86CF1">
            <w:pPr>
              <w:rPr>
                <w:b/>
                <w:bCs/>
              </w:rPr>
            </w:pPr>
            <w:r w:rsidRPr="00E86CF1">
              <w:rPr>
                <w:b/>
                <w:bCs/>
              </w:rPr>
              <w:t>Qty</w:t>
            </w:r>
          </w:p>
        </w:tc>
        <w:tc>
          <w:tcPr>
            <w:tcW w:w="960" w:type="dxa"/>
            <w:noWrap/>
            <w:hideMark/>
          </w:tcPr>
          <w:p w14:paraId="6D8AC606" w14:textId="77777777" w:rsidR="00E86CF1" w:rsidRPr="00E86CF1" w:rsidRDefault="00E86CF1" w:rsidP="00E86CF1">
            <w:pPr>
              <w:jc w:val="left"/>
              <w:rPr>
                <w:b/>
                <w:bCs/>
              </w:rPr>
            </w:pPr>
            <w:r w:rsidRPr="00E86CF1">
              <w:rPr>
                <w:b/>
                <w:bCs/>
              </w:rPr>
              <w:t>Unit</w:t>
            </w:r>
          </w:p>
        </w:tc>
        <w:tc>
          <w:tcPr>
            <w:tcW w:w="1000" w:type="dxa"/>
            <w:hideMark/>
          </w:tcPr>
          <w:p w14:paraId="7FDBC4B8" w14:textId="4BCBBD93" w:rsidR="00E86CF1" w:rsidRPr="00E86CF1" w:rsidRDefault="00E86CF1" w:rsidP="00E86CF1">
            <w:pPr>
              <w:jc w:val="left"/>
              <w:rPr>
                <w:b/>
                <w:bCs/>
              </w:rPr>
            </w:pPr>
            <w:r w:rsidRPr="00E86CF1">
              <w:rPr>
                <w:b/>
                <w:bCs/>
              </w:rPr>
              <w:t>Price Qu</w:t>
            </w:r>
            <w:r>
              <w:rPr>
                <w:b/>
                <w:bCs/>
              </w:rPr>
              <w:t>o</w:t>
            </w:r>
            <w:r w:rsidRPr="00E86CF1">
              <w:rPr>
                <w:b/>
                <w:bCs/>
              </w:rPr>
              <w:t xml:space="preserve">tation </w:t>
            </w:r>
          </w:p>
        </w:tc>
        <w:tc>
          <w:tcPr>
            <w:tcW w:w="1120" w:type="dxa"/>
            <w:hideMark/>
          </w:tcPr>
          <w:p w14:paraId="2D16C074" w14:textId="77777777" w:rsidR="00E86CF1" w:rsidRPr="00E86CF1" w:rsidRDefault="00E86CF1" w:rsidP="00E86CF1">
            <w:pPr>
              <w:jc w:val="left"/>
              <w:rPr>
                <w:b/>
                <w:bCs/>
              </w:rPr>
            </w:pPr>
            <w:r w:rsidRPr="00E86CF1">
              <w:rPr>
                <w:b/>
                <w:bCs/>
              </w:rPr>
              <w:t>T/Price Quotation</w:t>
            </w:r>
          </w:p>
        </w:tc>
      </w:tr>
      <w:tr w:rsidR="00E86CF1" w:rsidRPr="00E86CF1" w14:paraId="139CC1B0" w14:textId="77777777" w:rsidTr="00E86CF1">
        <w:trPr>
          <w:trHeight w:val="290"/>
        </w:trPr>
        <w:tc>
          <w:tcPr>
            <w:tcW w:w="756" w:type="dxa"/>
            <w:noWrap/>
            <w:hideMark/>
          </w:tcPr>
          <w:p w14:paraId="636D2AC9" w14:textId="77777777" w:rsidR="00E86CF1" w:rsidRPr="00E86CF1" w:rsidRDefault="00E86CF1" w:rsidP="00E86CF1">
            <w:pPr>
              <w:jc w:val="left"/>
            </w:pPr>
            <w:r w:rsidRPr="00E86CF1">
              <w:t>1</w:t>
            </w:r>
          </w:p>
        </w:tc>
        <w:tc>
          <w:tcPr>
            <w:tcW w:w="2853" w:type="dxa"/>
            <w:noWrap/>
            <w:hideMark/>
          </w:tcPr>
          <w:p w14:paraId="6E0F56E1" w14:textId="77777777" w:rsidR="00E86CF1" w:rsidRPr="00E86CF1" w:rsidRDefault="00E86CF1">
            <w:pPr>
              <w:jc w:val="left"/>
            </w:pPr>
            <w:r w:rsidRPr="00E86CF1">
              <w:t>Portland Cements</w:t>
            </w:r>
          </w:p>
        </w:tc>
        <w:tc>
          <w:tcPr>
            <w:tcW w:w="591" w:type="dxa"/>
            <w:noWrap/>
            <w:hideMark/>
          </w:tcPr>
          <w:p w14:paraId="5D84EB39" w14:textId="78169A4F" w:rsidR="00E86CF1" w:rsidRPr="00E86CF1" w:rsidRDefault="008E4523" w:rsidP="00E86CF1">
            <w:r>
              <w:t>850</w:t>
            </w:r>
          </w:p>
        </w:tc>
        <w:tc>
          <w:tcPr>
            <w:tcW w:w="960" w:type="dxa"/>
            <w:noWrap/>
            <w:hideMark/>
          </w:tcPr>
          <w:p w14:paraId="4F40E2B7" w14:textId="77777777" w:rsidR="00E86CF1" w:rsidRPr="00E86CF1" w:rsidRDefault="00E86CF1" w:rsidP="00E86CF1">
            <w:pPr>
              <w:jc w:val="left"/>
            </w:pPr>
            <w:r w:rsidRPr="00E86CF1">
              <w:t>bag</w:t>
            </w:r>
          </w:p>
        </w:tc>
        <w:tc>
          <w:tcPr>
            <w:tcW w:w="1000" w:type="dxa"/>
            <w:noWrap/>
            <w:hideMark/>
          </w:tcPr>
          <w:p w14:paraId="07466DBC" w14:textId="77777777" w:rsidR="00E86CF1" w:rsidRPr="00E86CF1" w:rsidRDefault="00E86CF1">
            <w:pPr>
              <w:jc w:val="left"/>
            </w:pPr>
            <w:r w:rsidRPr="00E86CF1">
              <w:t> </w:t>
            </w:r>
          </w:p>
        </w:tc>
        <w:tc>
          <w:tcPr>
            <w:tcW w:w="1120" w:type="dxa"/>
            <w:noWrap/>
            <w:hideMark/>
          </w:tcPr>
          <w:p w14:paraId="33EC8450" w14:textId="77777777" w:rsidR="00E86CF1" w:rsidRPr="00E86CF1" w:rsidRDefault="00E86CF1">
            <w:r w:rsidRPr="00E86CF1">
              <w:t> </w:t>
            </w:r>
          </w:p>
        </w:tc>
      </w:tr>
      <w:tr w:rsidR="00E86CF1" w:rsidRPr="00E86CF1" w14:paraId="47A3CB8E" w14:textId="77777777" w:rsidTr="00E86CF1">
        <w:trPr>
          <w:trHeight w:val="290"/>
        </w:trPr>
        <w:tc>
          <w:tcPr>
            <w:tcW w:w="756" w:type="dxa"/>
            <w:noWrap/>
            <w:hideMark/>
          </w:tcPr>
          <w:p w14:paraId="7FBF417E" w14:textId="77777777" w:rsidR="00E86CF1" w:rsidRPr="00E86CF1" w:rsidRDefault="00E86CF1" w:rsidP="00E86CF1">
            <w:r w:rsidRPr="00E86CF1">
              <w:t>2</w:t>
            </w:r>
          </w:p>
        </w:tc>
        <w:tc>
          <w:tcPr>
            <w:tcW w:w="2853" w:type="dxa"/>
            <w:noWrap/>
            <w:hideMark/>
          </w:tcPr>
          <w:p w14:paraId="674086B1" w14:textId="77777777" w:rsidR="00E86CF1" w:rsidRPr="00E86CF1" w:rsidRDefault="00E86CF1">
            <w:pPr>
              <w:jc w:val="left"/>
            </w:pPr>
            <w:r w:rsidRPr="00E86CF1">
              <w:t>Geotextile 100m/roll</w:t>
            </w:r>
          </w:p>
        </w:tc>
        <w:tc>
          <w:tcPr>
            <w:tcW w:w="591" w:type="dxa"/>
            <w:noWrap/>
            <w:hideMark/>
          </w:tcPr>
          <w:p w14:paraId="317C2153" w14:textId="77777777" w:rsidR="00E86CF1" w:rsidRPr="00E86CF1" w:rsidRDefault="00E86CF1" w:rsidP="00E86CF1">
            <w:r w:rsidRPr="00E86CF1">
              <w:t>1</w:t>
            </w:r>
          </w:p>
        </w:tc>
        <w:tc>
          <w:tcPr>
            <w:tcW w:w="960" w:type="dxa"/>
            <w:noWrap/>
            <w:hideMark/>
          </w:tcPr>
          <w:p w14:paraId="02172BA6" w14:textId="77777777" w:rsidR="00E86CF1" w:rsidRPr="00E86CF1" w:rsidRDefault="00E86CF1" w:rsidP="00E86CF1">
            <w:pPr>
              <w:jc w:val="left"/>
            </w:pPr>
            <w:r w:rsidRPr="00E86CF1">
              <w:t>roll</w:t>
            </w:r>
          </w:p>
        </w:tc>
        <w:tc>
          <w:tcPr>
            <w:tcW w:w="1000" w:type="dxa"/>
            <w:noWrap/>
            <w:hideMark/>
          </w:tcPr>
          <w:p w14:paraId="4DF21F26" w14:textId="77777777" w:rsidR="00E86CF1" w:rsidRPr="00E86CF1" w:rsidRDefault="00E86CF1">
            <w:pPr>
              <w:jc w:val="left"/>
            </w:pPr>
            <w:r w:rsidRPr="00E86CF1">
              <w:t> </w:t>
            </w:r>
          </w:p>
        </w:tc>
        <w:tc>
          <w:tcPr>
            <w:tcW w:w="1120" w:type="dxa"/>
            <w:hideMark/>
          </w:tcPr>
          <w:p w14:paraId="5CA1D636" w14:textId="77777777" w:rsidR="00E86CF1" w:rsidRPr="00E86CF1" w:rsidRDefault="00E86CF1">
            <w:r w:rsidRPr="00E86CF1">
              <w:t> </w:t>
            </w:r>
          </w:p>
        </w:tc>
      </w:tr>
      <w:tr w:rsidR="00E86CF1" w:rsidRPr="00E86CF1" w14:paraId="28F8FB2B" w14:textId="77777777" w:rsidTr="00E86CF1">
        <w:trPr>
          <w:trHeight w:val="290"/>
        </w:trPr>
        <w:tc>
          <w:tcPr>
            <w:tcW w:w="756" w:type="dxa"/>
            <w:noWrap/>
            <w:hideMark/>
          </w:tcPr>
          <w:p w14:paraId="71C4DCAD" w14:textId="77777777" w:rsidR="00E86CF1" w:rsidRPr="00E86CF1" w:rsidRDefault="00E86CF1" w:rsidP="00E86CF1">
            <w:r w:rsidRPr="00E86CF1">
              <w:t>3</w:t>
            </w:r>
          </w:p>
        </w:tc>
        <w:tc>
          <w:tcPr>
            <w:tcW w:w="2853" w:type="dxa"/>
            <w:noWrap/>
            <w:hideMark/>
          </w:tcPr>
          <w:p w14:paraId="2852CDBD" w14:textId="77777777" w:rsidR="00E86CF1" w:rsidRPr="00E86CF1" w:rsidRDefault="00E86CF1">
            <w:pPr>
              <w:jc w:val="left"/>
            </w:pPr>
            <w:r w:rsidRPr="00E86CF1">
              <w:t>Sandbag</w:t>
            </w:r>
          </w:p>
        </w:tc>
        <w:tc>
          <w:tcPr>
            <w:tcW w:w="591" w:type="dxa"/>
            <w:noWrap/>
            <w:hideMark/>
          </w:tcPr>
          <w:p w14:paraId="0BAB8CED" w14:textId="77777777" w:rsidR="00E86CF1" w:rsidRPr="00E86CF1" w:rsidRDefault="00E86CF1" w:rsidP="00E86CF1">
            <w:r w:rsidRPr="00E86CF1">
              <w:t>1300</w:t>
            </w:r>
          </w:p>
        </w:tc>
        <w:tc>
          <w:tcPr>
            <w:tcW w:w="960" w:type="dxa"/>
            <w:noWrap/>
            <w:hideMark/>
          </w:tcPr>
          <w:p w14:paraId="4F4A1B97" w14:textId="77777777" w:rsidR="00E86CF1" w:rsidRPr="00E86CF1" w:rsidRDefault="00E86CF1" w:rsidP="00E86CF1">
            <w:pPr>
              <w:jc w:val="left"/>
            </w:pPr>
            <w:r w:rsidRPr="00E86CF1">
              <w:t>pcs</w:t>
            </w:r>
          </w:p>
        </w:tc>
        <w:tc>
          <w:tcPr>
            <w:tcW w:w="1000" w:type="dxa"/>
            <w:noWrap/>
            <w:hideMark/>
          </w:tcPr>
          <w:p w14:paraId="6911523C" w14:textId="77777777" w:rsidR="00E86CF1" w:rsidRPr="00E86CF1" w:rsidRDefault="00E86CF1">
            <w:pPr>
              <w:jc w:val="left"/>
            </w:pPr>
            <w:r w:rsidRPr="00E86CF1">
              <w:t> </w:t>
            </w:r>
          </w:p>
        </w:tc>
        <w:tc>
          <w:tcPr>
            <w:tcW w:w="1120" w:type="dxa"/>
            <w:noWrap/>
            <w:hideMark/>
          </w:tcPr>
          <w:p w14:paraId="588CB497" w14:textId="77777777" w:rsidR="00E86CF1" w:rsidRPr="00E86CF1" w:rsidRDefault="00E86CF1">
            <w:r w:rsidRPr="00E86CF1">
              <w:t> </w:t>
            </w:r>
          </w:p>
        </w:tc>
      </w:tr>
      <w:tr w:rsidR="00E86CF1" w:rsidRPr="00E86CF1" w14:paraId="4FFBC607" w14:textId="77777777" w:rsidTr="00E86CF1">
        <w:trPr>
          <w:trHeight w:val="290"/>
        </w:trPr>
        <w:tc>
          <w:tcPr>
            <w:tcW w:w="756" w:type="dxa"/>
            <w:noWrap/>
            <w:hideMark/>
          </w:tcPr>
          <w:p w14:paraId="72C87330" w14:textId="77777777" w:rsidR="00E86CF1" w:rsidRPr="00E86CF1" w:rsidRDefault="00E86CF1" w:rsidP="00E86CF1">
            <w:r w:rsidRPr="00E86CF1">
              <w:t>4</w:t>
            </w:r>
          </w:p>
        </w:tc>
        <w:tc>
          <w:tcPr>
            <w:tcW w:w="2853" w:type="dxa"/>
            <w:noWrap/>
            <w:hideMark/>
          </w:tcPr>
          <w:p w14:paraId="0EF7FF16" w14:textId="77777777" w:rsidR="00E86CF1" w:rsidRPr="00E86CF1" w:rsidRDefault="00E86CF1">
            <w:pPr>
              <w:jc w:val="left"/>
            </w:pPr>
            <w:r w:rsidRPr="00E86CF1">
              <w:t>Formply sheet 3/4"</w:t>
            </w:r>
          </w:p>
        </w:tc>
        <w:tc>
          <w:tcPr>
            <w:tcW w:w="591" w:type="dxa"/>
            <w:noWrap/>
            <w:hideMark/>
          </w:tcPr>
          <w:p w14:paraId="5B01B234" w14:textId="370EB2C6" w:rsidR="00E86CF1" w:rsidRPr="00E86CF1" w:rsidRDefault="008E4523" w:rsidP="00E86CF1">
            <w:r>
              <w:t>7</w:t>
            </w:r>
          </w:p>
        </w:tc>
        <w:tc>
          <w:tcPr>
            <w:tcW w:w="960" w:type="dxa"/>
            <w:noWrap/>
            <w:hideMark/>
          </w:tcPr>
          <w:p w14:paraId="6B1E4C1B" w14:textId="77777777" w:rsidR="00E86CF1" w:rsidRPr="00E86CF1" w:rsidRDefault="00E86CF1" w:rsidP="00E86CF1">
            <w:pPr>
              <w:jc w:val="left"/>
            </w:pPr>
            <w:r w:rsidRPr="00E86CF1">
              <w:t>sheets</w:t>
            </w:r>
          </w:p>
        </w:tc>
        <w:tc>
          <w:tcPr>
            <w:tcW w:w="1000" w:type="dxa"/>
            <w:noWrap/>
            <w:hideMark/>
          </w:tcPr>
          <w:p w14:paraId="045A9223" w14:textId="77777777" w:rsidR="00E86CF1" w:rsidRPr="00E86CF1" w:rsidRDefault="00E86CF1">
            <w:pPr>
              <w:jc w:val="left"/>
            </w:pPr>
            <w:r w:rsidRPr="00E86CF1">
              <w:t> </w:t>
            </w:r>
          </w:p>
        </w:tc>
        <w:tc>
          <w:tcPr>
            <w:tcW w:w="1120" w:type="dxa"/>
            <w:noWrap/>
            <w:hideMark/>
          </w:tcPr>
          <w:p w14:paraId="21A4F29A" w14:textId="77777777" w:rsidR="00E86CF1" w:rsidRPr="00E86CF1" w:rsidRDefault="00E86CF1">
            <w:r w:rsidRPr="00E86CF1">
              <w:t> </w:t>
            </w:r>
          </w:p>
        </w:tc>
      </w:tr>
      <w:tr w:rsidR="00E86CF1" w:rsidRPr="00E86CF1" w14:paraId="392CD11F" w14:textId="77777777" w:rsidTr="00E86CF1">
        <w:trPr>
          <w:trHeight w:val="290"/>
        </w:trPr>
        <w:tc>
          <w:tcPr>
            <w:tcW w:w="756" w:type="dxa"/>
            <w:noWrap/>
            <w:hideMark/>
          </w:tcPr>
          <w:p w14:paraId="08E8CA58" w14:textId="77777777" w:rsidR="00E86CF1" w:rsidRPr="00E86CF1" w:rsidRDefault="00E86CF1" w:rsidP="00E86CF1">
            <w:r w:rsidRPr="00E86CF1">
              <w:t>5</w:t>
            </w:r>
          </w:p>
        </w:tc>
        <w:tc>
          <w:tcPr>
            <w:tcW w:w="2853" w:type="dxa"/>
            <w:noWrap/>
            <w:hideMark/>
          </w:tcPr>
          <w:p w14:paraId="65A7569A" w14:textId="77777777" w:rsidR="00E86CF1" w:rsidRPr="00E86CF1" w:rsidRDefault="00E86CF1">
            <w:pPr>
              <w:jc w:val="left"/>
            </w:pPr>
            <w:r w:rsidRPr="00E86CF1">
              <w:t>Timber frame 100x50mm</w:t>
            </w:r>
          </w:p>
        </w:tc>
        <w:tc>
          <w:tcPr>
            <w:tcW w:w="591" w:type="dxa"/>
            <w:noWrap/>
            <w:hideMark/>
          </w:tcPr>
          <w:p w14:paraId="5FB23A78" w14:textId="2C3476E6" w:rsidR="00E86CF1" w:rsidRPr="00E86CF1" w:rsidRDefault="00E86CF1" w:rsidP="00E86CF1">
            <w:r w:rsidRPr="00E86CF1">
              <w:t>1</w:t>
            </w:r>
            <w:r w:rsidR="008E4523">
              <w:t>2</w:t>
            </w:r>
          </w:p>
        </w:tc>
        <w:tc>
          <w:tcPr>
            <w:tcW w:w="960" w:type="dxa"/>
            <w:noWrap/>
            <w:hideMark/>
          </w:tcPr>
          <w:p w14:paraId="5379F658" w14:textId="77777777" w:rsidR="00E86CF1" w:rsidRPr="00E86CF1" w:rsidRDefault="00E86CF1" w:rsidP="00E86CF1">
            <w:pPr>
              <w:jc w:val="left"/>
            </w:pPr>
            <w:r w:rsidRPr="00E86CF1">
              <w:t>lengths</w:t>
            </w:r>
          </w:p>
        </w:tc>
        <w:tc>
          <w:tcPr>
            <w:tcW w:w="1000" w:type="dxa"/>
            <w:noWrap/>
            <w:hideMark/>
          </w:tcPr>
          <w:p w14:paraId="08EC6544" w14:textId="77777777" w:rsidR="00E86CF1" w:rsidRPr="00E86CF1" w:rsidRDefault="00E86CF1">
            <w:pPr>
              <w:jc w:val="left"/>
            </w:pPr>
            <w:r w:rsidRPr="00E86CF1">
              <w:t> </w:t>
            </w:r>
          </w:p>
        </w:tc>
        <w:tc>
          <w:tcPr>
            <w:tcW w:w="1120" w:type="dxa"/>
            <w:noWrap/>
            <w:hideMark/>
          </w:tcPr>
          <w:p w14:paraId="6FF58644" w14:textId="77777777" w:rsidR="00E86CF1" w:rsidRPr="00E86CF1" w:rsidRDefault="00E86CF1">
            <w:r w:rsidRPr="00E86CF1">
              <w:t> </w:t>
            </w:r>
          </w:p>
        </w:tc>
      </w:tr>
      <w:tr w:rsidR="00E86CF1" w:rsidRPr="00E86CF1" w14:paraId="0A84D4F2" w14:textId="77777777" w:rsidTr="00E86CF1">
        <w:trPr>
          <w:trHeight w:val="290"/>
        </w:trPr>
        <w:tc>
          <w:tcPr>
            <w:tcW w:w="756" w:type="dxa"/>
            <w:noWrap/>
            <w:hideMark/>
          </w:tcPr>
          <w:p w14:paraId="075F53D4" w14:textId="77777777" w:rsidR="00E86CF1" w:rsidRPr="00E86CF1" w:rsidRDefault="00E86CF1" w:rsidP="00E86CF1">
            <w:r w:rsidRPr="00E86CF1">
              <w:t>6</w:t>
            </w:r>
          </w:p>
        </w:tc>
        <w:tc>
          <w:tcPr>
            <w:tcW w:w="2853" w:type="dxa"/>
            <w:noWrap/>
            <w:hideMark/>
          </w:tcPr>
          <w:p w14:paraId="6F1F9D04" w14:textId="77777777" w:rsidR="00E86CF1" w:rsidRPr="00E86CF1" w:rsidRDefault="00E86CF1">
            <w:pPr>
              <w:jc w:val="left"/>
            </w:pPr>
            <w:r w:rsidRPr="00E86CF1">
              <w:t>Nails 4"</w:t>
            </w:r>
          </w:p>
        </w:tc>
        <w:tc>
          <w:tcPr>
            <w:tcW w:w="591" w:type="dxa"/>
            <w:noWrap/>
            <w:hideMark/>
          </w:tcPr>
          <w:p w14:paraId="2AD79AB7" w14:textId="43180D60" w:rsidR="00E86CF1" w:rsidRPr="00E86CF1" w:rsidRDefault="008E4523" w:rsidP="00E86CF1">
            <w:r>
              <w:t>7</w:t>
            </w:r>
          </w:p>
        </w:tc>
        <w:tc>
          <w:tcPr>
            <w:tcW w:w="960" w:type="dxa"/>
            <w:noWrap/>
            <w:hideMark/>
          </w:tcPr>
          <w:p w14:paraId="2C57267D" w14:textId="77777777" w:rsidR="00E86CF1" w:rsidRPr="00E86CF1" w:rsidRDefault="00E86CF1" w:rsidP="00E86CF1">
            <w:pPr>
              <w:jc w:val="left"/>
            </w:pPr>
            <w:r w:rsidRPr="00E86CF1">
              <w:t>kg</w:t>
            </w:r>
          </w:p>
        </w:tc>
        <w:tc>
          <w:tcPr>
            <w:tcW w:w="1000" w:type="dxa"/>
            <w:noWrap/>
            <w:hideMark/>
          </w:tcPr>
          <w:p w14:paraId="266C523E" w14:textId="77777777" w:rsidR="00E86CF1" w:rsidRPr="00E86CF1" w:rsidRDefault="00E86CF1">
            <w:pPr>
              <w:jc w:val="left"/>
            </w:pPr>
            <w:r w:rsidRPr="00E86CF1">
              <w:t> </w:t>
            </w:r>
          </w:p>
        </w:tc>
        <w:tc>
          <w:tcPr>
            <w:tcW w:w="1120" w:type="dxa"/>
            <w:noWrap/>
            <w:hideMark/>
          </w:tcPr>
          <w:p w14:paraId="249BDD48" w14:textId="77777777" w:rsidR="00E86CF1" w:rsidRPr="00E86CF1" w:rsidRDefault="00E86CF1">
            <w:r w:rsidRPr="00E86CF1">
              <w:t> </w:t>
            </w:r>
          </w:p>
        </w:tc>
      </w:tr>
      <w:tr w:rsidR="00E86CF1" w:rsidRPr="00E86CF1" w14:paraId="73D27B01" w14:textId="77777777" w:rsidTr="00E86CF1">
        <w:trPr>
          <w:trHeight w:val="290"/>
        </w:trPr>
        <w:tc>
          <w:tcPr>
            <w:tcW w:w="756" w:type="dxa"/>
            <w:noWrap/>
            <w:hideMark/>
          </w:tcPr>
          <w:p w14:paraId="24EA0DD3" w14:textId="77777777" w:rsidR="00E86CF1" w:rsidRPr="00E86CF1" w:rsidRDefault="00E86CF1" w:rsidP="00E86CF1">
            <w:r w:rsidRPr="00E86CF1">
              <w:t>7</w:t>
            </w:r>
          </w:p>
        </w:tc>
        <w:tc>
          <w:tcPr>
            <w:tcW w:w="2853" w:type="dxa"/>
            <w:noWrap/>
            <w:hideMark/>
          </w:tcPr>
          <w:p w14:paraId="42211D30" w14:textId="77777777" w:rsidR="00E86CF1" w:rsidRPr="00E86CF1" w:rsidRDefault="00E86CF1">
            <w:pPr>
              <w:jc w:val="left"/>
            </w:pPr>
            <w:r w:rsidRPr="00E86CF1">
              <w:t>Nails 3"</w:t>
            </w:r>
          </w:p>
        </w:tc>
        <w:tc>
          <w:tcPr>
            <w:tcW w:w="591" w:type="dxa"/>
            <w:noWrap/>
            <w:hideMark/>
          </w:tcPr>
          <w:p w14:paraId="0B69837F" w14:textId="77777777" w:rsidR="00E86CF1" w:rsidRPr="00E86CF1" w:rsidRDefault="00E86CF1" w:rsidP="00E86CF1">
            <w:r w:rsidRPr="00E86CF1">
              <w:t>4</w:t>
            </w:r>
          </w:p>
        </w:tc>
        <w:tc>
          <w:tcPr>
            <w:tcW w:w="960" w:type="dxa"/>
            <w:noWrap/>
            <w:hideMark/>
          </w:tcPr>
          <w:p w14:paraId="69E6566E" w14:textId="77777777" w:rsidR="00E86CF1" w:rsidRPr="00E86CF1" w:rsidRDefault="00E86CF1" w:rsidP="00E86CF1">
            <w:pPr>
              <w:jc w:val="left"/>
            </w:pPr>
            <w:r w:rsidRPr="00E86CF1">
              <w:t>kg</w:t>
            </w:r>
          </w:p>
        </w:tc>
        <w:tc>
          <w:tcPr>
            <w:tcW w:w="1000" w:type="dxa"/>
            <w:noWrap/>
            <w:hideMark/>
          </w:tcPr>
          <w:p w14:paraId="448EBC1D" w14:textId="77777777" w:rsidR="00E86CF1" w:rsidRPr="00E86CF1" w:rsidRDefault="00E86CF1">
            <w:pPr>
              <w:jc w:val="left"/>
            </w:pPr>
            <w:r w:rsidRPr="00E86CF1">
              <w:t> </w:t>
            </w:r>
          </w:p>
        </w:tc>
        <w:tc>
          <w:tcPr>
            <w:tcW w:w="1120" w:type="dxa"/>
            <w:noWrap/>
            <w:hideMark/>
          </w:tcPr>
          <w:p w14:paraId="32D36B91" w14:textId="77777777" w:rsidR="00E86CF1" w:rsidRPr="00E86CF1" w:rsidRDefault="00E86CF1">
            <w:r w:rsidRPr="00E86CF1">
              <w:t> </w:t>
            </w:r>
          </w:p>
        </w:tc>
      </w:tr>
      <w:tr w:rsidR="00E86CF1" w:rsidRPr="00E86CF1" w14:paraId="1EB29CEE" w14:textId="77777777" w:rsidTr="00E86CF1">
        <w:trPr>
          <w:trHeight w:val="290"/>
        </w:trPr>
        <w:tc>
          <w:tcPr>
            <w:tcW w:w="756" w:type="dxa"/>
            <w:noWrap/>
            <w:hideMark/>
          </w:tcPr>
          <w:p w14:paraId="6CC5D3B1" w14:textId="77777777" w:rsidR="00E86CF1" w:rsidRPr="00E86CF1" w:rsidRDefault="00E86CF1" w:rsidP="00E86CF1">
            <w:r w:rsidRPr="00E86CF1">
              <w:t>8</w:t>
            </w:r>
          </w:p>
        </w:tc>
        <w:tc>
          <w:tcPr>
            <w:tcW w:w="2853" w:type="dxa"/>
            <w:noWrap/>
            <w:hideMark/>
          </w:tcPr>
          <w:p w14:paraId="7C5710BA" w14:textId="77777777" w:rsidR="00E86CF1" w:rsidRPr="00E86CF1" w:rsidRDefault="00E86CF1">
            <w:pPr>
              <w:jc w:val="left"/>
            </w:pPr>
            <w:r w:rsidRPr="00E86CF1">
              <w:t>Nails flat 1 1/2</w:t>
            </w:r>
          </w:p>
        </w:tc>
        <w:tc>
          <w:tcPr>
            <w:tcW w:w="591" w:type="dxa"/>
            <w:noWrap/>
            <w:hideMark/>
          </w:tcPr>
          <w:p w14:paraId="3329B146" w14:textId="77777777" w:rsidR="00E86CF1" w:rsidRPr="00E86CF1" w:rsidRDefault="00E86CF1" w:rsidP="00E86CF1">
            <w:r w:rsidRPr="00E86CF1">
              <w:t>4</w:t>
            </w:r>
          </w:p>
        </w:tc>
        <w:tc>
          <w:tcPr>
            <w:tcW w:w="960" w:type="dxa"/>
            <w:noWrap/>
            <w:hideMark/>
          </w:tcPr>
          <w:p w14:paraId="61828E17" w14:textId="77777777" w:rsidR="00E86CF1" w:rsidRPr="00E86CF1" w:rsidRDefault="00E86CF1" w:rsidP="00E86CF1">
            <w:pPr>
              <w:jc w:val="left"/>
            </w:pPr>
            <w:r w:rsidRPr="00E86CF1">
              <w:t>kg</w:t>
            </w:r>
          </w:p>
        </w:tc>
        <w:tc>
          <w:tcPr>
            <w:tcW w:w="1000" w:type="dxa"/>
            <w:noWrap/>
            <w:hideMark/>
          </w:tcPr>
          <w:p w14:paraId="6891E304" w14:textId="77777777" w:rsidR="00E86CF1" w:rsidRPr="00E86CF1" w:rsidRDefault="00E86CF1">
            <w:pPr>
              <w:jc w:val="left"/>
            </w:pPr>
            <w:r w:rsidRPr="00E86CF1">
              <w:t> </w:t>
            </w:r>
          </w:p>
        </w:tc>
        <w:tc>
          <w:tcPr>
            <w:tcW w:w="1120" w:type="dxa"/>
            <w:noWrap/>
            <w:hideMark/>
          </w:tcPr>
          <w:p w14:paraId="3FBF086A" w14:textId="77777777" w:rsidR="00E86CF1" w:rsidRPr="00E86CF1" w:rsidRDefault="00E86CF1">
            <w:r w:rsidRPr="00E86CF1">
              <w:t> </w:t>
            </w:r>
          </w:p>
        </w:tc>
      </w:tr>
      <w:tr w:rsidR="00E86CF1" w:rsidRPr="00E86CF1" w14:paraId="65BF4051" w14:textId="77777777" w:rsidTr="00E86CF1">
        <w:trPr>
          <w:trHeight w:val="290"/>
        </w:trPr>
        <w:tc>
          <w:tcPr>
            <w:tcW w:w="756" w:type="dxa"/>
            <w:noWrap/>
            <w:hideMark/>
          </w:tcPr>
          <w:p w14:paraId="453B28CF" w14:textId="77777777" w:rsidR="00E86CF1" w:rsidRPr="00E86CF1" w:rsidRDefault="00E86CF1" w:rsidP="00E86CF1">
            <w:r w:rsidRPr="00E86CF1">
              <w:t>9</w:t>
            </w:r>
          </w:p>
        </w:tc>
        <w:tc>
          <w:tcPr>
            <w:tcW w:w="2853" w:type="dxa"/>
            <w:noWrap/>
            <w:hideMark/>
          </w:tcPr>
          <w:p w14:paraId="09995895" w14:textId="77777777" w:rsidR="00E86CF1" w:rsidRPr="00E86CF1" w:rsidRDefault="00E86CF1">
            <w:pPr>
              <w:jc w:val="left"/>
            </w:pPr>
            <w:r w:rsidRPr="00E86CF1">
              <w:t>PVC Pipe 100mm</w:t>
            </w:r>
          </w:p>
        </w:tc>
        <w:tc>
          <w:tcPr>
            <w:tcW w:w="591" w:type="dxa"/>
            <w:noWrap/>
            <w:hideMark/>
          </w:tcPr>
          <w:p w14:paraId="5AE7F543" w14:textId="77777777" w:rsidR="00E86CF1" w:rsidRPr="00E86CF1" w:rsidRDefault="00E86CF1" w:rsidP="00E86CF1">
            <w:r w:rsidRPr="00E86CF1">
              <w:t>2</w:t>
            </w:r>
          </w:p>
        </w:tc>
        <w:tc>
          <w:tcPr>
            <w:tcW w:w="960" w:type="dxa"/>
            <w:noWrap/>
            <w:hideMark/>
          </w:tcPr>
          <w:p w14:paraId="0FB900D5" w14:textId="77777777" w:rsidR="00E86CF1" w:rsidRPr="00E86CF1" w:rsidRDefault="00E86CF1" w:rsidP="00E86CF1">
            <w:pPr>
              <w:jc w:val="left"/>
            </w:pPr>
            <w:r w:rsidRPr="00E86CF1">
              <w:t>lengths</w:t>
            </w:r>
          </w:p>
        </w:tc>
        <w:tc>
          <w:tcPr>
            <w:tcW w:w="1000" w:type="dxa"/>
            <w:noWrap/>
            <w:hideMark/>
          </w:tcPr>
          <w:p w14:paraId="476197A9" w14:textId="77777777" w:rsidR="00E86CF1" w:rsidRPr="00E86CF1" w:rsidRDefault="00E86CF1">
            <w:pPr>
              <w:jc w:val="left"/>
            </w:pPr>
            <w:r w:rsidRPr="00E86CF1">
              <w:t> </w:t>
            </w:r>
          </w:p>
        </w:tc>
        <w:tc>
          <w:tcPr>
            <w:tcW w:w="1120" w:type="dxa"/>
            <w:noWrap/>
            <w:hideMark/>
          </w:tcPr>
          <w:p w14:paraId="060415A6" w14:textId="77777777" w:rsidR="00E86CF1" w:rsidRPr="00E86CF1" w:rsidRDefault="00E86CF1">
            <w:r w:rsidRPr="00E86CF1">
              <w:t> </w:t>
            </w:r>
          </w:p>
        </w:tc>
      </w:tr>
      <w:tr w:rsidR="00E86CF1" w:rsidRPr="00E86CF1" w14:paraId="0C6913C7" w14:textId="77777777" w:rsidTr="00E86CF1">
        <w:trPr>
          <w:trHeight w:val="290"/>
        </w:trPr>
        <w:tc>
          <w:tcPr>
            <w:tcW w:w="756" w:type="dxa"/>
            <w:noWrap/>
            <w:hideMark/>
          </w:tcPr>
          <w:p w14:paraId="75135A69" w14:textId="77777777" w:rsidR="00E86CF1" w:rsidRPr="00E86CF1" w:rsidRDefault="00E86CF1" w:rsidP="00E86CF1">
            <w:r w:rsidRPr="00E86CF1">
              <w:t>10</w:t>
            </w:r>
          </w:p>
        </w:tc>
        <w:tc>
          <w:tcPr>
            <w:tcW w:w="2853" w:type="dxa"/>
            <w:noWrap/>
            <w:hideMark/>
          </w:tcPr>
          <w:p w14:paraId="02805912" w14:textId="77777777" w:rsidR="00E86CF1" w:rsidRPr="00E86CF1" w:rsidRDefault="00E86CF1">
            <w:pPr>
              <w:jc w:val="left"/>
            </w:pPr>
            <w:r w:rsidRPr="00E86CF1">
              <w:t>hand saw</w:t>
            </w:r>
          </w:p>
        </w:tc>
        <w:tc>
          <w:tcPr>
            <w:tcW w:w="591" w:type="dxa"/>
            <w:noWrap/>
            <w:hideMark/>
          </w:tcPr>
          <w:p w14:paraId="10E5C2CF" w14:textId="77777777" w:rsidR="00E86CF1" w:rsidRPr="00E86CF1" w:rsidRDefault="00E86CF1" w:rsidP="00E86CF1">
            <w:r w:rsidRPr="00E86CF1">
              <w:t>1</w:t>
            </w:r>
          </w:p>
        </w:tc>
        <w:tc>
          <w:tcPr>
            <w:tcW w:w="960" w:type="dxa"/>
            <w:noWrap/>
            <w:hideMark/>
          </w:tcPr>
          <w:p w14:paraId="596F4CAD" w14:textId="77777777" w:rsidR="00E86CF1" w:rsidRPr="00E86CF1" w:rsidRDefault="00E86CF1" w:rsidP="00E86CF1">
            <w:pPr>
              <w:jc w:val="left"/>
            </w:pPr>
            <w:r w:rsidRPr="00E86CF1">
              <w:t>nos</w:t>
            </w:r>
          </w:p>
        </w:tc>
        <w:tc>
          <w:tcPr>
            <w:tcW w:w="1000" w:type="dxa"/>
            <w:noWrap/>
            <w:hideMark/>
          </w:tcPr>
          <w:p w14:paraId="1DDD72A6" w14:textId="77777777" w:rsidR="00E86CF1" w:rsidRPr="00E86CF1" w:rsidRDefault="00E86CF1">
            <w:pPr>
              <w:jc w:val="left"/>
            </w:pPr>
            <w:r w:rsidRPr="00E86CF1">
              <w:t> </w:t>
            </w:r>
          </w:p>
        </w:tc>
        <w:tc>
          <w:tcPr>
            <w:tcW w:w="1120" w:type="dxa"/>
            <w:noWrap/>
            <w:hideMark/>
          </w:tcPr>
          <w:p w14:paraId="53841010" w14:textId="77777777" w:rsidR="00E86CF1" w:rsidRPr="00E86CF1" w:rsidRDefault="00E86CF1">
            <w:r w:rsidRPr="00E86CF1">
              <w:t> </w:t>
            </w:r>
          </w:p>
        </w:tc>
      </w:tr>
      <w:tr w:rsidR="00E86CF1" w:rsidRPr="00E86CF1" w14:paraId="7D4125DF" w14:textId="77777777" w:rsidTr="00E86CF1">
        <w:trPr>
          <w:trHeight w:val="290"/>
        </w:trPr>
        <w:tc>
          <w:tcPr>
            <w:tcW w:w="756" w:type="dxa"/>
            <w:noWrap/>
            <w:hideMark/>
          </w:tcPr>
          <w:p w14:paraId="3628643A" w14:textId="77777777" w:rsidR="00E86CF1" w:rsidRPr="00E86CF1" w:rsidRDefault="00E86CF1" w:rsidP="00E86CF1">
            <w:r w:rsidRPr="00E86CF1">
              <w:t>11</w:t>
            </w:r>
          </w:p>
        </w:tc>
        <w:tc>
          <w:tcPr>
            <w:tcW w:w="2853" w:type="dxa"/>
            <w:noWrap/>
            <w:hideMark/>
          </w:tcPr>
          <w:p w14:paraId="4699E1FB" w14:textId="77777777" w:rsidR="00E86CF1" w:rsidRPr="00E86CF1" w:rsidRDefault="00E86CF1">
            <w:pPr>
              <w:jc w:val="left"/>
            </w:pPr>
            <w:r w:rsidRPr="00E86CF1">
              <w:t xml:space="preserve">Tape measure 50mtr </w:t>
            </w:r>
          </w:p>
        </w:tc>
        <w:tc>
          <w:tcPr>
            <w:tcW w:w="591" w:type="dxa"/>
            <w:noWrap/>
            <w:hideMark/>
          </w:tcPr>
          <w:p w14:paraId="187F3D04" w14:textId="77777777" w:rsidR="00E86CF1" w:rsidRPr="00E86CF1" w:rsidRDefault="00E86CF1" w:rsidP="00E86CF1">
            <w:r w:rsidRPr="00E86CF1">
              <w:t>1</w:t>
            </w:r>
          </w:p>
        </w:tc>
        <w:tc>
          <w:tcPr>
            <w:tcW w:w="960" w:type="dxa"/>
            <w:noWrap/>
            <w:hideMark/>
          </w:tcPr>
          <w:p w14:paraId="64548C55" w14:textId="77777777" w:rsidR="00E86CF1" w:rsidRPr="00E86CF1" w:rsidRDefault="00E86CF1" w:rsidP="00E86CF1">
            <w:pPr>
              <w:jc w:val="left"/>
            </w:pPr>
            <w:r w:rsidRPr="00E86CF1">
              <w:t>nos</w:t>
            </w:r>
          </w:p>
        </w:tc>
        <w:tc>
          <w:tcPr>
            <w:tcW w:w="1000" w:type="dxa"/>
            <w:noWrap/>
            <w:hideMark/>
          </w:tcPr>
          <w:p w14:paraId="1A987678" w14:textId="77777777" w:rsidR="00E86CF1" w:rsidRPr="00E86CF1" w:rsidRDefault="00E86CF1">
            <w:pPr>
              <w:jc w:val="left"/>
            </w:pPr>
            <w:r w:rsidRPr="00E86CF1">
              <w:t> </w:t>
            </w:r>
          </w:p>
        </w:tc>
        <w:tc>
          <w:tcPr>
            <w:tcW w:w="1120" w:type="dxa"/>
            <w:noWrap/>
            <w:hideMark/>
          </w:tcPr>
          <w:p w14:paraId="6605880C" w14:textId="77777777" w:rsidR="00E86CF1" w:rsidRPr="00E86CF1" w:rsidRDefault="00E86CF1">
            <w:r w:rsidRPr="00E86CF1">
              <w:t> </w:t>
            </w:r>
          </w:p>
        </w:tc>
      </w:tr>
      <w:tr w:rsidR="00E86CF1" w:rsidRPr="00E86CF1" w14:paraId="36E6AE82" w14:textId="77777777" w:rsidTr="00E86CF1">
        <w:trPr>
          <w:trHeight w:val="290"/>
        </w:trPr>
        <w:tc>
          <w:tcPr>
            <w:tcW w:w="756" w:type="dxa"/>
            <w:noWrap/>
            <w:hideMark/>
          </w:tcPr>
          <w:p w14:paraId="4756E355" w14:textId="77777777" w:rsidR="00E86CF1" w:rsidRPr="00E86CF1" w:rsidRDefault="00E86CF1" w:rsidP="00E86CF1">
            <w:r w:rsidRPr="00E86CF1">
              <w:lastRenderedPageBreak/>
              <w:t>12</w:t>
            </w:r>
          </w:p>
        </w:tc>
        <w:tc>
          <w:tcPr>
            <w:tcW w:w="2853" w:type="dxa"/>
            <w:noWrap/>
            <w:hideMark/>
          </w:tcPr>
          <w:p w14:paraId="6B5C0F84" w14:textId="77777777" w:rsidR="00E86CF1" w:rsidRPr="00E86CF1" w:rsidRDefault="00E86CF1">
            <w:pPr>
              <w:jc w:val="left"/>
            </w:pPr>
            <w:r w:rsidRPr="00E86CF1">
              <w:t>Tape measure 8mtr</w:t>
            </w:r>
          </w:p>
        </w:tc>
        <w:tc>
          <w:tcPr>
            <w:tcW w:w="591" w:type="dxa"/>
            <w:noWrap/>
            <w:hideMark/>
          </w:tcPr>
          <w:p w14:paraId="45CC1A69" w14:textId="77777777" w:rsidR="00E86CF1" w:rsidRPr="00E86CF1" w:rsidRDefault="00E86CF1" w:rsidP="00E86CF1">
            <w:r w:rsidRPr="00E86CF1">
              <w:t>1</w:t>
            </w:r>
          </w:p>
        </w:tc>
        <w:tc>
          <w:tcPr>
            <w:tcW w:w="960" w:type="dxa"/>
            <w:noWrap/>
            <w:hideMark/>
          </w:tcPr>
          <w:p w14:paraId="421E17DE" w14:textId="77777777" w:rsidR="00E86CF1" w:rsidRPr="00E86CF1" w:rsidRDefault="00E86CF1" w:rsidP="00E86CF1">
            <w:pPr>
              <w:jc w:val="left"/>
            </w:pPr>
            <w:r w:rsidRPr="00E86CF1">
              <w:t>nos</w:t>
            </w:r>
          </w:p>
        </w:tc>
        <w:tc>
          <w:tcPr>
            <w:tcW w:w="1000" w:type="dxa"/>
            <w:noWrap/>
            <w:hideMark/>
          </w:tcPr>
          <w:p w14:paraId="178684CE" w14:textId="77777777" w:rsidR="00E86CF1" w:rsidRPr="00E86CF1" w:rsidRDefault="00E86CF1">
            <w:pPr>
              <w:jc w:val="left"/>
            </w:pPr>
            <w:r w:rsidRPr="00E86CF1">
              <w:t> </w:t>
            </w:r>
          </w:p>
        </w:tc>
        <w:tc>
          <w:tcPr>
            <w:tcW w:w="1120" w:type="dxa"/>
            <w:noWrap/>
            <w:hideMark/>
          </w:tcPr>
          <w:p w14:paraId="1EA18E8E" w14:textId="77777777" w:rsidR="00E86CF1" w:rsidRPr="00E86CF1" w:rsidRDefault="00E86CF1">
            <w:r w:rsidRPr="00E86CF1">
              <w:t> </w:t>
            </w:r>
          </w:p>
        </w:tc>
      </w:tr>
      <w:tr w:rsidR="00E86CF1" w:rsidRPr="00E86CF1" w14:paraId="57FACAB3" w14:textId="77777777" w:rsidTr="00E86CF1">
        <w:trPr>
          <w:trHeight w:val="290"/>
        </w:trPr>
        <w:tc>
          <w:tcPr>
            <w:tcW w:w="756" w:type="dxa"/>
            <w:noWrap/>
            <w:hideMark/>
          </w:tcPr>
          <w:p w14:paraId="4AC191A9" w14:textId="77777777" w:rsidR="00E86CF1" w:rsidRPr="00E86CF1" w:rsidRDefault="00E86CF1" w:rsidP="00E86CF1">
            <w:r w:rsidRPr="00E86CF1">
              <w:t>13</w:t>
            </w:r>
          </w:p>
        </w:tc>
        <w:tc>
          <w:tcPr>
            <w:tcW w:w="2853" w:type="dxa"/>
            <w:noWrap/>
            <w:hideMark/>
          </w:tcPr>
          <w:p w14:paraId="7EFDD177" w14:textId="77777777" w:rsidR="00E86CF1" w:rsidRPr="00E86CF1" w:rsidRDefault="00E86CF1">
            <w:pPr>
              <w:jc w:val="left"/>
            </w:pPr>
            <w:r w:rsidRPr="00E86CF1">
              <w:t>Bench bar</w:t>
            </w:r>
          </w:p>
        </w:tc>
        <w:tc>
          <w:tcPr>
            <w:tcW w:w="591" w:type="dxa"/>
            <w:noWrap/>
            <w:hideMark/>
          </w:tcPr>
          <w:p w14:paraId="6A59B099" w14:textId="77777777" w:rsidR="00E86CF1" w:rsidRPr="00E86CF1" w:rsidRDefault="00E86CF1" w:rsidP="00E86CF1">
            <w:r w:rsidRPr="00E86CF1">
              <w:t>1</w:t>
            </w:r>
          </w:p>
        </w:tc>
        <w:tc>
          <w:tcPr>
            <w:tcW w:w="960" w:type="dxa"/>
            <w:noWrap/>
            <w:hideMark/>
          </w:tcPr>
          <w:p w14:paraId="0DD8CCDB" w14:textId="77777777" w:rsidR="00E86CF1" w:rsidRPr="00E86CF1" w:rsidRDefault="00E86CF1" w:rsidP="00E86CF1">
            <w:pPr>
              <w:jc w:val="left"/>
            </w:pPr>
            <w:r w:rsidRPr="00E86CF1">
              <w:t>nos</w:t>
            </w:r>
          </w:p>
        </w:tc>
        <w:tc>
          <w:tcPr>
            <w:tcW w:w="1000" w:type="dxa"/>
            <w:noWrap/>
            <w:hideMark/>
          </w:tcPr>
          <w:p w14:paraId="513796EB" w14:textId="77777777" w:rsidR="00E86CF1" w:rsidRPr="00E86CF1" w:rsidRDefault="00E86CF1">
            <w:pPr>
              <w:jc w:val="left"/>
            </w:pPr>
            <w:r w:rsidRPr="00E86CF1">
              <w:t> </w:t>
            </w:r>
          </w:p>
        </w:tc>
        <w:tc>
          <w:tcPr>
            <w:tcW w:w="1120" w:type="dxa"/>
            <w:noWrap/>
            <w:hideMark/>
          </w:tcPr>
          <w:p w14:paraId="5CA59966" w14:textId="77777777" w:rsidR="00E86CF1" w:rsidRPr="00E86CF1" w:rsidRDefault="00E86CF1">
            <w:r w:rsidRPr="00E86CF1">
              <w:t> </w:t>
            </w:r>
          </w:p>
        </w:tc>
      </w:tr>
      <w:tr w:rsidR="00E86CF1" w:rsidRPr="00E86CF1" w14:paraId="04AC4DAD" w14:textId="77777777" w:rsidTr="00E86CF1">
        <w:trPr>
          <w:trHeight w:val="290"/>
        </w:trPr>
        <w:tc>
          <w:tcPr>
            <w:tcW w:w="756" w:type="dxa"/>
            <w:noWrap/>
            <w:hideMark/>
          </w:tcPr>
          <w:p w14:paraId="4B3F1D67" w14:textId="77777777" w:rsidR="00E86CF1" w:rsidRPr="00E86CF1" w:rsidRDefault="00E86CF1" w:rsidP="00E86CF1">
            <w:r w:rsidRPr="00E86CF1">
              <w:t>14</w:t>
            </w:r>
          </w:p>
        </w:tc>
        <w:tc>
          <w:tcPr>
            <w:tcW w:w="2853" w:type="dxa"/>
            <w:noWrap/>
            <w:hideMark/>
          </w:tcPr>
          <w:p w14:paraId="4F57D33B" w14:textId="77777777" w:rsidR="00E86CF1" w:rsidRPr="00E86CF1" w:rsidRDefault="00E86CF1">
            <w:pPr>
              <w:jc w:val="left"/>
            </w:pPr>
            <w:r w:rsidRPr="00E86CF1">
              <w:t>shovels</w:t>
            </w:r>
          </w:p>
        </w:tc>
        <w:tc>
          <w:tcPr>
            <w:tcW w:w="591" w:type="dxa"/>
            <w:noWrap/>
            <w:hideMark/>
          </w:tcPr>
          <w:p w14:paraId="774F5DF7" w14:textId="2DC25E1C" w:rsidR="00E86CF1" w:rsidRPr="00E86CF1" w:rsidRDefault="008E4523" w:rsidP="00E86CF1">
            <w:r>
              <w:t>11</w:t>
            </w:r>
          </w:p>
        </w:tc>
        <w:tc>
          <w:tcPr>
            <w:tcW w:w="960" w:type="dxa"/>
            <w:noWrap/>
            <w:hideMark/>
          </w:tcPr>
          <w:p w14:paraId="3AD4BD46" w14:textId="77777777" w:rsidR="00E86CF1" w:rsidRPr="00E86CF1" w:rsidRDefault="00E86CF1" w:rsidP="00E86CF1">
            <w:pPr>
              <w:jc w:val="left"/>
            </w:pPr>
            <w:r w:rsidRPr="00E86CF1">
              <w:t>pcs</w:t>
            </w:r>
          </w:p>
        </w:tc>
        <w:tc>
          <w:tcPr>
            <w:tcW w:w="1000" w:type="dxa"/>
            <w:noWrap/>
            <w:hideMark/>
          </w:tcPr>
          <w:p w14:paraId="0E6DF9AE" w14:textId="77777777" w:rsidR="00E86CF1" w:rsidRPr="00E86CF1" w:rsidRDefault="00E86CF1">
            <w:pPr>
              <w:jc w:val="left"/>
            </w:pPr>
            <w:r w:rsidRPr="00E86CF1">
              <w:t> </w:t>
            </w:r>
          </w:p>
        </w:tc>
        <w:tc>
          <w:tcPr>
            <w:tcW w:w="1120" w:type="dxa"/>
            <w:noWrap/>
            <w:hideMark/>
          </w:tcPr>
          <w:p w14:paraId="2C10341F" w14:textId="77777777" w:rsidR="00E86CF1" w:rsidRPr="00E86CF1" w:rsidRDefault="00E86CF1">
            <w:r w:rsidRPr="00E86CF1">
              <w:t> </w:t>
            </w:r>
          </w:p>
        </w:tc>
      </w:tr>
      <w:tr w:rsidR="00E86CF1" w:rsidRPr="00E86CF1" w14:paraId="4A262488" w14:textId="77777777" w:rsidTr="00E86CF1">
        <w:trPr>
          <w:trHeight w:val="290"/>
        </w:trPr>
        <w:tc>
          <w:tcPr>
            <w:tcW w:w="756" w:type="dxa"/>
            <w:noWrap/>
            <w:hideMark/>
          </w:tcPr>
          <w:p w14:paraId="612C931A" w14:textId="77777777" w:rsidR="00E86CF1" w:rsidRPr="00E86CF1" w:rsidRDefault="00E86CF1" w:rsidP="00E86CF1">
            <w:r w:rsidRPr="00E86CF1">
              <w:t>15</w:t>
            </w:r>
          </w:p>
        </w:tc>
        <w:tc>
          <w:tcPr>
            <w:tcW w:w="2853" w:type="dxa"/>
            <w:noWrap/>
            <w:hideMark/>
          </w:tcPr>
          <w:p w14:paraId="06144190" w14:textId="77777777" w:rsidR="00E86CF1" w:rsidRPr="00E86CF1" w:rsidRDefault="00E86CF1">
            <w:pPr>
              <w:jc w:val="left"/>
            </w:pPr>
            <w:r w:rsidRPr="00E86CF1">
              <w:t>hammers</w:t>
            </w:r>
          </w:p>
        </w:tc>
        <w:tc>
          <w:tcPr>
            <w:tcW w:w="591" w:type="dxa"/>
            <w:noWrap/>
            <w:hideMark/>
          </w:tcPr>
          <w:p w14:paraId="5223E11E" w14:textId="77777777" w:rsidR="00E86CF1" w:rsidRPr="00E86CF1" w:rsidRDefault="00E86CF1" w:rsidP="00E86CF1">
            <w:r w:rsidRPr="00E86CF1">
              <w:t>1</w:t>
            </w:r>
          </w:p>
        </w:tc>
        <w:tc>
          <w:tcPr>
            <w:tcW w:w="960" w:type="dxa"/>
            <w:noWrap/>
            <w:hideMark/>
          </w:tcPr>
          <w:p w14:paraId="45801164" w14:textId="77777777" w:rsidR="00E86CF1" w:rsidRPr="00E86CF1" w:rsidRDefault="00E86CF1" w:rsidP="00E86CF1">
            <w:pPr>
              <w:jc w:val="left"/>
            </w:pPr>
            <w:r w:rsidRPr="00E86CF1">
              <w:t>pcs</w:t>
            </w:r>
          </w:p>
        </w:tc>
        <w:tc>
          <w:tcPr>
            <w:tcW w:w="1000" w:type="dxa"/>
            <w:noWrap/>
            <w:hideMark/>
          </w:tcPr>
          <w:p w14:paraId="5D280CD5" w14:textId="77777777" w:rsidR="00E86CF1" w:rsidRPr="00E86CF1" w:rsidRDefault="00E86CF1">
            <w:pPr>
              <w:jc w:val="left"/>
            </w:pPr>
            <w:r w:rsidRPr="00E86CF1">
              <w:t> </w:t>
            </w:r>
          </w:p>
        </w:tc>
        <w:tc>
          <w:tcPr>
            <w:tcW w:w="1120" w:type="dxa"/>
            <w:noWrap/>
            <w:hideMark/>
          </w:tcPr>
          <w:p w14:paraId="6481299C" w14:textId="77777777" w:rsidR="00E86CF1" w:rsidRPr="00E86CF1" w:rsidRDefault="00E86CF1">
            <w:r w:rsidRPr="00E86CF1">
              <w:t> </w:t>
            </w:r>
          </w:p>
        </w:tc>
      </w:tr>
      <w:tr w:rsidR="00E86CF1" w:rsidRPr="00E86CF1" w14:paraId="14647201" w14:textId="77777777" w:rsidTr="00E86CF1">
        <w:trPr>
          <w:trHeight w:val="290"/>
        </w:trPr>
        <w:tc>
          <w:tcPr>
            <w:tcW w:w="756" w:type="dxa"/>
            <w:noWrap/>
            <w:hideMark/>
          </w:tcPr>
          <w:p w14:paraId="34544D99" w14:textId="77777777" w:rsidR="00E86CF1" w:rsidRPr="00E86CF1" w:rsidRDefault="00E86CF1" w:rsidP="00E86CF1">
            <w:r w:rsidRPr="00E86CF1">
              <w:t>16</w:t>
            </w:r>
          </w:p>
        </w:tc>
        <w:tc>
          <w:tcPr>
            <w:tcW w:w="2853" w:type="dxa"/>
            <w:noWrap/>
            <w:hideMark/>
          </w:tcPr>
          <w:p w14:paraId="2131B868" w14:textId="77777777" w:rsidR="00E86CF1" w:rsidRPr="00E86CF1" w:rsidRDefault="00E86CF1">
            <w:pPr>
              <w:jc w:val="left"/>
            </w:pPr>
            <w:r w:rsidRPr="00E86CF1">
              <w:t xml:space="preserve"> wheel barrow</w:t>
            </w:r>
          </w:p>
        </w:tc>
        <w:tc>
          <w:tcPr>
            <w:tcW w:w="591" w:type="dxa"/>
            <w:noWrap/>
            <w:hideMark/>
          </w:tcPr>
          <w:p w14:paraId="0B7C2EBF" w14:textId="77777777" w:rsidR="00E86CF1" w:rsidRPr="00E86CF1" w:rsidRDefault="00E86CF1" w:rsidP="00E86CF1">
            <w:r w:rsidRPr="00E86CF1">
              <w:t>3</w:t>
            </w:r>
          </w:p>
        </w:tc>
        <w:tc>
          <w:tcPr>
            <w:tcW w:w="960" w:type="dxa"/>
            <w:noWrap/>
            <w:hideMark/>
          </w:tcPr>
          <w:p w14:paraId="361A1B5F" w14:textId="77777777" w:rsidR="00E86CF1" w:rsidRPr="00E86CF1" w:rsidRDefault="00E86CF1" w:rsidP="00E86CF1">
            <w:pPr>
              <w:jc w:val="left"/>
            </w:pPr>
            <w:r w:rsidRPr="00E86CF1">
              <w:t>nos</w:t>
            </w:r>
          </w:p>
        </w:tc>
        <w:tc>
          <w:tcPr>
            <w:tcW w:w="1000" w:type="dxa"/>
            <w:noWrap/>
            <w:hideMark/>
          </w:tcPr>
          <w:p w14:paraId="2298D804" w14:textId="77777777" w:rsidR="00E86CF1" w:rsidRPr="00E86CF1" w:rsidRDefault="00E86CF1">
            <w:pPr>
              <w:jc w:val="left"/>
            </w:pPr>
            <w:r w:rsidRPr="00E86CF1">
              <w:t> </w:t>
            </w:r>
          </w:p>
        </w:tc>
        <w:tc>
          <w:tcPr>
            <w:tcW w:w="1120" w:type="dxa"/>
            <w:noWrap/>
            <w:hideMark/>
          </w:tcPr>
          <w:p w14:paraId="5CA3D663" w14:textId="77777777" w:rsidR="00E86CF1" w:rsidRPr="00E86CF1" w:rsidRDefault="00E86CF1">
            <w:r w:rsidRPr="00E86CF1">
              <w:t> </w:t>
            </w:r>
          </w:p>
        </w:tc>
      </w:tr>
      <w:tr w:rsidR="00E86CF1" w:rsidRPr="00E86CF1" w14:paraId="5B1E6C5E" w14:textId="77777777" w:rsidTr="00E86CF1">
        <w:trPr>
          <w:trHeight w:val="290"/>
        </w:trPr>
        <w:tc>
          <w:tcPr>
            <w:tcW w:w="756" w:type="dxa"/>
            <w:noWrap/>
            <w:hideMark/>
          </w:tcPr>
          <w:p w14:paraId="6C764243" w14:textId="77777777" w:rsidR="00E86CF1" w:rsidRPr="00E86CF1" w:rsidRDefault="00E86CF1" w:rsidP="00E86CF1">
            <w:r w:rsidRPr="00E86CF1">
              <w:t>17</w:t>
            </w:r>
          </w:p>
        </w:tc>
        <w:tc>
          <w:tcPr>
            <w:tcW w:w="2853" w:type="dxa"/>
            <w:noWrap/>
            <w:hideMark/>
          </w:tcPr>
          <w:p w14:paraId="0FD9037F" w14:textId="77777777" w:rsidR="00E86CF1" w:rsidRPr="00E86CF1" w:rsidRDefault="00E86CF1">
            <w:pPr>
              <w:jc w:val="left"/>
            </w:pPr>
            <w:r w:rsidRPr="00E86CF1">
              <w:t>crow bar</w:t>
            </w:r>
          </w:p>
        </w:tc>
        <w:tc>
          <w:tcPr>
            <w:tcW w:w="591" w:type="dxa"/>
            <w:noWrap/>
            <w:hideMark/>
          </w:tcPr>
          <w:p w14:paraId="1367DC0E" w14:textId="77777777" w:rsidR="00E86CF1" w:rsidRPr="00E86CF1" w:rsidRDefault="00E86CF1" w:rsidP="00E86CF1">
            <w:r w:rsidRPr="00E86CF1">
              <w:t>1</w:t>
            </w:r>
          </w:p>
        </w:tc>
        <w:tc>
          <w:tcPr>
            <w:tcW w:w="960" w:type="dxa"/>
            <w:noWrap/>
            <w:hideMark/>
          </w:tcPr>
          <w:p w14:paraId="1271D26A" w14:textId="77777777" w:rsidR="00E86CF1" w:rsidRPr="00E86CF1" w:rsidRDefault="00E86CF1" w:rsidP="00E86CF1">
            <w:pPr>
              <w:jc w:val="left"/>
            </w:pPr>
            <w:r w:rsidRPr="00E86CF1">
              <w:t>pcs</w:t>
            </w:r>
          </w:p>
        </w:tc>
        <w:tc>
          <w:tcPr>
            <w:tcW w:w="1000" w:type="dxa"/>
            <w:noWrap/>
            <w:hideMark/>
          </w:tcPr>
          <w:p w14:paraId="33A1F15E" w14:textId="77777777" w:rsidR="00E86CF1" w:rsidRPr="00E86CF1" w:rsidRDefault="00E86CF1">
            <w:pPr>
              <w:jc w:val="left"/>
            </w:pPr>
            <w:r w:rsidRPr="00E86CF1">
              <w:t> </w:t>
            </w:r>
          </w:p>
        </w:tc>
        <w:tc>
          <w:tcPr>
            <w:tcW w:w="1120" w:type="dxa"/>
            <w:noWrap/>
            <w:hideMark/>
          </w:tcPr>
          <w:p w14:paraId="66B57A37" w14:textId="77777777" w:rsidR="00E86CF1" w:rsidRPr="00E86CF1" w:rsidRDefault="00E86CF1">
            <w:r w:rsidRPr="00E86CF1">
              <w:t> </w:t>
            </w:r>
          </w:p>
        </w:tc>
      </w:tr>
      <w:tr w:rsidR="00E86CF1" w:rsidRPr="00E86CF1" w14:paraId="392BA105" w14:textId="77777777" w:rsidTr="00E86CF1">
        <w:trPr>
          <w:trHeight w:val="290"/>
        </w:trPr>
        <w:tc>
          <w:tcPr>
            <w:tcW w:w="756" w:type="dxa"/>
            <w:noWrap/>
            <w:hideMark/>
          </w:tcPr>
          <w:p w14:paraId="39302A91" w14:textId="77777777" w:rsidR="00E86CF1" w:rsidRPr="00E86CF1" w:rsidRDefault="00E86CF1" w:rsidP="00E86CF1">
            <w:pPr>
              <w:rPr>
                <w:b/>
                <w:bCs/>
              </w:rPr>
            </w:pPr>
            <w:r w:rsidRPr="00E86CF1">
              <w:rPr>
                <w:b/>
                <w:bCs/>
              </w:rPr>
              <w:t> </w:t>
            </w:r>
          </w:p>
        </w:tc>
        <w:tc>
          <w:tcPr>
            <w:tcW w:w="2853" w:type="dxa"/>
            <w:noWrap/>
            <w:hideMark/>
          </w:tcPr>
          <w:p w14:paraId="07DDBD0B" w14:textId="77777777" w:rsidR="00E86CF1" w:rsidRPr="00E86CF1" w:rsidRDefault="00E86CF1">
            <w:pPr>
              <w:jc w:val="left"/>
              <w:rPr>
                <w:b/>
                <w:bCs/>
              </w:rPr>
            </w:pPr>
            <w:r w:rsidRPr="00E86CF1">
              <w:rPr>
                <w:b/>
                <w:bCs/>
              </w:rPr>
              <w:t xml:space="preserve">Total cost </w:t>
            </w:r>
          </w:p>
        </w:tc>
        <w:tc>
          <w:tcPr>
            <w:tcW w:w="591" w:type="dxa"/>
            <w:noWrap/>
            <w:hideMark/>
          </w:tcPr>
          <w:p w14:paraId="60AA0398" w14:textId="77777777" w:rsidR="00E86CF1" w:rsidRPr="00E86CF1" w:rsidRDefault="00E86CF1" w:rsidP="00E86CF1">
            <w:pPr>
              <w:rPr>
                <w:b/>
                <w:bCs/>
              </w:rPr>
            </w:pPr>
            <w:r w:rsidRPr="00E86CF1">
              <w:rPr>
                <w:b/>
                <w:bCs/>
              </w:rPr>
              <w:t> </w:t>
            </w:r>
          </w:p>
        </w:tc>
        <w:tc>
          <w:tcPr>
            <w:tcW w:w="960" w:type="dxa"/>
            <w:noWrap/>
            <w:hideMark/>
          </w:tcPr>
          <w:p w14:paraId="7558CBB0" w14:textId="77777777" w:rsidR="00E86CF1" w:rsidRPr="00E86CF1" w:rsidRDefault="00E86CF1" w:rsidP="00E86CF1">
            <w:pPr>
              <w:jc w:val="left"/>
              <w:rPr>
                <w:b/>
                <w:bCs/>
              </w:rPr>
            </w:pPr>
            <w:r w:rsidRPr="00E86CF1">
              <w:rPr>
                <w:b/>
                <w:bCs/>
              </w:rPr>
              <w:t> </w:t>
            </w:r>
          </w:p>
        </w:tc>
        <w:tc>
          <w:tcPr>
            <w:tcW w:w="1000" w:type="dxa"/>
            <w:noWrap/>
            <w:hideMark/>
          </w:tcPr>
          <w:p w14:paraId="6A8B073C" w14:textId="77777777" w:rsidR="00E86CF1" w:rsidRPr="00E86CF1" w:rsidRDefault="00E86CF1">
            <w:pPr>
              <w:jc w:val="left"/>
              <w:rPr>
                <w:b/>
                <w:bCs/>
              </w:rPr>
            </w:pPr>
            <w:r w:rsidRPr="00E86CF1">
              <w:rPr>
                <w:b/>
                <w:bCs/>
              </w:rPr>
              <w:t> </w:t>
            </w:r>
          </w:p>
        </w:tc>
        <w:tc>
          <w:tcPr>
            <w:tcW w:w="1120" w:type="dxa"/>
            <w:noWrap/>
            <w:hideMark/>
          </w:tcPr>
          <w:p w14:paraId="72A18301" w14:textId="77777777" w:rsidR="00E86CF1" w:rsidRPr="00E86CF1" w:rsidRDefault="00E86CF1">
            <w:pPr>
              <w:rPr>
                <w:b/>
                <w:bCs/>
              </w:rPr>
            </w:pPr>
            <w:r w:rsidRPr="00E86CF1">
              <w:rPr>
                <w:b/>
                <w:bCs/>
              </w:rPr>
              <w:t> </w:t>
            </w:r>
          </w:p>
        </w:tc>
      </w:tr>
      <w:tr w:rsidR="00E86CF1" w:rsidRPr="00E86CF1" w14:paraId="4B5B9DE8" w14:textId="77777777" w:rsidTr="00E86CF1">
        <w:trPr>
          <w:trHeight w:val="290"/>
        </w:trPr>
        <w:tc>
          <w:tcPr>
            <w:tcW w:w="756" w:type="dxa"/>
            <w:noWrap/>
            <w:hideMark/>
          </w:tcPr>
          <w:p w14:paraId="59CD06C5" w14:textId="77777777" w:rsidR="00E86CF1" w:rsidRPr="00E86CF1" w:rsidRDefault="00E86CF1" w:rsidP="00E86CF1">
            <w:pPr>
              <w:rPr>
                <w:b/>
                <w:bCs/>
              </w:rPr>
            </w:pPr>
            <w:r w:rsidRPr="00E86CF1">
              <w:rPr>
                <w:b/>
                <w:bCs/>
              </w:rPr>
              <w:t> </w:t>
            </w:r>
          </w:p>
        </w:tc>
        <w:tc>
          <w:tcPr>
            <w:tcW w:w="2853" w:type="dxa"/>
            <w:noWrap/>
            <w:hideMark/>
          </w:tcPr>
          <w:p w14:paraId="2989981F" w14:textId="77777777" w:rsidR="00E86CF1" w:rsidRPr="00E86CF1" w:rsidRDefault="00E86CF1">
            <w:pPr>
              <w:jc w:val="left"/>
              <w:rPr>
                <w:b/>
                <w:bCs/>
              </w:rPr>
            </w:pPr>
            <w:r w:rsidRPr="00E86CF1">
              <w:rPr>
                <w:b/>
                <w:bCs/>
              </w:rPr>
              <w:t>vat</w:t>
            </w:r>
          </w:p>
        </w:tc>
        <w:tc>
          <w:tcPr>
            <w:tcW w:w="591" w:type="dxa"/>
            <w:noWrap/>
            <w:hideMark/>
          </w:tcPr>
          <w:p w14:paraId="1E9DADF6" w14:textId="77777777" w:rsidR="00E86CF1" w:rsidRPr="00E86CF1" w:rsidRDefault="00E86CF1" w:rsidP="00E86CF1">
            <w:pPr>
              <w:rPr>
                <w:b/>
                <w:bCs/>
              </w:rPr>
            </w:pPr>
            <w:r w:rsidRPr="00E86CF1">
              <w:rPr>
                <w:b/>
                <w:bCs/>
              </w:rPr>
              <w:t> </w:t>
            </w:r>
          </w:p>
        </w:tc>
        <w:tc>
          <w:tcPr>
            <w:tcW w:w="960" w:type="dxa"/>
            <w:noWrap/>
            <w:hideMark/>
          </w:tcPr>
          <w:p w14:paraId="222781E6" w14:textId="77777777" w:rsidR="00E86CF1" w:rsidRPr="00E86CF1" w:rsidRDefault="00E86CF1" w:rsidP="00E86CF1">
            <w:pPr>
              <w:jc w:val="left"/>
              <w:rPr>
                <w:b/>
                <w:bCs/>
              </w:rPr>
            </w:pPr>
            <w:r w:rsidRPr="00E86CF1">
              <w:rPr>
                <w:b/>
                <w:bCs/>
              </w:rPr>
              <w:t> </w:t>
            </w:r>
          </w:p>
        </w:tc>
        <w:tc>
          <w:tcPr>
            <w:tcW w:w="1000" w:type="dxa"/>
            <w:noWrap/>
            <w:hideMark/>
          </w:tcPr>
          <w:p w14:paraId="60AF0BA0" w14:textId="77777777" w:rsidR="00E86CF1" w:rsidRPr="00E86CF1" w:rsidRDefault="00E86CF1">
            <w:pPr>
              <w:jc w:val="left"/>
              <w:rPr>
                <w:b/>
                <w:bCs/>
              </w:rPr>
            </w:pPr>
            <w:r w:rsidRPr="00E86CF1">
              <w:rPr>
                <w:b/>
                <w:bCs/>
              </w:rPr>
              <w:t> </w:t>
            </w:r>
          </w:p>
        </w:tc>
        <w:tc>
          <w:tcPr>
            <w:tcW w:w="1120" w:type="dxa"/>
            <w:noWrap/>
            <w:hideMark/>
          </w:tcPr>
          <w:p w14:paraId="365DE65F" w14:textId="77777777" w:rsidR="00E86CF1" w:rsidRPr="00E86CF1" w:rsidRDefault="00E86CF1">
            <w:pPr>
              <w:rPr>
                <w:b/>
                <w:bCs/>
              </w:rPr>
            </w:pPr>
            <w:r w:rsidRPr="00E86CF1">
              <w:rPr>
                <w:b/>
                <w:bCs/>
              </w:rPr>
              <w:t> </w:t>
            </w:r>
          </w:p>
        </w:tc>
      </w:tr>
      <w:tr w:rsidR="00E86CF1" w:rsidRPr="00E86CF1" w14:paraId="24CA4192" w14:textId="77777777" w:rsidTr="00E86CF1">
        <w:trPr>
          <w:trHeight w:val="290"/>
        </w:trPr>
        <w:tc>
          <w:tcPr>
            <w:tcW w:w="756" w:type="dxa"/>
            <w:noWrap/>
            <w:hideMark/>
          </w:tcPr>
          <w:p w14:paraId="14C5AD7E" w14:textId="77777777" w:rsidR="00E86CF1" w:rsidRPr="00E86CF1" w:rsidRDefault="00E86CF1" w:rsidP="00E86CF1">
            <w:pPr>
              <w:rPr>
                <w:b/>
                <w:bCs/>
              </w:rPr>
            </w:pPr>
            <w:r w:rsidRPr="00E86CF1">
              <w:rPr>
                <w:b/>
                <w:bCs/>
              </w:rPr>
              <w:t> </w:t>
            </w:r>
          </w:p>
        </w:tc>
        <w:tc>
          <w:tcPr>
            <w:tcW w:w="2853" w:type="dxa"/>
            <w:noWrap/>
            <w:hideMark/>
          </w:tcPr>
          <w:p w14:paraId="7E9D76F0" w14:textId="77777777" w:rsidR="00E86CF1" w:rsidRPr="00E86CF1" w:rsidRDefault="00E86CF1">
            <w:pPr>
              <w:jc w:val="left"/>
              <w:rPr>
                <w:b/>
                <w:bCs/>
              </w:rPr>
            </w:pPr>
            <w:r w:rsidRPr="00E86CF1">
              <w:rPr>
                <w:b/>
                <w:bCs/>
              </w:rPr>
              <w:t> </w:t>
            </w:r>
          </w:p>
        </w:tc>
        <w:tc>
          <w:tcPr>
            <w:tcW w:w="591" w:type="dxa"/>
            <w:noWrap/>
            <w:hideMark/>
          </w:tcPr>
          <w:p w14:paraId="79E8CFEB" w14:textId="77777777" w:rsidR="00E86CF1" w:rsidRPr="00E86CF1" w:rsidRDefault="00E86CF1" w:rsidP="00E86CF1">
            <w:pPr>
              <w:rPr>
                <w:b/>
                <w:bCs/>
              </w:rPr>
            </w:pPr>
            <w:r w:rsidRPr="00E86CF1">
              <w:rPr>
                <w:b/>
                <w:bCs/>
              </w:rPr>
              <w:t> </w:t>
            </w:r>
          </w:p>
        </w:tc>
        <w:tc>
          <w:tcPr>
            <w:tcW w:w="960" w:type="dxa"/>
            <w:noWrap/>
            <w:hideMark/>
          </w:tcPr>
          <w:p w14:paraId="737D5896" w14:textId="77777777" w:rsidR="00E86CF1" w:rsidRPr="00E86CF1" w:rsidRDefault="00E86CF1" w:rsidP="00E86CF1">
            <w:pPr>
              <w:jc w:val="left"/>
              <w:rPr>
                <w:b/>
                <w:bCs/>
              </w:rPr>
            </w:pPr>
            <w:r w:rsidRPr="00E86CF1">
              <w:rPr>
                <w:b/>
                <w:bCs/>
              </w:rPr>
              <w:t> </w:t>
            </w:r>
          </w:p>
        </w:tc>
        <w:tc>
          <w:tcPr>
            <w:tcW w:w="1000" w:type="dxa"/>
            <w:noWrap/>
            <w:hideMark/>
          </w:tcPr>
          <w:p w14:paraId="2ABC7A30" w14:textId="77777777" w:rsidR="00E86CF1" w:rsidRPr="00E86CF1" w:rsidRDefault="00E86CF1">
            <w:pPr>
              <w:jc w:val="left"/>
              <w:rPr>
                <w:b/>
                <w:bCs/>
              </w:rPr>
            </w:pPr>
            <w:r w:rsidRPr="00E86CF1">
              <w:rPr>
                <w:b/>
                <w:bCs/>
              </w:rPr>
              <w:t> </w:t>
            </w:r>
          </w:p>
        </w:tc>
        <w:tc>
          <w:tcPr>
            <w:tcW w:w="1120" w:type="dxa"/>
            <w:noWrap/>
            <w:hideMark/>
          </w:tcPr>
          <w:p w14:paraId="1BA85B7B" w14:textId="77777777" w:rsidR="00E86CF1" w:rsidRPr="00E86CF1" w:rsidRDefault="00E86CF1">
            <w:pPr>
              <w:rPr>
                <w:b/>
                <w:bCs/>
              </w:rPr>
            </w:pPr>
            <w:r w:rsidRPr="00E86CF1">
              <w:rPr>
                <w:b/>
                <w:bCs/>
              </w:rPr>
              <w:t> </w:t>
            </w:r>
          </w:p>
        </w:tc>
      </w:tr>
      <w:tr w:rsidR="00E86CF1" w:rsidRPr="00E86CF1" w14:paraId="1F9ACAEE" w14:textId="77777777" w:rsidTr="00E86CF1">
        <w:trPr>
          <w:trHeight w:val="290"/>
        </w:trPr>
        <w:tc>
          <w:tcPr>
            <w:tcW w:w="756" w:type="dxa"/>
            <w:noWrap/>
            <w:hideMark/>
          </w:tcPr>
          <w:p w14:paraId="7E42473E" w14:textId="77777777" w:rsidR="00E86CF1" w:rsidRPr="00E86CF1" w:rsidRDefault="00E86CF1" w:rsidP="00E86CF1">
            <w:pPr>
              <w:rPr>
                <w:b/>
                <w:bCs/>
              </w:rPr>
            </w:pPr>
            <w:r w:rsidRPr="00E86CF1">
              <w:rPr>
                <w:b/>
                <w:bCs/>
              </w:rPr>
              <w:t> </w:t>
            </w:r>
          </w:p>
        </w:tc>
        <w:tc>
          <w:tcPr>
            <w:tcW w:w="2853" w:type="dxa"/>
            <w:noWrap/>
            <w:hideMark/>
          </w:tcPr>
          <w:p w14:paraId="4FB4011F" w14:textId="77777777" w:rsidR="00E86CF1" w:rsidRPr="00E86CF1" w:rsidRDefault="00E86CF1">
            <w:pPr>
              <w:jc w:val="left"/>
              <w:rPr>
                <w:b/>
                <w:bCs/>
              </w:rPr>
            </w:pPr>
            <w:r w:rsidRPr="00E86CF1">
              <w:rPr>
                <w:b/>
                <w:bCs/>
              </w:rPr>
              <w:t xml:space="preserve">other charges </w:t>
            </w:r>
          </w:p>
        </w:tc>
        <w:tc>
          <w:tcPr>
            <w:tcW w:w="591" w:type="dxa"/>
            <w:noWrap/>
            <w:hideMark/>
          </w:tcPr>
          <w:p w14:paraId="479BD5CE" w14:textId="77777777" w:rsidR="00E86CF1" w:rsidRPr="00E86CF1" w:rsidRDefault="00E86CF1" w:rsidP="00E86CF1">
            <w:pPr>
              <w:rPr>
                <w:b/>
                <w:bCs/>
              </w:rPr>
            </w:pPr>
            <w:r w:rsidRPr="00E86CF1">
              <w:rPr>
                <w:b/>
                <w:bCs/>
              </w:rPr>
              <w:t> </w:t>
            </w:r>
          </w:p>
        </w:tc>
        <w:tc>
          <w:tcPr>
            <w:tcW w:w="960" w:type="dxa"/>
            <w:noWrap/>
            <w:hideMark/>
          </w:tcPr>
          <w:p w14:paraId="40662DFB" w14:textId="77777777" w:rsidR="00E86CF1" w:rsidRPr="00E86CF1" w:rsidRDefault="00E86CF1" w:rsidP="00E86CF1">
            <w:pPr>
              <w:jc w:val="left"/>
              <w:rPr>
                <w:b/>
                <w:bCs/>
              </w:rPr>
            </w:pPr>
            <w:r w:rsidRPr="00E86CF1">
              <w:rPr>
                <w:b/>
                <w:bCs/>
              </w:rPr>
              <w:t> </w:t>
            </w:r>
          </w:p>
        </w:tc>
        <w:tc>
          <w:tcPr>
            <w:tcW w:w="1000" w:type="dxa"/>
            <w:noWrap/>
            <w:hideMark/>
          </w:tcPr>
          <w:p w14:paraId="2AFED079" w14:textId="77777777" w:rsidR="00E86CF1" w:rsidRPr="00E86CF1" w:rsidRDefault="00E86CF1">
            <w:pPr>
              <w:jc w:val="left"/>
              <w:rPr>
                <w:b/>
                <w:bCs/>
              </w:rPr>
            </w:pPr>
            <w:r w:rsidRPr="00E86CF1">
              <w:rPr>
                <w:b/>
                <w:bCs/>
              </w:rPr>
              <w:t> </w:t>
            </w:r>
          </w:p>
        </w:tc>
        <w:tc>
          <w:tcPr>
            <w:tcW w:w="1120" w:type="dxa"/>
            <w:noWrap/>
            <w:hideMark/>
          </w:tcPr>
          <w:p w14:paraId="0C908714" w14:textId="77777777" w:rsidR="00E86CF1" w:rsidRPr="00E86CF1" w:rsidRDefault="00E86CF1">
            <w:pPr>
              <w:rPr>
                <w:b/>
                <w:bCs/>
              </w:rPr>
            </w:pPr>
            <w:r w:rsidRPr="00E86CF1">
              <w:rPr>
                <w:b/>
                <w:bCs/>
              </w:rPr>
              <w:t> </w:t>
            </w:r>
          </w:p>
        </w:tc>
      </w:tr>
      <w:tr w:rsidR="00E86CF1" w:rsidRPr="00E86CF1" w14:paraId="19F64276" w14:textId="77777777" w:rsidTr="00E86CF1">
        <w:trPr>
          <w:trHeight w:val="290"/>
        </w:trPr>
        <w:tc>
          <w:tcPr>
            <w:tcW w:w="756" w:type="dxa"/>
            <w:noWrap/>
            <w:hideMark/>
          </w:tcPr>
          <w:p w14:paraId="1067DCF0" w14:textId="77777777" w:rsidR="00E86CF1" w:rsidRPr="00E86CF1" w:rsidRDefault="00E86CF1" w:rsidP="00E86CF1">
            <w:pPr>
              <w:rPr>
                <w:b/>
                <w:bCs/>
              </w:rPr>
            </w:pPr>
            <w:r w:rsidRPr="00E86CF1">
              <w:rPr>
                <w:b/>
                <w:bCs/>
              </w:rPr>
              <w:t> </w:t>
            </w:r>
          </w:p>
        </w:tc>
        <w:tc>
          <w:tcPr>
            <w:tcW w:w="2853" w:type="dxa"/>
            <w:noWrap/>
            <w:hideMark/>
          </w:tcPr>
          <w:p w14:paraId="7B9399CF" w14:textId="77777777" w:rsidR="00E86CF1" w:rsidRPr="00E86CF1" w:rsidRDefault="00E86CF1">
            <w:pPr>
              <w:jc w:val="left"/>
              <w:rPr>
                <w:b/>
                <w:bCs/>
              </w:rPr>
            </w:pPr>
            <w:r w:rsidRPr="00E86CF1">
              <w:rPr>
                <w:b/>
                <w:bCs/>
              </w:rPr>
              <w:t>Total cost (vat inclusive)</w:t>
            </w:r>
          </w:p>
        </w:tc>
        <w:tc>
          <w:tcPr>
            <w:tcW w:w="591" w:type="dxa"/>
            <w:noWrap/>
            <w:hideMark/>
          </w:tcPr>
          <w:p w14:paraId="688083FF" w14:textId="77777777" w:rsidR="00E86CF1" w:rsidRPr="00E86CF1" w:rsidRDefault="00E86CF1" w:rsidP="00E86CF1">
            <w:pPr>
              <w:rPr>
                <w:b/>
                <w:bCs/>
              </w:rPr>
            </w:pPr>
            <w:r w:rsidRPr="00E86CF1">
              <w:rPr>
                <w:b/>
                <w:bCs/>
              </w:rPr>
              <w:t> </w:t>
            </w:r>
          </w:p>
        </w:tc>
        <w:tc>
          <w:tcPr>
            <w:tcW w:w="960" w:type="dxa"/>
            <w:noWrap/>
            <w:hideMark/>
          </w:tcPr>
          <w:p w14:paraId="2554B9C3" w14:textId="77777777" w:rsidR="00E86CF1" w:rsidRPr="00E86CF1" w:rsidRDefault="00E86CF1" w:rsidP="00E86CF1">
            <w:pPr>
              <w:jc w:val="left"/>
              <w:rPr>
                <w:b/>
                <w:bCs/>
              </w:rPr>
            </w:pPr>
            <w:r w:rsidRPr="00E86CF1">
              <w:rPr>
                <w:b/>
                <w:bCs/>
              </w:rPr>
              <w:t> </w:t>
            </w:r>
          </w:p>
        </w:tc>
        <w:tc>
          <w:tcPr>
            <w:tcW w:w="1000" w:type="dxa"/>
            <w:noWrap/>
            <w:hideMark/>
          </w:tcPr>
          <w:p w14:paraId="3E672570" w14:textId="77777777" w:rsidR="00E86CF1" w:rsidRPr="00E86CF1" w:rsidRDefault="00E86CF1">
            <w:pPr>
              <w:jc w:val="left"/>
              <w:rPr>
                <w:b/>
                <w:bCs/>
              </w:rPr>
            </w:pPr>
            <w:r w:rsidRPr="00E86CF1">
              <w:rPr>
                <w:b/>
                <w:bCs/>
              </w:rPr>
              <w:t> </w:t>
            </w:r>
          </w:p>
        </w:tc>
        <w:tc>
          <w:tcPr>
            <w:tcW w:w="1120" w:type="dxa"/>
            <w:noWrap/>
            <w:hideMark/>
          </w:tcPr>
          <w:p w14:paraId="16140AFD" w14:textId="77777777" w:rsidR="00E86CF1" w:rsidRPr="00E86CF1" w:rsidRDefault="00E86CF1">
            <w:pPr>
              <w:rPr>
                <w:b/>
                <w:bCs/>
              </w:rPr>
            </w:pPr>
            <w:r w:rsidRPr="00E86CF1">
              <w:rPr>
                <w:b/>
                <w:bCs/>
              </w:rPr>
              <w:t> </w:t>
            </w:r>
          </w:p>
        </w:tc>
      </w:tr>
    </w:tbl>
    <w:p w14:paraId="59535DC8" w14:textId="77777777" w:rsidR="00395559" w:rsidRDefault="00395559">
      <w:pPr>
        <w:rPr>
          <w:b/>
          <w:bCs/>
          <w:i/>
          <w:iCs/>
        </w:rPr>
      </w:pPr>
    </w:p>
    <w:p w14:paraId="64EB03D9" w14:textId="0B13A4BE" w:rsidR="00395559" w:rsidRDefault="00E86CF1" w:rsidP="00E86CF1">
      <w:pPr>
        <w:numPr>
          <w:ilvl w:val="0"/>
          <w:numId w:val="5"/>
        </w:numPr>
        <w:rPr>
          <w:b/>
          <w:bCs/>
        </w:rPr>
      </w:pPr>
      <w:r w:rsidRPr="00E86CF1">
        <w:rPr>
          <w:b/>
          <w:bCs/>
        </w:rPr>
        <w:t xml:space="preserve">Rehab </w:t>
      </w:r>
      <w:r>
        <w:rPr>
          <w:b/>
          <w:bCs/>
        </w:rPr>
        <w:t>for</w:t>
      </w:r>
      <w:r w:rsidRPr="00E86CF1">
        <w:rPr>
          <w:b/>
          <w:bCs/>
        </w:rPr>
        <w:t xml:space="preserve"> KUC Tabomatang maneaba, Nikunau</w:t>
      </w:r>
    </w:p>
    <w:tbl>
      <w:tblPr>
        <w:tblStyle w:val="TableGrid"/>
        <w:tblW w:w="10343" w:type="dxa"/>
        <w:tblLayout w:type="fixed"/>
        <w:tblLook w:val="04A0" w:firstRow="1" w:lastRow="0" w:firstColumn="1" w:lastColumn="0" w:noHBand="0" w:noVBand="1"/>
      </w:tblPr>
      <w:tblGrid>
        <w:gridCol w:w="846"/>
        <w:gridCol w:w="4536"/>
        <w:gridCol w:w="1134"/>
        <w:gridCol w:w="992"/>
        <w:gridCol w:w="1418"/>
        <w:gridCol w:w="1417"/>
      </w:tblGrid>
      <w:tr w:rsidR="00E86CF1" w:rsidRPr="00E86CF1" w14:paraId="54259B69" w14:textId="77777777" w:rsidTr="00A53751">
        <w:trPr>
          <w:trHeight w:val="600"/>
        </w:trPr>
        <w:tc>
          <w:tcPr>
            <w:tcW w:w="5382" w:type="dxa"/>
            <w:gridSpan w:val="2"/>
            <w:hideMark/>
          </w:tcPr>
          <w:p w14:paraId="0DCF5D3B" w14:textId="77777777" w:rsidR="00E86CF1" w:rsidRPr="00E86CF1" w:rsidRDefault="00E86CF1" w:rsidP="00E86CF1">
            <w:pPr>
              <w:jc w:val="left"/>
              <w:rPr>
                <w:b/>
                <w:bCs/>
                <w:lang w:val="en-KI"/>
              </w:rPr>
            </w:pPr>
            <w:r w:rsidRPr="00E86CF1">
              <w:rPr>
                <w:b/>
                <w:bCs/>
              </w:rPr>
              <w:t>Materia list - Rehab for KUC Tabomatang maneaba (Nikunau)</w:t>
            </w:r>
          </w:p>
        </w:tc>
        <w:tc>
          <w:tcPr>
            <w:tcW w:w="1134" w:type="dxa"/>
            <w:noWrap/>
            <w:hideMark/>
          </w:tcPr>
          <w:p w14:paraId="67385269" w14:textId="77777777" w:rsidR="00E86CF1" w:rsidRPr="00E86CF1" w:rsidRDefault="00E86CF1" w:rsidP="00E86CF1">
            <w:pPr>
              <w:jc w:val="left"/>
              <w:rPr>
                <w:b/>
                <w:bCs/>
              </w:rPr>
            </w:pPr>
            <w:r w:rsidRPr="00E86CF1">
              <w:rPr>
                <w:b/>
                <w:bCs/>
              </w:rPr>
              <w:t> </w:t>
            </w:r>
          </w:p>
        </w:tc>
        <w:tc>
          <w:tcPr>
            <w:tcW w:w="992" w:type="dxa"/>
            <w:noWrap/>
            <w:hideMark/>
          </w:tcPr>
          <w:p w14:paraId="76BE65E6" w14:textId="77777777" w:rsidR="00E86CF1" w:rsidRPr="00E86CF1" w:rsidRDefault="00E86CF1" w:rsidP="00E86CF1">
            <w:pPr>
              <w:jc w:val="left"/>
              <w:rPr>
                <w:b/>
                <w:bCs/>
              </w:rPr>
            </w:pPr>
            <w:r w:rsidRPr="00E86CF1">
              <w:rPr>
                <w:b/>
                <w:bCs/>
              </w:rPr>
              <w:t> </w:t>
            </w:r>
          </w:p>
        </w:tc>
        <w:tc>
          <w:tcPr>
            <w:tcW w:w="1418" w:type="dxa"/>
            <w:hideMark/>
          </w:tcPr>
          <w:p w14:paraId="01582E02" w14:textId="77777777" w:rsidR="00E86CF1" w:rsidRPr="00E86CF1" w:rsidRDefault="00E86CF1">
            <w:pPr>
              <w:jc w:val="left"/>
              <w:rPr>
                <w:b/>
                <w:bCs/>
              </w:rPr>
            </w:pPr>
            <w:r w:rsidRPr="00E86CF1">
              <w:rPr>
                <w:b/>
                <w:bCs/>
              </w:rPr>
              <w:t> </w:t>
            </w:r>
          </w:p>
        </w:tc>
        <w:tc>
          <w:tcPr>
            <w:tcW w:w="1417" w:type="dxa"/>
            <w:hideMark/>
          </w:tcPr>
          <w:p w14:paraId="2EE9A32C" w14:textId="77777777" w:rsidR="00E86CF1" w:rsidRPr="00E86CF1" w:rsidRDefault="00E86CF1">
            <w:pPr>
              <w:rPr>
                <w:b/>
                <w:bCs/>
              </w:rPr>
            </w:pPr>
            <w:r w:rsidRPr="00E86CF1">
              <w:rPr>
                <w:b/>
                <w:bCs/>
              </w:rPr>
              <w:t> </w:t>
            </w:r>
          </w:p>
        </w:tc>
      </w:tr>
      <w:tr w:rsidR="00E86CF1" w:rsidRPr="00E86CF1" w14:paraId="09CE93A5" w14:textId="77777777" w:rsidTr="00A53751">
        <w:trPr>
          <w:trHeight w:val="710"/>
        </w:trPr>
        <w:tc>
          <w:tcPr>
            <w:tcW w:w="846" w:type="dxa"/>
            <w:noWrap/>
            <w:hideMark/>
          </w:tcPr>
          <w:p w14:paraId="41C7FAFA" w14:textId="77777777" w:rsidR="00E86CF1" w:rsidRPr="00E86CF1" w:rsidRDefault="00E86CF1" w:rsidP="00E86CF1">
            <w:pPr>
              <w:rPr>
                <w:b/>
                <w:bCs/>
              </w:rPr>
            </w:pPr>
            <w:r w:rsidRPr="00E86CF1">
              <w:rPr>
                <w:b/>
                <w:bCs/>
              </w:rPr>
              <w:t>item #</w:t>
            </w:r>
          </w:p>
        </w:tc>
        <w:tc>
          <w:tcPr>
            <w:tcW w:w="4536" w:type="dxa"/>
            <w:noWrap/>
            <w:hideMark/>
          </w:tcPr>
          <w:p w14:paraId="2FF4134D" w14:textId="77777777" w:rsidR="00E86CF1" w:rsidRPr="00E86CF1" w:rsidRDefault="00E86CF1">
            <w:pPr>
              <w:jc w:val="left"/>
              <w:rPr>
                <w:b/>
                <w:bCs/>
              </w:rPr>
            </w:pPr>
            <w:r w:rsidRPr="00E86CF1">
              <w:rPr>
                <w:b/>
                <w:bCs/>
              </w:rPr>
              <w:t>Description</w:t>
            </w:r>
          </w:p>
        </w:tc>
        <w:tc>
          <w:tcPr>
            <w:tcW w:w="1134" w:type="dxa"/>
            <w:noWrap/>
            <w:hideMark/>
          </w:tcPr>
          <w:p w14:paraId="41953994" w14:textId="77777777" w:rsidR="00E86CF1" w:rsidRPr="00E86CF1" w:rsidRDefault="00E86CF1" w:rsidP="00E86CF1">
            <w:pPr>
              <w:rPr>
                <w:b/>
                <w:bCs/>
              </w:rPr>
            </w:pPr>
            <w:r w:rsidRPr="00E86CF1">
              <w:rPr>
                <w:b/>
                <w:bCs/>
              </w:rPr>
              <w:t>Qty</w:t>
            </w:r>
          </w:p>
        </w:tc>
        <w:tc>
          <w:tcPr>
            <w:tcW w:w="992" w:type="dxa"/>
            <w:noWrap/>
            <w:hideMark/>
          </w:tcPr>
          <w:p w14:paraId="14CEBCFB" w14:textId="77777777" w:rsidR="00E86CF1" w:rsidRPr="00E86CF1" w:rsidRDefault="00E86CF1" w:rsidP="00E86CF1">
            <w:pPr>
              <w:jc w:val="left"/>
              <w:rPr>
                <w:b/>
                <w:bCs/>
              </w:rPr>
            </w:pPr>
            <w:r w:rsidRPr="00E86CF1">
              <w:rPr>
                <w:b/>
                <w:bCs/>
              </w:rPr>
              <w:t>Unit</w:t>
            </w:r>
          </w:p>
        </w:tc>
        <w:tc>
          <w:tcPr>
            <w:tcW w:w="1418" w:type="dxa"/>
            <w:hideMark/>
          </w:tcPr>
          <w:p w14:paraId="5A34B755" w14:textId="77777777" w:rsidR="00E86CF1" w:rsidRPr="00E86CF1" w:rsidRDefault="00E86CF1">
            <w:pPr>
              <w:jc w:val="left"/>
              <w:rPr>
                <w:b/>
                <w:bCs/>
              </w:rPr>
            </w:pPr>
            <w:r w:rsidRPr="00E86CF1">
              <w:rPr>
                <w:b/>
                <w:bCs/>
              </w:rPr>
              <w:t>Price Quotation</w:t>
            </w:r>
          </w:p>
        </w:tc>
        <w:tc>
          <w:tcPr>
            <w:tcW w:w="1417" w:type="dxa"/>
            <w:hideMark/>
          </w:tcPr>
          <w:p w14:paraId="336A2307" w14:textId="77777777" w:rsidR="00E86CF1" w:rsidRPr="00E86CF1" w:rsidRDefault="00E86CF1">
            <w:pPr>
              <w:rPr>
                <w:b/>
                <w:bCs/>
              </w:rPr>
            </w:pPr>
            <w:r w:rsidRPr="00E86CF1">
              <w:rPr>
                <w:b/>
                <w:bCs/>
              </w:rPr>
              <w:t>T/Price Quotation</w:t>
            </w:r>
          </w:p>
        </w:tc>
      </w:tr>
      <w:tr w:rsidR="00E86CF1" w:rsidRPr="00E86CF1" w14:paraId="2F7E8471" w14:textId="77777777" w:rsidTr="00A53751">
        <w:trPr>
          <w:trHeight w:val="290"/>
        </w:trPr>
        <w:tc>
          <w:tcPr>
            <w:tcW w:w="846" w:type="dxa"/>
            <w:noWrap/>
            <w:hideMark/>
          </w:tcPr>
          <w:p w14:paraId="5502DB16" w14:textId="77777777" w:rsidR="00E86CF1" w:rsidRPr="00E86CF1" w:rsidRDefault="00E86CF1" w:rsidP="00E86CF1">
            <w:r w:rsidRPr="00E86CF1">
              <w:t> </w:t>
            </w:r>
          </w:p>
        </w:tc>
        <w:tc>
          <w:tcPr>
            <w:tcW w:w="4536" w:type="dxa"/>
            <w:noWrap/>
            <w:hideMark/>
          </w:tcPr>
          <w:p w14:paraId="699BB308" w14:textId="77777777" w:rsidR="00E86CF1" w:rsidRPr="00E86CF1" w:rsidRDefault="00E86CF1">
            <w:pPr>
              <w:jc w:val="left"/>
              <w:rPr>
                <w:b/>
                <w:bCs/>
              </w:rPr>
            </w:pPr>
            <w:r w:rsidRPr="00E86CF1">
              <w:rPr>
                <w:b/>
                <w:bCs/>
              </w:rPr>
              <w:t>Concrete works</w:t>
            </w:r>
          </w:p>
        </w:tc>
        <w:tc>
          <w:tcPr>
            <w:tcW w:w="1134" w:type="dxa"/>
            <w:noWrap/>
            <w:hideMark/>
          </w:tcPr>
          <w:p w14:paraId="15302428" w14:textId="77777777" w:rsidR="00E86CF1" w:rsidRPr="00E86CF1" w:rsidRDefault="00E86CF1" w:rsidP="00E86CF1">
            <w:r w:rsidRPr="00E86CF1">
              <w:t> </w:t>
            </w:r>
          </w:p>
        </w:tc>
        <w:tc>
          <w:tcPr>
            <w:tcW w:w="992" w:type="dxa"/>
            <w:noWrap/>
            <w:hideMark/>
          </w:tcPr>
          <w:p w14:paraId="72E7DBBC" w14:textId="77777777" w:rsidR="00E86CF1" w:rsidRPr="00E86CF1" w:rsidRDefault="00E86CF1" w:rsidP="00E86CF1">
            <w:pPr>
              <w:jc w:val="left"/>
            </w:pPr>
            <w:r w:rsidRPr="00E86CF1">
              <w:t> </w:t>
            </w:r>
          </w:p>
        </w:tc>
        <w:tc>
          <w:tcPr>
            <w:tcW w:w="1418" w:type="dxa"/>
            <w:noWrap/>
            <w:hideMark/>
          </w:tcPr>
          <w:p w14:paraId="43E5A6E5" w14:textId="77777777" w:rsidR="00E86CF1" w:rsidRPr="00E86CF1" w:rsidRDefault="00E86CF1">
            <w:pPr>
              <w:jc w:val="left"/>
            </w:pPr>
            <w:r w:rsidRPr="00E86CF1">
              <w:t> </w:t>
            </w:r>
          </w:p>
        </w:tc>
        <w:tc>
          <w:tcPr>
            <w:tcW w:w="1417" w:type="dxa"/>
            <w:noWrap/>
            <w:hideMark/>
          </w:tcPr>
          <w:p w14:paraId="5C4072BC" w14:textId="77777777" w:rsidR="00E86CF1" w:rsidRPr="00E86CF1" w:rsidRDefault="00E86CF1">
            <w:r w:rsidRPr="00E86CF1">
              <w:t> </w:t>
            </w:r>
          </w:p>
        </w:tc>
      </w:tr>
      <w:tr w:rsidR="00E86CF1" w:rsidRPr="00E86CF1" w14:paraId="66023B70" w14:textId="77777777" w:rsidTr="00A53751">
        <w:trPr>
          <w:trHeight w:val="290"/>
        </w:trPr>
        <w:tc>
          <w:tcPr>
            <w:tcW w:w="846" w:type="dxa"/>
            <w:noWrap/>
            <w:hideMark/>
          </w:tcPr>
          <w:p w14:paraId="23ABBD57" w14:textId="77777777" w:rsidR="00E86CF1" w:rsidRPr="00E86CF1" w:rsidRDefault="00E86CF1" w:rsidP="00E86CF1">
            <w:r w:rsidRPr="00E86CF1">
              <w:t>1</w:t>
            </w:r>
          </w:p>
        </w:tc>
        <w:tc>
          <w:tcPr>
            <w:tcW w:w="4536" w:type="dxa"/>
            <w:noWrap/>
            <w:hideMark/>
          </w:tcPr>
          <w:p w14:paraId="0E8B87BA" w14:textId="77777777" w:rsidR="00E86CF1" w:rsidRPr="00E86CF1" w:rsidRDefault="00E86CF1">
            <w:pPr>
              <w:jc w:val="left"/>
            </w:pPr>
            <w:r w:rsidRPr="00E86CF1">
              <w:t>Cement 40kg</w:t>
            </w:r>
          </w:p>
        </w:tc>
        <w:tc>
          <w:tcPr>
            <w:tcW w:w="1134" w:type="dxa"/>
            <w:noWrap/>
            <w:hideMark/>
          </w:tcPr>
          <w:p w14:paraId="19E2AB3C" w14:textId="77777777" w:rsidR="00E86CF1" w:rsidRPr="00E86CF1" w:rsidRDefault="00E86CF1" w:rsidP="00E86CF1">
            <w:r w:rsidRPr="00E86CF1">
              <w:t>2</w:t>
            </w:r>
          </w:p>
        </w:tc>
        <w:tc>
          <w:tcPr>
            <w:tcW w:w="992" w:type="dxa"/>
            <w:noWrap/>
            <w:hideMark/>
          </w:tcPr>
          <w:p w14:paraId="27CFED46" w14:textId="77777777" w:rsidR="00E86CF1" w:rsidRPr="00E86CF1" w:rsidRDefault="00E86CF1" w:rsidP="00E86CF1">
            <w:pPr>
              <w:jc w:val="left"/>
            </w:pPr>
            <w:r w:rsidRPr="00E86CF1">
              <w:t>bags</w:t>
            </w:r>
          </w:p>
        </w:tc>
        <w:tc>
          <w:tcPr>
            <w:tcW w:w="1418" w:type="dxa"/>
            <w:noWrap/>
            <w:hideMark/>
          </w:tcPr>
          <w:p w14:paraId="6ECE4D0D" w14:textId="77777777" w:rsidR="00E86CF1" w:rsidRPr="00E86CF1" w:rsidRDefault="00E86CF1">
            <w:pPr>
              <w:jc w:val="left"/>
            </w:pPr>
            <w:r w:rsidRPr="00E86CF1">
              <w:t> </w:t>
            </w:r>
          </w:p>
        </w:tc>
        <w:tc>
          <w:tcPr>
            <w:tcW w:w="1417" w:type="dxa"/>
            <w:noWrap/>
            <w:hideMark/>
          </w:tcPr>
          <w:p w14:paraId="7B6ED585" w14:textId="77777777" w:rsidR="00E86CF1" w:rsidRPr="00E86CF1" w:rsidRDefault="00E86CF1">
            <w:r w:rsidRPr="00E86CF1">
              <w:t> </w:t>
            </w:r>
          </w:p>
        </w:tc>
      </w:tr>
      <w:tr w:rsidR="00E86CF1" w:rsidRPr="00E86CF1" w14:paraId="721825D0" w14:textId="77777777" w:rsidTr="00A53751">
        <w:trPr>
          <w:trHeight w:val="290"/>
        </w:trPr>
        <w:tc>
          <w:tcPr>
            <w:tcW w:w="846" w:type="dxa"/>
            <w:noWrap/>
            <w:hideMark/>
          </w:tcPr>
          <w:p w14:paraId="7EAF15B8" w14:textId="77777777" w:rsidR="00E86CF1" w:rsidRPr="00E86CF1" w:rsidRDefault="00E86CF1" w:rsidP="00E86CF1">
            <w:r w:rsidRPr="00E86CF1">
              <w:t>2</w:t>
            </w:r>
          </w:p>
        </w:tc>
        <w:tc>
          <w:tcPr>
            <w:tcW w:w="4536" w:type="dxa"/>
            <w:noWrap/>
            <w:hideMark/>
          </w:tcPr>
          <w:p w14:paraId="1DE1327A" w14:textId="77777777" w:rsidR="00E86CF1" w:rsidRPr="00E86CF1" w:rsidRDefault="00E86CF1">
            <w:pPr>
              <w:jc w:val="left"/>
            </w:pPr>
            <w:r w:rsidRPr="00E86CF1">
              <w:t>125mm x 12mm dia dynabolt</w:t>
            </w:r>
          </w:p>
        </w:tc>
        <w:tc>
          <w:tcPr>
            <w:tcW w:w="1134" w:type="dxa"/>
            <w:noWrap/>
            <w:hideMark/>
          </w:tcPr>
          <w:p w14:paraId="635A24E5" w14:textId="77777777" w:rsidR="00E86CF1" w:rsidRPr="00E86CF1" w:rsidRDefault="00E86CF1" w:rsidP="00E86CF1">
            <w:r w:rsidRPr="00E86CF1">
              <w:t>12</w:t>
            </w:r>
          </w:p>
        </w:tc>
        <w:tc>
          <w:tcPr>
            <w:tcW w:w="992" w:type="dxa"/>
            <w:noWrap/>
            <w:hideMark/>
          </w:tcPr>
          <w:p w14:paraId="14465656" w14:textId="77777777" w:rsidR="00E86CF1" w:rsidRPr="00E86CF1" w:rsidRDefault="00E86CF1" w:rsidP="00E86CF1">
            <w:pPr>
              <w:jc w:val="left"/>
            </w:pPr>
            <w:r w:rsidRPr="00E86CF1">
              <w:t>no</w:t>
            </w:r>
          </w:p>
        </w:tc>
        <w:tc>
          <w:tcPr>
            <w:tcW w:w="1418" w:type="dxa"/>
            <w:noWrap/>
            <w:hideMark/>
          </w:tcPr>
          <w:p w14:paraId="696ADF5B" w14:textId="77777777" w:rsidR="00E86CF1" w:rsidRPr="00E86CF1" w:rsidRDefault="00E86CF1">
            <w:pPr>
              <w:jc w:val="left"/>
            </w:pPr>
            <w:r w:rsidRPr="00E86CF1">
              <w:t> </w:t>
            </w:r>
          </w:p>
        </w:tc>
        <w:tc>
          <w:tcPr>
            <w:tcW w:w="1417" w:type="dxa"/>
            <w:noWrap/>
            <w:hideMark/>
          </w:tcPr>
          <w:p w14:paraId="44079627" w14:textId="77777777" w:rsidR="00E86CF1" w:rsidRPr="00E86CF1" w:rsidRDefault="00E86CF1">
            <w:r w:rsidRPr="00E86CF1">
              <w:t> </w:t>
            </w:r>
          </w:p>
        </w:tc>
      </w:tr>
      <w:tr w:rsidR="00E86CF1" w:rsidRPr="00E86CF1" w14:paraId="303563EB" w14:textId="77777777" w:rsidTr="00A53751">
        <w:trPr>
          <w:trHeight w:val="290"/>
        </w:trPr>
        <w:tc>
          <w:tcPr>
            <w:tcW w:w="846" w:type="dxa"/>
            <w:noWrap/>
            <w:hideMark/>
          </w:tcPr>
          <w:p w14:paraId="236F9FFD" w14:textId="77777777" w:rsidR="00E86CF1" w:rsidRPr="00E86CF1" w:rsidRDefault="00E86CF1" w:rsidP="00E86CF1">
            <w:r w:rsidRPr="00E86CF1">
              <w:t>3</w:t>
            </w:r>
          </w:p>
        </w:tc>
        <w:tc>
          <w:tcPr>
            <w:tcW w:w="4536" w:type="dxa"/>
            <w:noWrap/>
            <w:hideMark/>
          </w:tcPr>
          <w:p w14:paraId="0C597778" w14:textId="77777777" w:rsidR="00E86CF1" w:rsidRPr="00E86CF1" w:rsidRDefault="00E86CF1">
            <w:pPr>
              <w:jc w:val="left"/>
            </w:pPr>
            <w:r w:rsidRPr="00E86CF1">
              <w:t>175mm x 12mm dia galvanised bolt complete</w:t>
            </w:r>
          </w:p>
        </w:tc>
        <w:tc>
          <w:tcPr>
            <w:tcW w:w="1134" w:type="dxa"/>
            <w:noWrap/>
            <w:hideMark/>
          </w:tcPr>
          <w:p w14:paraId="5F48DFCD" w14:textId="77777777" w:rsidR="00E86CF1" w:rsidRPr="00E86CF1" w:rsidRDefault="00E86CF1" w:rsidP="00E86CF1">
            <w:r w:rsidRPr="00E86CF1">
              <w:t>24</w:t>
            </w:r>
          </w:p>
        </w:tc>
        <w:tc>
          <w:tcPr>
            <w:tcW w:w="992" w:type="dxa"/>
            <w:noWrap/>
            <w:hideMark/>
          </w:tcPr>
          <w:p w14:paraId="09BEB7EF" w14:textId="77777777" w:rsidR="00E86CF1" w:rsidRPr="00E86CF1" w:rsidRDefault="00E86CF1" w:rsidP="00E86CF1">
            <w:pPr>
              <w:jc w:val="left"/>
            </w:pPr>
            <w:r w:rsidRPr="00E86CF1">
              <w:t>no</w:t>
            </w:r>
          </w:p>
        </w:tc>
        <w:tc>
          <w:tcPr>
            <w:tcW w:w="1418" w:type="dxa"/>
            <w:noWrap/>
            <w:hideMark/>
          </w:tcPr>
          <w:p w14:paraId="74A2F3FC" w14:textId="77777777" w:rsidR="00E86CF1" w:rsidRPr="00E86CF1" w:rsidRDefault="00E86CF1">
            <w:pPr>
              <w:jc w:val="left"/>
            </w:pPr>
            <w:r w:rsidRPr="00E86CF1">
              <w:t> </w:t>
            </w:r>
          </w:p>
        </w:tc>
        <w:tc>
          <w:tcPr>
            <w:tcW w:w="1417" w:type="dxa"/>
            <w:noWrap/>
            <w:hideMark/>
          </w:tcPr>
          <w:p w14:paraId="2A76F22D" w14:textId="77777777" w:rsidR="00E86CF1" w:rsidRPr="00E86CF1" w:rsidRDefault="00E86CF1">
            <w:r w:rsidRPr="00E86CF1">
              <w:t> </w:t>
            </w:r>
          </w:p>
        </w:tc>
      </w:tr>
      <w:tr w:rsidR="00E86CF1" w:rsidRPr="00E86CF1" w14:paraId="130D102D" w14:textId="77777777" w:rsidTr="00A53751">
        <w:trPr>
          <w:trHeight w:val="290"/>
        </w:trPr>
        <w:tc>
          <w:tcPr>
            <w:tcW w:w="846" w:type="dxa"/>
            <w:noWrap/>
            <w:hideMark/>
          </w:tcPr>
          <w:p w14:paraId="0B46F15C" w14:textId="77777777" w:rsidR="00E86CF1" w:rsidRPr="00E86CF1" w:rsidRDefault="00E86CF1" w:rsidP="00E86CF1">
            <w:r w:rsidRPr="00E86CF1">
              <w:lastRenderedPageBreak/>
              <w:t>4</w:t>
            </w:r>
          </w:p>
        </w:tc>
        <w:tc>
          <w:tcPr>
            <w:tcW w:w="4536" w:type="dxa"/>
            <w:noWrap/>
            <w:hideMark/>
          </w:tcPr>
          <w:p w14:paraId="3BA618BC" w14:textId="77777777" w:rsidR="00E86CF1" w:rsidRPr="00E86CF1" w:rsidRDefault="00E86CF1">
            <w:pPr>
              <w:jc w:val="left"/>
            </w:pPr>
            <w:r w:rsidRPr="00E86CF1">
              <w:t>250x12mm diameter bolt with nut &amp; 2 washers</w:t>
            </w:r>
          </w:p>
        </w:tc>
        <w:tc>
          <w:tcPr>
            <w:tcW w:w="1134" w:type="dxa"/>
            <w:noWrap/>
            <w:hideMark/>
          </w:tcPr>
          <w:p w14:paraId="6E0FB49E" w14:textId="77777777" w:rsidR="00E86CF1" w:rsidRPr="00E86CF1" w:rsidRDefault="00E86CF1" w:rsidP="00E86CF1">
            <w:r w:rsidRPr="00E86CF1">
              <w:t>6</w:t>
            </w:r>
          </w:p>
        </w:tc>
        <w:tc>
          <w:tcPr>
            <w:tcW w:w="992" w:type="dxa"/>
            <w:noWrap/>
            <w:hideMark/>
          </w:tcPr>
          <w:p w14:paraId="6B9106CF" w14:textId="77777777" w:rsidR="00E86CF1" w:rsidRPr="00E86CF1" w:rsidRDefault="00E86CF1" w:rsidP="00E86CF1">
            <w:pPr>
              <w:jc w:val="left"/>
            </w:pPr>
            <w:r w:rsidRPr="00E86CF1">
              <w:t>no.</w:t>
            </w:r>
          </w:p>
        </w:tc>
        <w:tc>
          <w:tcPr>
            <w:tcW w:w="1418" w:type="dxa"/>
            <w:noWrap/>
            <w:hideMark/>
          </w:tcPr>
          <w:p w14:paraId="35BF2551" w14:textId="77777777" w:rsidR="00E86CF1" w:rsidRPr="00E86CF1" w:rsidRDefault="00E86CF1">
            <w:pPr>
              <w:jc w:val="left"/>
            </w:pPr>
            <w:r w:rsidRPr="00E86CF1">
              <w:t> </w:t>
            </w:r>
          </w:p>
        </w:tc>
        <w:tc>
          <w:tcPr>
            <w:tcW w:w="1417" w:type="dxa"/>
            <w:noWrap/>
            <w:hideMark/>
          </w:tcPr>
          <w:p w14:paraId="0107607B" w14:textId="77777777" w:rsidR="00E86CF1" w:rsidRPr="00E86CF1" w:rsidRDefault="00E86CF1">
            <w:r w:rsidRPr="00E86CF1">
              <w:t> </w:t>
            </w:r>
          </w:p>
        </w:tc>
      </w:tr>
      <w:tr w:rsidR="00E86CF1" w:rsidRPr="00E86CF1" w14:paraId="30CDAFFF" w14:textId="77777777" w:rsidTr="00A53751">
        <w:trPr>
          <w:trHeight w:val="290"/>
        </w:trPr>
        <w:tc>
          <w:tcPr>
            <w:tcW w:w="846" w:type="dxa"/>
            <w:noWrap/>
            <w:hideMark/>
          </w:tcPr>
          <w:p w14:paraId="77323861" w14:textId="77777777" w:rsidR="00E86CF1" w:rsidRPr="00E86CF1" w:rsidRDefault="00E86CF1" w:rsidP="00E86CF1">
            <w:r w:rsidRPr="00E86CF1">
              <w:t> </w:t>
            </w:r>
          </w:p>
        </w:tc>
        <w:tc>
          <w:tcPr>
            <w:tcW w:w="4536" w:type="dxa"/>
            <w:noWrap/>
            <w:hideMark/>
          </w:tcPr>
          <w:p w14:paraId="5CA9E91F" w14:textId="77777777" w:rsidR="00E86CF1" w:rsidRPr="00E86CF1" w:rsidRDefault="00E86CF1">
            <w:pPr>
              <w:jc w:val="left"/>
              <w:rPr>
                <w:b/>
                <w:bCs/>
              </w:rPr>
            </w:pPr>
            <w:r w:rsidRPr="00E86CF1">
              <w:rPr>
                <w:b/>
                <w:bCs/>
              </w:rPr>
              <w:t>Metal work</w:t>
            </w:r>
          </w:p>
        </w:tc>
        <w:tc>
          <w:tcPr>
            <w:tcW w:w="1134" w:type="dxa"/>
            <w:noWrap/>
            <w:hideMark/>
          </w:tcPr>
          <w:p w14:paraId="7D612080" w14:textId="77777777" w:rsidR="00E86CF1" w:rsidRPr="00E86CF1" w:rsidRDefault="00E86CF1" w:rsidP="00E86CF1">
            <w:r w:rsidRPr="00E86CF1">
              <w:t> </w:t>
            </w:r>
          </w:p>
        </w:tc>
        <w:tc>
          <w:tcPr>
            <w:tcW w:w="992" w:type="dxa"/>
            <w:noWrap/>
            <w:hideMark/>
          </w:tcPr>
          <w:p w14:paraId="1228D154" w14:textId="77777777" w:rsidR="00E86CF1" w:rsidRPr="00E86CF1" w:rsidRDefault="00E86CF1" w:rsidP="00E86CF1">
            <w:pPr>
              <w:jc w:val="left"/>
            </w:pPr>
            <w:r w:rsidRPr="00E86CF1">
              <w:t> </w:t>
            </w:r>
          </w:p>
        </w:tc>
        <w:tc>
          <w:tcPr>
            <w:tcW w:w="1418" w:type="dxa"/>
            <w:noWrap/>
            <w:hideMark/>
          </w:tcPr>
          <w:p w14:paraId="42F33CB0" w14:textId="77777777" w:rsidR="00E86CF1" w:rsidRPr="00E86CF1" w:rsidRDefault="00E86CF1">
            <w:pPr>
              <w:jc w:val="left"/>
            </w:pPr>
            <w:r w:rsidRPr="00E86CF1">
              <w:t> </w:t>
            </w:r>
          </w:p>
        </w:tc>
        <w:tc>
          <w:tcPr>
            <w:tcW w:w="1417" w:type="dxa"/>
            <w:noWrap/>
            <w:hideMark/>
          </w:tcPr>
          <w:p w14:paraId="086BF61F" w14:textId="77777777" w:rsidR="00E86CF1" w:rsidRPr="00E86CF1" w:rsidRDefault="00E86CF1">
            <w:r w:rsidRPr="00E86CF1">
              <w:t> </w:t>
            </w:r>
          </w:p>
        </w:tc>
      </w:tr>
      <w:tr w:rsidR="00E86CF1" w:rsidRPr="00E86CF1" w14:paraId="1631B2D5" w14:textId="77777777" w:rsidTr="00A53751">
        <w:trPr>
          <w:trHeight w:val="290"/>
        </w:trPr>
        <w:tc>
          <w:tcPr>
            <w:tcW w:w="846" w:type="dxa"/>
            <w:noWrap/>
            <w:hideMark/>
          </w:tcPr>
          <w:p w14:paraId="5DE58DF8" w14:textId="77777777" w:rsidR="00E86CF1" w:rsidRPr="00E86CF1" w:rsidRDefault="00E86CF1" w:rsidP="00E86CF1">
            <w:r w:rsidRPr="00E86CF1">
              <w:t>5</w:t>
            </w:r>
          </w:p>
        </w:tc>
        <w:tc>
          <w:tcPr>
            <w:tcW w:w="4536" w:type="dxa"/>
            <w:noWrap/>
            <w:hideMark/>
          </w:tcPr>
          <w:p w14:paraId="4A84561C" w14:textId="77777777" w:rsidR="00E86CF1" w:rsidRPr="00E86CF1" w:rsidRDefault="00E86CF1">
            <w:pPr>
              <w:jc w:val="left"/>
            </w:pPr>
            <w:r w:rsidRPr="00E86CF1">
              <w:t>150mm dia galv pipe</w:t>
            </w:r>
          </w:p>
        </w:tc>
        <w:tc>
          <w:tcPr>
            <w:tcW w:w="1134" w:type="dxa"/>
            <w:noWrap/>
            <w:hideMark/>
          </w:tcPr>
          <w:p w14:paraId="51E8430B" w14:textId="77777777" w:rsidR="00E86CF1" w:rsidRPr="00E86CF1" w:rsidRDefault="00E86CF1" w:rsidP="00E86CF1">
            <w:r w:rsidRPr="00E86CF1">
              <w:t>3</w:t>
            </w:r>
          </w:p>
        </w:tc>
        <w:tc>
          <w:tcPr>
            <w:tcW w:w="992" w:type="dxa"/>
            <w:noWrap/>
            <w:hideMark/>
          </w:tcPr>
          <w:p w14:paraId="5660D2CA" w14:textId="77777777" w:rsidR="00E86CF1" w:rsidRPr="00E86CF1" w:rsidRDefault="00E86CF1" w:rsidP="00E86CF1">
            <w:pPr>
              <w:jc w:val="left"/>
            </w:pPr>
            <w:r w:rsidRPr="00E86CF1">
              <w:t>length</w:t>
            </w:r>
          </w:p>
        </w:tc>
        <w:tc>
          <w:tcPr>
            <w:tcW w:w="1418" w:type="dxa"/>
            <w:noWrap/>
            <w:hideMark/>
          </w:tcPr>
          <w:p w14:paraId="5B836865" w14:textId="77777777" w:rsidR="00E86CF1" w:rsidRPr="00E86CF1" w:rsidRDefault="00E86CF1">
            <w:pPr>
              <w:jc w:val="left"/>
            </w:pPr>
            <w:r w:rsidRPr="00E86CF1">
              <w:t> </w:t>
            </w:r>
          </w:p>
        </w:tc>
        <w:tc>
          <w:tcPr>
            <w:tcW w:w="1417" w:type="dxa"/>
            <w:noWrap/>
            <w:hideMark/>
          </w:tcPr>
          <w:p w14:paraId="5B48E2CD" w14:textId="77777777" w:rsidR="00E86CF1" w:rsidRPr="00E86CF1" w:rsidRDefault="00E86CF1">
            <w:r w:rsidRPr="00E86CF1">
              <w:t> </w:t>
            </w:r>
          </w:p>
        </w:tc>
      </w:tr>
      <w:tr w:rsidR="00E86CF1" w:rsidRPr="00E86CF1" w14:paraId="57109835" w14:textId="77777777" w:rsidTr="00A53751">
        <w:trPr>
          <w:trHeight w:val="290"/>
        </w:trPr>
        <w:tc>
          <w:tcPr>
            <w:tcW w:w="846" w:type="dxa"/>
            <w:noWrap/>
            <w:hideMark/>
          </w:tcPr>
          <w:p w14:paraId="0BA65F7D" w14:textId="77777777" w:rsidR="00E86CF1" w:rsidRPr="00E86CF1" w:rsidRDefault="00E86CF1" w:rsidP="00E86CF1">
            <w:r w:rsidRPr="00E86CF1">
              <w:t>6</w:t>
            </w:r>
          </w:p>
        </w:tc>
        <w:tc>
          <w:tcPr>
            <w:tcW w:w="4536" w:type="dxa"/>
            <w:noWrap/>
            <w:hideMark/>
          </w:tcPr>
          <w:p w14:paraId="08A9E42D" w14:textId="77777777" w:rsidR="00E86CF1" w:rsidRPr="00E86CF1" w:rsidRDefault="00E86CF1">
            <w:pPr>
              <w:jc w:val="left"/>
            </w:pPr>
            <w:r w:rsidRPr="00E86CF1">
              <w:t>2400x1200x10mm metal plate sheet</w:t>
            </w:r>
          </w:p>
        </w:tc>
        <w:tc>
          <w:tcPr>
            <w:tcW w:w="1134" w:type="dxa"/>
            <w:noWrap/>
            <w:hideMark/>
          </w:tcPr>
          <w:p w14:paraId="78A35ACD" w14:textId="77777777" w:rsidR="00E86CF1" w:rsidRPr="00E86CF1" w:rsidRDefault="00E86CF1" w:rsidP="00E86CF1">
            <w:r w:rsidRPr="00E86CF1">
              <w:t>1</w:t>
            </w:r>
          </w:p>
        </w:tc>
        <w:tc>
          <w:tcPr>
            <w:tcW w:w="992" w:type="dxa"/>
            <w:noWrap/>
            <w:hideMark/>
          </w:tcPr>
          <w:p w14:paraId="2DDF5D1D" w14:textId="77777777" w:rsidR="00E86CF1" w:rsidRPr="00E86CF1" w:rsidRDefault="00E86CF1" w:rsidP="00E86CF1">
            <w:pPr>
              <w:jc w:val="left"/>
            </w:pPr>
            <w:r w:rsidRPr="00E86CF1">
              <w:t>sheets</w:t>
            </w:r>
          </w:p>
        </w:tc>
        <w:tc>
          <w:tcPr>
            <w:tcW w:w="1418" w:type="dxa"/>
            <w:noWrap/>
            <w:hideMark/>
          </w:tcPr>
          <w:p w14:paraId="6D03F813" w14:textId="77777777" w:rsidR="00E86CF1" w:rsidRPr="00E86CF1" w:rsidRDefault="00E86CF1">
            <w:pPr>
              <w:jc w:val="left"/>
            </w:pPr>
            <w:r w:rsidRPr="00E86CF1">
              <w:t> </w:t>
            </w:r>
          </w:p>
        </w:tc>
        <w:tc>
          <w:tcPr>
            <w:tcW w:w="1417" w:type="dxa"/>
            <w:noWrap/>
            <w:hideMark/>
          </w:tcPr>
          <w:p w14:paraId="4C50E93D" w14:textId="77777777" w:rsidR="00E86CF1" w:rsidRPr="00E86CF1" w:rsidRDefault="00E86CF1">
            <w:r w:rsidRPr="00E86CF1">
              <w:t> </w:t>
            </w:r>
          </w:p>
        </w:tc>
      </w:tr>
      <w:tr w:rsidR="00E86CF1" w:rsidRPr="00E86CF1" w14:paraId="67C9477A" w14:textId="77777777" w:rsidTr="00A53751">
        <w:trPr>
          <w:trHeight w:val="290"/>
        </w:trPr>
        <w:tc>
          <w:tcPr>
            <w:tcW w:w="846" w:type="dxa"/>
            <w:noWrap/>
            <w:hideMark/>
          </w:tcPr>
          <w:p w14:paraId="32AC1B4C" w14:textId="77777777" w:rsidR="00E86CF1" w:rsidRPr="00E86CF1" w:rsidRDefault="00E86CF1" w:rsidP="00E86CF1">
            <w:r w:rsidRPr="00E86CF1">
              <w:t> </w:t>
            </w:r>
          </w:p>
        </w:tc>
        <w:tc>
          <w:tcPr>
            <w:tcW w:w="4536" w:type="dxa"/>
            <w:noWrap/>
            <w:hideMark/>
          </w:tcPr>
          <w:p w14:paraId="0F9FF79F" w14:textId="77777777" w:rsidR="00E86CF1" w:rsidRPr="00E86CF1" w:rsidRDefault="00E86CF1">
            <w:pPr>
              <w:jc w:val="left"/>
              <w:rPr>
                <w:b/>
                <w:bCs/>
              </w:rPr>
            </w:pPr>
            <w:r w:rsidRPr="00E86CF1">
              <w:rPr>
                <w:b/>
                <w:bCs/>
              </w:rPr>
              <w:t>Carpentry</w:t>
            </w:r>
          </w:p>
        </w:tc>
        <w:tc>
          <w:tcPr>
            <w:tcW w:w="1134" w:type="dxa"/>
            <w:noWrap/>
            <w:hideMark/>
          </w:tcPr>
          <w:p w14:paraId="06EB4D68" w14:textId="77777777" w:rsidR="00E86CF1" w:rsidRPr="00E86CF1" w:rsidRDefault="00E86CF1" w:rsidP="00E86CF1">
            <w:r w:rsidRPr="00E86CF1">
              <w:t> </w:t>
            </w:r>
          </w:p>
        </w:tc>
        <w:tc>
          <w:tcPr>
            <w:tcW w:w="992" w:type="dxa"/>
            <w:noWrap/>
            <w:hideMark/>
          </w:tcPr>
          <w:p w14:paraId="0C053C91" w14:textId="77777777" w:rsidR="00E86CF1" w:rsidRPr="00E86CF1" w:rsidRDefault="00E86CF1" w:rsidP="00E86CF1">
            <w:pPr>
              <w:jc w:val="left"/>
            </w:pPr>
            <w:r w:rsidRPr="00E86CF1">
              <w:t> </w:t>
            </w:r>
          </w:p>
        </w:tc>
        <w:tc>
          <w:tcPr>
            <w:tcW w:w="1418" w:type="dxa"/>
            <w:noWrap/>
            <w:hideMark/>
          </w:tcPr>
          <w:p w14:paraId="3FF1397A" w14:textId="77777777" w:rsidR="00E86CF1" w:rsidRPr="00E86CF1" w:rsidRDefault="00E86CF1">
            <w:pPr>
              <w:jc w:val="left"/>
            </w:pPr>
            <w:r w:rsidRPr="00E86CF1">
              <w:t> </w:t>
            </w:r>
          </w:p>
        </w:tc>
        <w:tc>
          <w:tcPr>
            <w:tcW w:w="1417" w:type="dxa"/>
            <w:noWrap/>
            <w:hideMark/>
          </w:tcPr>
          <w:p w14:paraId="2436DD01" w14:textId="77777777" w:rsidR="00E86CF1" w:rsidRPr="00E86CF1" w:rsidRDefault="00E86CF1">
            <w:r w:rsidRPr="00E86CF1">
              <w:t> </w:t>
            </w:r>
          </w:p>
        </w:tc>
      </w:tr>
      <w:tr w:rsidR="00E86CF1" w:rsidRPr="00E86CF1" w14:paraId="2AA1B171" w14:textId="77777777" w:rsidTr="00A53751">
        <w:trPr>
          <w:trHeight w:val="290"/>
        </w:trPr>
        <w:tc>
          <w:tcPr>
            <w:tcW w:w="846" w:type="dxa"/>
            <w:noWrap/>
            <w:hideMark/>
          </w:tcPr>
          <w:p w14:paraId="2FC8048A" w14:textId="77777777" w:rsidR="00E86CF1" w:rsidRPr="00E86CF1" w:rsidRDefault="00E86CF1" w:rsidP="00E86CF1">
            <w:r w:rsidRPr="00E86CF1">
              <w:t>7</w:t>
            </w:r>
          </w:p>
        </w:tc>
        <w:tc>
          <w:tcPr>
            <w:tcW w:w="4536" w:type="dxa"/>
            <w:noWrap/>
            <w:hideMark/>
          </w:tcPr>
          <w:p w14:paraId="2762E738" w14:textId="77777777" w:rsidR="00E86CF1" w:rsidRPr="00E86CF1" w:rsidRDefault="00E86CF1">
            <w:pPr>
              <w:jc w:val="left"/>
            </w:pPr>
            <w:r w:rsidRPr="00E86CF1">
              <w:t xml:space="preserve">Radiata pine 200x50mm in 6m long to be  dressed                                               </w:t>
            </w:r>
          </w:p>
        </w:tc>
        <w:tc>
          <w:tcPr>
            <w:tcW w:w="1134" w:type="dxa"/>
            <w:noWrap/>
            <w:hideMark/>
          </w:tcPr>
          <w:p w14:paraId="184D14F4" w14:textId="77777777" w:rsidR="00E86CF1" w:rsidRPr="00E86CF1" w:rsidRDefault="00E86CF1" w:rsidP="00E86CF1">
            <w:r w:rsidRPr="00E86CF1">
              <w:t>32</w:t>
            </w:r>
          </w:p>
        </w:tc>
        <w:tc>
          <w:tcPr>
            <w:tcW w:w="992" w:type="dxa"/>
            <w:noWrap/>
            <w:hideMark/>
          </w:tcPr>
          <w:p w14:paraId="6029A4AA" w14:textId="77777777" w:rsidR="00E86CF1" w:rsidRPr="00E86CF1" w:rsidRDefault="00E86CF1" w:rsidP="00E86CF1">
            <w:pPr>
              <w:jc w:val="left"/>
            </w:pPr>
            <w:r w:rsidRPr="00E86CF1">
              <w:t>length</w:t>
            </w:r>
          </w:p>
        </w:tc>
        <w:tc>
          <w:tcPr>
            <w:tcW w:w="1418" w:type="dxa"/>
            <w:noWrap/>
            <w:hideMark/>
          </w:tcPr>
          <w:p w14:paraId="389EE74C" w14:textId="77777777" w:rsidR="00E86CF1" w:rsidRPr="00E86CF1" w:rsidRDefault="00E86CF1">
            <w:pPr>
              <w:jc w:val="left"/>
            </w:pPr>
            <w:r w:rsidRPr="00E86CF1">
              <w:t> </w:t>
            </w:r>
          </w:p>
        </w:tc>
        <w:tc>
          <w:tcPr>
            <w:tcW w:w="1417" w:type="dxa"/>
            <w:noWrap/>
            <w:hideMark/>
          </w:tcPr>
          <w:p w14:paraId="431C2AC5" w14:textId="77777777" w:rsidR="00E86CF1" w:rsidRPr="00E86CF1" w:rsidRDefault="00E86CF1">
            <w:r w:rsidRPr="00E86CF1">
              <w:t> </w:t>
            </w:r>
          </w:p>
        </w:tc>
      </w:tr>
      <w:tr w:rsidR="00E86CF1" w:rsidRPr="00E86CF1" w14:paraId="551C107B" w14:textId="77777777" w:rsidTr="00A53751">
        <w:trPr>
          <w:trHeight w:val="290"/>
        </w:trPr>
        <w:tc>
          <w:tcPr>
            <w:tcW w:w="846" w:type="dxa"/>
            <w:noWrap/>
            <w:hideMark/>
          </w:tcPr>
          <w:p w14:paraId="182108C8" w14:textId="77777777" w:rsidR="00E86CF1" w:rsidRPr="00E86CF1" w:rsidRDefault="00E86CF1" w:rsidP="00E86CF1">
            <w:r w:rsidRPr="00E86CF1">
              <w:t>8</w:t>
            </w:r>
          </w:p>
        </w:tc>
        <w:tc>
          <w:tcPr>
            <w:tcW w:w="4536" w:type="dxa"/>
            <w:noWrap/>
            <w:hideMark/>
          </w:tcPr>
          <w:p w14:paraId="465A9422" w14:textId="77777777" w:rsidR="00E86CF1" w:rsidRPr="00E86CF1" w:rsidRDefault="00E86CF1">
            <w:pPr>
              <w:jc w:val="left"/>
            </w:pPr>
            <w:r w:rsidRPr="00E86CF1">
              <w:t>Plywood 2400x1200x4.5mm thick for gusset                                8</w:t>
            </w:r>
          </w:p>
        </w:tc>
        <w:tc>
          <w:tcPr>
            <w:tcW w:w="1134" w:type="dxa"/>
            <w:noWrap/>
            <w:hideMark/>
          </w:tcPr>
          <w:p w14:paraId="1BF1AE07" w14:textId="77777777" w:rsidR="00E86CF1" w:rsidRPr="00E86CF1" w:rsidRDefault="00E86CF1" w:rsidP="00E86CF1">
            <w:r w:rsidRPr="00E86CF1">
              <w:t>8</w:t>
            </w:r>
          </w:p>
        </w:tc>
        <w:tc>
          <w:tcPr>
            <w:tcW w:w="992" w:type="dxa"/>
            <w:noWrap/>
            <w:hideMark/>
          </w:tcPr>
          <w:p w14:paraId="21ADF592" w14:textId="77777777" w:rsidR="00E86CF1" w:rsidRPr="00E86CF1" w:rsidRDefault="00E86CF1" w:rsidP="00E86CF1">
            <w:pPr>
              <w:jc w:val="left"/>
            </w:pPr>
            <w:r w:rsidRPr="00E86CF1">
              <w:t>sht</w:t>
            </w:r>
          </w:p>
        </w:tc>
        <w:tc>
          <w:tcPr>
            <w:tcW w:w="1418" w:type="dxa"/>
            <w:noWrap/>
            <w:hideMark/>
          </w:tcPr>
          <w:p w14:paraId="29B2B044" w14:textId="77777777" w:rsidR="00E86CF1" w:rsidRPr="00E86CF1" w:rsidRDefault="00E86CF1">
            <w:pPr>
              <w:jc w:val="left"/>
            </w:pPr>
            <w:r w:rsidRPr="00E86CF1">
              <w:t> </w:t>
            </w:r>
          </w:p>
        </w:tc>
        <w:tc>
          <w:tcPr>
            <w:tcW w:w="1417" w:type="dxa"/>
            <w:noWrap/>
            <w:hideMark/>
          </w:tcPr>
          <w:p w14:paraId="4720EC75" w14:textId="77777777" w:rsidR="00E86CF1" w:rsidRPr="00E86CF1" w:rsidRDefault="00E86CF1">
            <w:r w:rsidRPr="00E86CF1">
              <w:t> </w:t>
            </w:r>
          </w:p>
        </w:tc>
      </w:tr>
      <w:tr w:rsidR="00E86CF1" w:rsidRPr="00E86CF1" w14:paraId="0847DBDB" w14:textId="77777777" w:rsidTr="00A53751">
        <w:trPr>
          <w:trHeight w:val="580"/>
        </w:trPr>
        <w:tc>
          <w:tcPr>
            <w:tcW w:w="846" w:type="dxa"/>
            <w:noWrap/>
            <w:hideMark/>
          </w:tcPr>
          <w:p w14:paraId="30B11F91" w14:textId="77777777" w:rsidR="00E86CF1" w:rsidRPr="00E86CF1" w:rsidRDefault="00E86CF1" w:rsidP="00E86CF1">
            <w:r w:rsidRPr="00E86CF1">
              <w:t>9</w:t>
            </w:r>
          </w:p>
        </w:tc>
        <w:tc>
          <w:tcPr>
            <w:tcW w:w="4536" w:type="dxa"/>
            <w:hideMark/>
          </w:tcPr>
          <w:p w14:paraId="1614D233" w14:textId="77777777" w:rsidR="00E86CF1" w:rsidRPr="00E86CF1" w:rsidRDefault="00E86CF1">
            <w:pPr>
              <w:jc w:val="left"/>
            </w:pPr>
            <w:r w:rsidRPr="00E86CF1">
              <w:t>Bracing Straps 'pryda' 25x1.0mm galv. Steel or mitek 30x0.8 galv steel strap.</w:t>
            </w:r>
          </w:p>
        </w:tc>
        <w:tc>
          <w:tcPr>
            <w:tcW w:w="1134" w:type="dxa"/>
            <w:noWrap/>
            <w:hideMark/>
          </w:tcPr>
          <w:p w14:paraId="37D09DCF" w14:textId="77777777" w:rsidR="00E86CF1" w:rsidRPr="00E86CF1" w:rsidRDefault="00E86CF1" w:rsidP="00E86CF1">
            <w:r w:rsidRPr="00E86CF1">
              <w:t>8</w:t>
            </w:r>
          </w:p>
        </w:tc>
        <w:tc>
          <w:tcPr>
            <w:tcW w:w="992" w:type="dxa"/>
            <w:noWrap/>
            <w:hideMark/>
          </w:tcPr>
          <w:p w14:paraId="5942D947" w14:textId="77777777" w:rsidR="00E86CF1" w:rsidRPr="00E86CF1" w:rsidRDefault="00E86CF1" w:rsidP="00E86CF1">
            <w:pPr>
              <w:jc w:val="left"/>
            </w:pPr>
            <w:r w:rsidRPr="00E86CF1">
              <w:t>roll</w:t>
            </w:r>
          </w:p>
        </w:tc>
        <w:tc>
          <w:tcPr>
            <w:tcW w:w="1418" w:type="dxa"/>
            <w:noWrap/>
            <w:hideMark/>
          </w:tcPr>
          <w:p w14:paraId="749652C7" w14:textId="77777777" w:rsidR="00E86CF1" w:rsidRPr="00E86CF1" w:rsidRDefault="00E86CF1">
            <w:pPr>
              <w:jc w:val="left"/>
            </w:pPr>
            <w:r w:rsidRPr="00E86CF1">
              <w:t> </w:t>
            </w:r>
          </w:p>
        </w:tc>
        <w:tc>
          <w:tcPr>
            <w:tcW w:w="1417" w:type="dxa"/>
            <w:noWrap/>
            <w:hideMark/>
          </w:tcPr>
          <w:p w14:paraId="45F2A244" w14:textId="77777777" w:rsidR="00E86CF1" w:rsidRPr="00E86CF1" w:rsidRDefault="00E86CF1">
            <w:r w:rsidRPr="00E86CF1">
              <w:t> </w:t>
            </w:r>
          </w:p>
        </w:tc>
      </w:tr>
      <w:tr w:rsidR="00E86CF1" w:rsidRPr="00E86CF1" w14:paraId="3CC276BB" w14:textId="77777777" w:rsidTr="00A53751">
        <w:trPr>
          <w:trHeight w:val="290"/>
        </w:trPr>
        <w:tc>
          <w:tcPr>
            <w:tcW w:w="846" w:type="dxa"/>
            <w:noWrap/>
            <w:hideMark/>
          </w:tcPr>
          <w:p w14:paraId="47CA092B" w14:textId="77777777" w:rsidR="00E86CF1" w:rsidRPr="00E86CF1" w:rsidRDefault="00E86CF1" w:rsidP="00E86CF1">
            <w:r w:rsidRPr="00E86CF1">
              <w:t>10</w:t>
            </w:r>
          </w:p>
        </w:tc>
        <w:tc>
          <w:tcPr>
            <w:tcW w:w="4536" w:type="dxa"/>
            <w:noWrap/>
            <w:hideMark/>
          </w:tcPr>
          <w:p w14:paraId="2CCEA1B2" w14:textId="77777777" w:rsidR="00E86CF1" w:rsidRPr="00E86CF1" w:rsidRDefault="00E86CF1">
            <w:pPr>
              <w:jc w:val="left"/>
            </w:pPr>
            <w:r w:rsidRPr="00E86CF1">
              <w:t>100x50mm timber pine in 6m long</w:t>
            </w:r>
          </w:p>
        </w:tc>
        <w:tc>
          <w:tcPr>
            <w:tcW w:w="1134" w:type="dxa"/>
            <w:noWrap/>
            <w:hideMark/>
          </w:tcPr>
          <w:p w14:paraId="0E1DF2CC" w14:textId="77777777" w:rsidR="00E86CF1" w:rsidRPr="00E86CF1" w:rsidRDefault="00E86CF1" w:rsidP="00E86CF1">
            <w:r w:rsidRPr="00E86CF1">
              <w:t>54</w:t>
            </w:r>
          </w:p>
        </w:tc>
        <w:tc>
          <w:tcPr>
            <w:tcW w:w="992" w:type="dxa"/>
            <w:noWrap/>
            <w:hideMark/>
          </w:tcPr>
          <w:p w14:paraId="2DF83A60" w14:textId="77777777" w:rsidR="00E86CF1" w:rsidRPr="00E86CF1" w:rsidRDefault="00E86CF1" w:rsidP="00E86CF1">
            <w:pPr>
              <w:jc w:val="left"/>
            </w:pPr>
            <w:r w:rsidRPr="00E86CF1">
              <w:t>leng</w:t>
            </w:r>
          </w:p>
        </w:tc>
        <w:tc>
          <w:tcPr>
            <w:tcW w:w="1418" w:type="dxa"/>
            <w:noWrap/>
            <w:hideMark/>
          </w:tcPr>
          <w:p w14:paraId="26E44C8B" w14:textId="77777777" w:rsidR="00E86CF1" w:rsidRPr="00E86CF1" w:rsidRDefault="00E86CF1">
            <w:pPr>
              <w:jc w:val="left"/>
            </w:pPr>
            <w:r w:rsidRPr="00E86CF1">
              <w:t> </w:t>
            </w:r>
          </w:p>
        </w:tc>
        <w:tc>
          <w:tcPr>
            <w:tcW w:w="1417" w:type="dxa"/>
            <w:noWrap/>
            <w:hideMark/>
          </w:tcPr>
          <w:p w14:paraId="1F5937E8" w14:textId="77777777" w:rsidR="00E86CF1" w:rsidRPr="00E86CF1" w:rsidRDefault="00E86CF1">
            <w:r w:rsidRPr="00E86CF1">
              <w:t> </w:t>
            </w:r>
          </w:p>
        </w:tc>
      </w:tr>
      <w:tr w:rsidR="00E86CF1" w:rsidRPr="00E86CF1" w14:paraId="548C423E" w14:textId="77777777" w:rsidTr="00A53751">
        <w:trPr>
          <w:trHeight w:val="290"/>
        </w:trPr>
        <w:tc>
          <w:tcPr>
            <w:tcW w:w="846" w:type="dxa"/>
            <w:noWrap/>
            <w:hideMark/>
          </w:tcPr>
          <w:p w14:paraId="0B51A74C" w14:textId="77777777" w:rsidR="00E86CF1" w:rsidRPr="00E86CF1" w:rsidRDefault="00E86CF1" w:rsidP="00E86CF1">
            <w:r w:rsidRPr="00E86CF1">
              <w:t>11</w:t>
            </w:r>
          </w:p>
        </w:tc>
        <w:tc>
          <w:tcPr>
            <w:tcW w:w="4536" w:type="dxa"/>
            <w:noWrap/>
            <w:hideMark/>
          </w:tcPr>
          <w:p w14:paraId="568BCD66" w14:textId="77777777" w:rsidR="00E86CF1" w:rsidRPr="00E86CF1" w:rsidRDefault="00E86CF1">
            <w:pPr>
              <w:jc w:val="left"/>
            </w:pPr>
            <w:r w:rsidRPr="00E86CF1">
              <w:t>100x50mm timber pine in 6m long</w:t>
            </w:r>
          </w:p>
        </w:tc>
        <w:tc>
          <w:tcPr>
            <w:tcW w:w="1134" w:type="dxa"/>
            <w:noWrap/>
            <w:hideMark/>
          </w:tcPr>
          <w:p w14:paraId="4C53A423" w14:textId="77777777" w:rsidR="00E86CF1" w:rsidRPr="00E86CF1" w:rsidRDefault="00E86CF1" w:rsidP="00E86CF1">
            <w:r w:rsidRPr="00E86CF1">
              <w:t>13</w:t>
            </w:r>
          </w:p>
        </w:tc>
        <w:tc>
          <w:tcPr>
            <w:tcW w:w="992" w:type="dxa"/>
            <w:noWrap/>
            <w:hideMark/>
          </w:tcPr>
          <w:p w14:paraId="3FCCA3A3" w14:textId="77777777" w:rsidR="00E86CF1" w:rsidRPr="00E86CF1" w:rsidRDefault="00E86CF1" w:rsidP="00E86CF1">
            <w:pPr>
              <w:jc w:val="left"/>
            </w:pPr>
            <w:r w:rsidRPr="00E86CF1">
              <w:t>leng</w:t>
            </w:r>
          </w:p>
        </w:tc>
        <w:tc>
          <w:tcPr>
            <w:tcW w:w="1418" w:type="dxa"/>
            <w:noWrap/>
            <w:hideMark/>
          </w:tcPr>
          <w:p w14:paraId="28AE84A6" w14:textId="77777777" w:rsidR="00E86CF1" w:rsidRPr="00E86CF1" w:rsidRDefault="00E86CF1">
            <w:pPr>
              <w:jc w:val="left"/>
            </w:pPr>
            <w:r w:rsidRPr="00E86CF1">
              <w:t> </w:t>
            </w:r>
          </w:p>
        </w:tc>
        <w:tc>
          <w:tcPr>
            <w:tcW w:w="1417" w:type="dxa"/>
            <w:noWrap/>
            <w:hideMark/>
          </w:tcPr>
          <w:p w14:paraId="4A23A560" w14:textId="77777777" w:rsidR="00E86CF1" w:rsidRPr="00E86CF1" w:rsidRDefault="00E86CF1">
            <w:r w:rsidRPr="00E86CF1">
              <w:t> </w:t>
            </w:r>
          </w:p>
        </w:tc>
      </w:tr>
      <w:tr w:rsidR="00E86CF1" w:rsidRPr="00E86CF1" w14:paraId="136B1BC2" w14:textId="77777777" w:rsidTr="00A53751">
        <w:trPr>
          <w:trHeight w:val="290"/>
        </w:trPr>
        <w:tc>
          <w:tcPr>
            <w:tcW w:w="846" w:type="dxa"/>
            <w:noWrap/>
            <w:hideMark/>
          </w:tcPr>
          <w:p w14:paraId="23D633B8" w14:textId="77777777" w:rsidR="00E86CF1" w:rsidRPr="00E86CF1" w:rsidRDefault="00E86CF1" w:rsidP="00E86CF1">
            <w:r w:rsidRPr="00E86CF1">
              <w:t>12</w:t>
            </w:r>
          </w:p>
        </w:tc>
        <w:tc>
          <w:tcPr>
            <w:tcW w:w="4536" w:type="dxa"/>
            <w:noWrap/>
            <w:hideMark/>
          </w:tcPr>
          <w:p w14:paraId="6B8AE299" w14:textId="77777777" w:rsidR="00E86CF1" w:rsidRPr="00E86CF1" w:rsidRDefault="00E86CF1">
            <w:pPr>
              <w:jc w:val="left"/>
            </w:pPr>
            <w:r w:rsidRPr="00E86CF1">
              <w:t>Radiata pine 75x50mm in 6m long to be dressed</w:t>
            </w:r>
          </w:p>
        </w:tc>
        <w:tc>
          <w:tcPr>
            <w:tcW w:w="1134" w:type="dxa"/>
            <w:noWrap/>
            <w:hideMark/>
          </w:tcPr>
          <w:p w14:paraId="4A23EFBB" w14:textId="77777777" w:rsidR="00E86CF1" w:rsidRPr="00E86CF1" w:rsidRDefault="00E86CF1" w:rsidP="00E86CF1">
            <w:r w:rsidRPr="00E86CF1">
              <w:t>91</w:t>
            </w:r>
          </w:p>
        </w:tc>
        <w:tc>
          <w:tcPr>
            <w:tcW w:w="992" w:type="dxa"/>
            <w:noWrap/>
            <w:hideMark/>
          </w:tcPr>
          <w:p w14:paraId="5FB0C55A" w14:textId="77777777" w:rsidR="00E86CF1" w:rsidRPr="00E86CF1" w:rsidRDefault="00E86CF1" w:rsidP="00E86CF1">
            <w:pPr>
              <w:jc w:val="left"/>
            </w:pPr>
            <w:r w:rsidRPr="00E86CF1">
              <w:t>length</w:t>
            </w:r>
          </w:p>
        </w:tc>
        <w:tc>
          <w:tcPr>
            <w:tcW w:w="1418" w:type="dxa"/>
            <w:noWrap/>
            <w:hideMark/>
          </w:tcPr>
          <w:p w14:paraId="1B900788" w14:textId="77777777" w:rsidR="00E86CF1" w:rsidRPr="00E86CF1" w:rsidRDefault="00E86CF1">
            <w:pPr>
              <w:jc w:val="left"/>
            </w:pPr>
            <w:r w:rsidRPr="00E86CF1">
              <w:t> </w:t>
            </w:r>
          </w:p>
        </w:tc>
        <w:tc>
          <w:tcPr>
            <w:tcW w:w="1417" w:type="dxa"/>
            <w:noWrap/>
            <w:hideMark/>
          </w:tcPr>
          <w:p w14:paraId="7F7DAD37" w14:textId="77777777" w:rsidR="00E86CF1" w:rsidRPr="00E86CF1" w:rsidRDefault="00E86CF1">
            <w:r w:rsidRPr="00E86CF1">
              <w:t> </w:t>
            </w:r>
          </w:p>
        </w:tc>
      </w:tr>
      <w:tr w:rsidR="00E86CF1" w:rsidRPr="00E86CF1" w14:paraId="7F1CC9B8" w14:textId="77777777" w:rsidTr="00A53751">
        <w:trPr>
          <w:trHeight w:val="290"/>
        </w:trPr>
        <w:tc>
          <w:tcPr>
            <w:tcW w:w="846" w:type="dxa"/>
            <w:noWrap/>
            <w:hideMark/>
          </w:tcPr>
          <w:p w14:paraId="0F148FDC" w14:textId="77777777" w:rsidR="00E86CF1" w:rsidRPr="00E86CF1" w:rsidRDefault="00E86CF1" w:rsidP="00E86CF1">
            <w:r w:rsidRPr="00E86CF1">
              <w:t> </w:t>
            </w:r>
          </w:p>
        </w:tc>
        <w:tc>
          <w:tcPr>
            <w:tcW w:w="4536" w:type="dxa"/>
            <w:noWrap/>
            <w:hideMark/>
          </w:tcPr>
          <w:p w14:paraId="22DFAF1C" w14:textId="77777777" w:rsidR="00E86CF1" w:rsidRPr="00E86CF1" w:rsidRDefault="00E86CF1">
            <w:pPr>
              <w:jc w:val="left"/>
              <w:rPr>
                <w:i/>
                <w:iCs/>
              </w:rPr>
            </w:pPr>
            <w:r w:rsidRPr="00E86CF1">
              <w:rPr>
                <w:i/>
                <w:iCs/>
              </w:rPr>
              <w:t>Fascia board</w:t>
            </w:r>
          </w:p>
        </w:tc>
        <w:tc>
          <w:tcPr>
            <w:tcW w:w="1134" w:type="dxa"/>
            <w:noWrap/>
            <w:hideMark/>
          </w:tcPr>
          <w:p w14:paraId="7A4D83E2" w14:textId="77777777" w:rsidR="00E86CF1" w:rsidRPr="00E86CF1" w:rsidRDefault="00E86CF1" w:rsidP="00E86CF1">
            <w:r w:rsidRPr="00E86CF1">
              <w:t> </w:t>
            </w:r>
          </w:p>
        </w:tc>
        <w:tc>
          <w:tcPr>
            <w:tcW w:w="992" w:type="dxa"/>
            <w:noWrap/>
            <w:hideMark/>
          </w:tcPr>
          <w:p w14:paraId="0AC97695" w14:textId="77777777" w:rsidR="00E86CF1" w:rsidRPr="00E86CF1" w:rsidRDefault="00E86CF1" w:rsidP="00E86CF1">
            <w:pPr>
              <w:jc w:val="left"/>
            </w:pPr>
            <w:r w:rsidRPr="00E86CF1">
              <w:t> </w:t>
            </w:r>
          </w:p>
        </w:tc>
        <w:tc>
          <w:tcPr>
            <w:tcW w:w="1418" w:type="dxa"/>
            <w:noWrap/>
            <w:hideMark/>
          </w:tcPr>
          <w:p w14:paraId="6DD6E0CF" w14:textId="77777777" w:rsidR="00E86CF1" w:rsidRPr="00E86CF1" w:rsidRDefault="00E86CF1">
            <w:pPr>
              <w:jc w:val="left"/>
            </w:pPr>
            <w:r w:rsidRPr="00E86CF1">
              <w:t> </w:t>
            </w:r>
          </w:p>
        </w:tc>
        <w:tc>
          <w:tcPr>
            <w:tcW w:w="1417" w:type="dxa"/>
            <w:noWrap/>
            <w:hideMark/>
          </w:tcPr>
          <w:p w14:paraId="677B4541" w14:textId="77777777" w:rsidR="00E86CF1" w:rsidRPr="00E86CF1" w:rsidRDefault="00E86CF1">
            <w:r w:rsidRPr="00E86CF1">
              <w:t> </w:t>
            </w:r>
          </w:p>
        </w:tc>
      </w:tr>
      <w:tr w:rsidR="00E86CF1" w:rsidRPr="00E86CF1" w14:paraId="6211A599" w14:textId="77777777" w:rsidTr="00A53751">
        <w:trPr>
          <w:trHeight w:val="290"/>
        </w:trPr>
        <w:tc>
          <w:tcPr>
            <w:tcW w:w="846" w:type="dxa"/>
            <w:noWrap/>
            <w:hideMark/>
          </w:tcPr>
          <w:p w14:paraId="0E738265" w14:textId="77777777" w:rsidR="00E86CF1" w:rsidRPr="00E86CF1" w:rsidRDefault="00E86CF1" w:rsidP="00E86CF1">
            <w:r w:rsidRPr="00E86CF1">
              <w:t>13</w:t>
            </w:r>
          </w:p>
        </w:tc>
        <w:tc>
          <w:tcPr>
            <w:tcW w:w="4536" w:type="dxa"/>
            <w:noWrap/>
            <w:hideMark/>
          </w:tcPr>
          <w:p w14:paraId="005E1B8F" w14:textId="77777777" w:rsidR="00E86CF1" w:rsidRPr="00E86CF1" w:rsidRDefault="00E86CF1">
            <w:pPr>
              <w:jc w:val="left"/>
            </w:pPr>
            <w:r w:rsidRPr="00E86CF1">
              <w:t>200x25mm timber pine</w:t>
            </w:r>
          </w:p>
        </w:tc>
        <w:tc>
          <w:tcPr>
            <w:tcW w:w="1134" w:type="dxa"/>
            <w:noWrap/>
            <w:hideMark/>
          </w:tcPr>
          <w:p w14:paraId="3553FFA3" w14:textId="77777777" w:rsidR="00E86CF1" w:rsidRPr="00E86CF1" w:rsidRDefault="00E86CF1" w:rsidP="00E86CF1">
            <w:r w:rsidRPr="00E86CF1">
              <w:t>15</w:t>
            </w:r>
          </w:p>
        </w:tc>
        <w:tc>
          <w:tcPr>
            <w:tcW w:w="992" w:type="dxa"/>
            <w:noWrap/>
            <w:hideMark/>
          </w:tcPr>
          <w:p w14:paraId="7282DD04" w14:textId="77777777" w:rsidR="00E86CF1" w:rsidRPr="00E86CF1" w:rsidRDefault="00E86CF1" w:rsidP="00E86CF1">
            <w:pPr>
              <w:jc w:val="left"/>
            </w:pPr>
            <w:r w:rsidRPr="00E86CF1">
              <w:t>leng</w:t>
            </w:r>
          </w:p>
        </w:tc>
        <w:tc>
          <w:tcPr>
            <w:tcW w:w="1418" w:type="dxa"/>
            <w:noWrap/>
            <w:hideMark/>
          </w:tcPr>
          <w:p w14:paraId="2165D1A6" w14:textId="77777777" w:rsidR="00E86CF1" w:rsidRPr="00E86CF1" w:rsidRDefault="00E86CF1">
            <w:pPr>
              <w:jc w:val="left"/>
            </w:pPr>
            <w:r w:rsidRPr="00E86CF1">
              <w:t> </w:t>
            </w:r>
          </w:p>
        </w:tc>
        <w:tc>
          <w:tcPr>
            <w:tcW w:w="1417" w:type="dxa"/>
            <w:noWrap/>
            <w:hideMark/>
          </w:tcPr>
          <w:p w14:paraId="5A28960F" w14:textId="77777777" w:rsidR="00E86CF1" w:rsidRPr="00E86CF1" w:rsidRDefault="00E86CF1">
            <w:r w:rsidRPr="00E86CF1">
              <w:t> </w:t>
            </w:r>
          </w:p>
        </w:tc>
      </w:tr>
      <w:tr w:rsidR="00E86CF1" w:rsidRPr="00E86CF1" w14:paraId="560FC0FE" w14:textId="77777777" w:rsidTr="00A53751">
        <w:trPr>
          <w:trHeight w:val="290"/>
        </w:trPr>
        <w:tc>
          <w:tcPr>
            <w:tcW w:w="846" w:type="dxa"/>
            <w:noWrap/>
            <w:hideMark/>
          </w:tcPr>
          <w:p w14:paraId="5A0ACADA" w14:textId="77777777" w:rsidR="00E86CF1" w:rsidRPr="00E86CF1" w:rsidRDefault="00E86CF1" w:rsidP="00E86CF1">
            <w:r w:rsidRPr="00E86CF1">
              <w:t>14</w:t>
            </w:r>
          </w:p>
        </w:tc>
        <w:tc>
          <w:tcPr>
            <w:tcW w:w="4536" w:type="dxa"/>
            <w:noWrap/>
            <w:hideMark/>
          </w:tcPr>
          <w:p w14:paraId="6B14F917" w14:textId="77777777" w:rsidR="00E86CF1" w:rsidRPr="00E86CF1" w:rsidRDefault="00E86CF1">
            <w:pPr>
              <w:jc w:val="left"/>
            </w:pPr>
            <w:r w:rsidRPr="00E86CF1">
              <w:t>200x25mm timber pine</w:t>
            </w:r>
          </w:p>
        </w:tc>
        <w:tc>
          <w:tcPr>
            <w:tcW w:w="1134" w:type="dxa"/>
            <w:noWrap/>
            <w:hideMark/>
          </w:tcPr>
          <w:p w14:paraId="1EA4D6C7" w14:textId="77777777" w:rsidR="00E86CF1" w:rsidRPr="00E86CF1" w:rsidRDefault="00E86CF1" w:rsidP="00E86CF1">
            <w:r w:rsidRPr="00E86CF1">
              <w:t>4</w:t>
            </w:r>
          </w:p>
        </w:tc>
        <w:tc>
          <w:tcPr>
            <w:tcW w:w="992" w:type="dxa"/>
            <w:noWrap/>
            <w:hideMark/>
          </w:tcPr>
          <w:p w14:paraId="34D047AA" w14:textId="77777777" w:rsidR="00E86CF1" w:rsidRPr="00E86CF1" w:rsidRDefault="00E86CF1" w:rsidP="00E86CF1">
            <w:pPr>
              <w:jc w:val="left"/>
            </w:pPr>
            <w:r w:rsidRPr="00E86CF1">
              <w:t>leng</w:t>
            </w:r>
          </w:p>
        </w:tc>
        <w:tc>
          <w:tcPr>
            <w:tcW w:w="1418" w:type="dxa"/>
            <w:noWrap/>
            <w:hideMark/>
          </w:tcPr>
          <w:p w14:paraId="355A2784" w14:textId="77777777" w:rsidR="00E86CF1" w:rsidRPr="00E86CF1" w:rsidRDefault="00E86CF1">
            <w:pPr>
              <w:jc w:val="left"/>
            </w:pPr>
            <w:r w:rsidRPr="00E86CF1">
              <w:t> </w:t>
            </w:r>
          </w:p>
        </w:tc>
        <w:tc>
          <w:tcPr>
            <w:tcW w:w="1417" w:type="dxa"/>
            <w:noWrap/>
            <w:hideMark/>
          </w:tcPr>
          <w:p w14:paraId="5EAAB5DD" w14:textId="77777777" w:rsidR="00E86CF1" w:rsidRPr="00E86CF1" w:rsidRDefault="00E86CF1">
            <w:r w:rsidRPr="00E86CF1">
              <w:t> </w:t>
            </w:r>
          </w:p>
        </w:tc>
      </w:tr>
      <w:tr w:rsidR="00E86CF1" w:rsidRPr="00E86CF1" w14:paraId="40157A29" w14:textId="77777777" w:rsidTr="00A53751">
        <w:trPr>
          <w:trHeight w:val="290"/>
        </w:trPr>
        <w:tc>
          <w:tcPr>
            <w:tcW w:w="846" w:type="dxa"/>
            <w:noWrap/>
            <w:hideMark/>
          </w:tcPr>
          <w:p w14:paraId="356BA4B8" w14:textId="77777777" w:rsidR="00E86CF1" w:rsidRPr="00E86CF1" w:rsidRDefault="00E86CF1" w:rsidP="00E86CF1">
            <w:r w:rsidRPr="00E86CF1">
              <w:t>15</w:t>
            </w:r>
          </w:p>
        </w:tc>
        <w:tc>
          <w:tcPr>
            <w:tcW w:w="4536" w:type="dxa"/>
            <w:noWrap/>
            <w:hideMark/>
          </w:tcPr>
          <w:p w14:paraId="7D9AF584" w14:textId="77777777" w:rsidR="00E86CF1" w:rsidRPr="00E86CF1" w:rsidRDefault="00E86CF1">
            <w:pPr>
              <w:jc w:val="left"/>
            </w:pPr>
            <w:r w:rsidRPr="00E86CF1">
              <w:t>Marine plywood 12mm for gable lining</w:t>
            </w:r>
          </w:p>
        </w:tc>
        <w:tc>
          <w:tcPr>
            <w:tcW w:w="1134" w:type="dxa"/>
            <w:noWrap/>
            <w:hideMark/>
          </w:tcPr>
          <w:p w14:paraId="3CC9BE84" w14:textId="77777777" w:rsidR="00E86CF1" w:rsidRPr="00E86CF1" w:rsidRDefault="00E86CF1" w:rsidP="00E86CF1">
            <w:r w:rsidRPr="00E86CF1">
              <w:t>7</w:t>
            </w:r>
          </w:p>
        </w:tc>
        <w:tc>
          <w:tcPr>
            <w:tcW w:w="992" w:type="dxa"/>
            <w:noWrap/>
            <w:hideMark/>
          </w:tcPr>
          <w:p w14:paraId="229EA7A5" w14:textId="77777777" w:rsidR="00E86CF1" w:rsidRPr="00E86CF1" w:rsidRDefault="00E86CF1" w:rsidP="00E86CF1">
            <w:pPr>
              <w:jc w:val="left"/>
            </w:pPr>
            <w:r w:rsidRPr="00E86CF1">
              <w:t>sht</w:t>
            </w:r>
          </w:p>
        </w:tc>
        <w:tc>
          <w:tcPr>
            <w:tcW w:w="1418" w:type="dxa"/>
            <w:noWrap/>
            <w:hideMark/>
          </w:tcPr>
          <w:p w14:paraId="3B9228AD" w14:textId="77777777" w:rsidR="00E86CF1" w:rsidRPr="00E86CF1" w:rsidRDefault="00E86CF1">
            <w:pPr>
              <w:jc w:val="left"/>
            </w:pPr>
            <w:r w:rsidRPr="00E86CF1">
              <w:t> </w:t>
            </w:r>
          </w:p>
        </w:tc>
        <w:tc>
          <w:tcPr>
            <w:tcW w:w="1417" w:type="dxa"/>
            <w:noWrap/>
            <w:hideMark/>
          </w:tcPr>
          <w:p w14:paraId="712F567A" w14:textId="77777777" w:rsidR="00E86CF1" w:rsidRPr="00E86CF1" w:rsidRDefault="00E86CF1">
            <w:r w:rsidRPr="00E86CF1">
              <w:t> </w:t>
            </w:r>
          </w:p>
        </w:tc>
      </w:tr>
      <w:tr w:rsidR="00E86CF1" w:rsidRPr="00E86CF1" w14:paraId="1192EC9A" w14:textId="77777777" w:rsidTr="00A53751">
        <w:trPr>
          <w:trHeight w:val="290"/>
        </w:trPr>
        <w:tc>
          <w:tcPr>
            <w:tcW w:w="846" w:type="dxa"/>
            <w:noWrap/>
            <w:hideMark/>
          </w:tcPr>
          <w:p w14:paraId="12FC49D8" w14:textId="77777777" w:rsidR="00E86CF1" w:rsidRPr="00E86CF1" w:rsidRDefault="00E86CF1" w:rsidP="00E86CF1">
            <w:r w:rsidRPr="00E86CF1">
              <w:t> </w:t>
            </w:r>
          </w:p>
        </w:tc>
        <w:tc>
          <w:tcPr>
            <w:tcW w:w="4536" w:type="dxa"/>
            <w:noWrap/>
            <w:hideMark/>
          </w:tcPr>
          <w:p w14:paraId="73A999DD" w14:textId="77777777" w:rsidR="00E86CF1" w:rsidRPr="00E86CF1" w:rsidRDefault="00E86CF1">
            <w:pPr>
              <w:jc w:val="left"/>
              <w:rPr>
                <w:b/>
                <w:bCs/>
              </w:rPr>
            </w:pPr>
            <w:r w:rsidRPr="00E86CF1">
              <w:rPr>
                <w:b/>
                <w:bCs/>
              </w:rPr>
              <w:t>Roofing</w:t>
            </w:r>
          </w:p>
        </w:tc>
        <w:tc>
          <w:tcPr>
            <w:tcW w:w="1134" w:type="dxa"/>
            <w:noWrap/>
            <w:hideMark/>
          </w:tcPr>
          <w:p w14:paraId="4C80AE8B" w14:textId="77777777" w:rsidR="00E86CF1" w:rsidRPr="00E86CF1" w:rsidRDefault="00E86CF1" w:rsidP="00E86CF1">
            <w:r w:rsidRPr="00E86CF1">
              <w:t> </w:t>
            </w:r>
          </w:p>
        </w:tc>
        <w:tc>
          <w:tcPr>
            <w:tcW w:w="992" w:type="dxa"/>
            <w:noWrap/>
            <w:hideMark/>
          </w:tcPr>
          <w:p w14:paraId="7FB4DCB0" w14:textId="77777777" w:rsidR="00E86CF1" w:rsidRPr="00E86CF1" w:rsidRDefault="00E86CF1" w:rsidP="00E86CF1">
            <w:pPr>
              <w:jc w:val="left"/>
            </w:pPr>
            <w:r w:rsidRPr="00E86CF1">
              <w:t> </w:t>
            </w:r>
          </w:p>
        </w:tc>
        <w:tc>
          <w:tcPr>
            <w:tcW w:w="1418" w:type="dxa"/>
            <w:noWrap/>
            <w:hideMark/>
          </w:tcPr>
          <w:p w14:paraId="5883561B" w14:textId="77777777" w:rsidR="00E86CF1" w:rsidRPr="00E86CF1" w:rsidRDefault="00E86CF1">
            <w:pPr>
              <w:jc w:val="left"/>
            </w:pPr>
            <w:r w:rsidRPr="00E86CF1">
              <w:t> </w:t>
            </w:r>
          </w:p>
        </w:tc>
        <w:tc>
          <w:tcPr>
            <w:tcW w:w="1417" w:type="dxa"/>
            <w:noWrap/>
            <w:hideMark/>
          </w:tcPr>
          <w:p w14:paraId="418B218D" w14:textId="77777777" w:rsidR="00E86CF1" w:rsidRPr="00E86CF1" w:rsidRDefault="00E86CF1">
            <w:r w:rsidRPr="00E86CF1">
              <w:t> </w:t>
            </w:r>
          </w:p>
        </w:tc>
      </w:tr>
      <w:tr w:rsidR="00E86CF1" w:rsidRPr="00E86CF1" w14:paraId="612D1D7B" w14:textId="77777777" w:rsidTr="00A53751">
        <w:trPr>
          <w:trHeight w:val="290"/>
        </w:trPr>
        <w:tc>
          <w:tcPr>
            <w:tcW w:w="846" w:type="dxa"/>
            <w:noWrap/>
            <w:hideMark/>
          </w:tcPr>
          <w:p w14:paraId="4C8B8345" w14:textId="77777777" w:rsidR="00E86CF1" w:rsidRPr="00E86CF1" w:rsidRDefault="00E86CF1" w:rsidP="00E86CF1">
            <w:r w:rsidRPr="00E86CF1">
              <w:t>16</w:t>
            </w:r>
          </w:p>
        </w:tc>
        <w:tc>
          <w:tcPr>
            <w:tcW w:w="4536" w:type="dxa"/>
            <w:noWrap/>
            <w:hideMark/>
          </w:tcPr>
          <w:p w14:paraId="1F37D82B" w14:textId="77777777" w:rsidR="00E86CF1" w:rsidRPr="00E86CF1" w:rsidRDefault="00E86CF1">
            <w:pPr>
              <w:jc w:val="left"/>
            </w:pPr>
            <w:r w:rsidRPr="00E86CF1">
              <w:t>8ft corrugated roof zincalume above long rafters</w:t>
            </w:r>
          </w:p>
        </w:tc>
        <w:tc>
          <w:tcPr>
            <w:tcW w:w="1134" w:type="dxa"/>
            <w:noWrap/>
            <w:hideMark/>
          </w:tcPr>
          <w:p w14:paraId="3C6CA4E4" w14:textId="77777777" w:rsidR="00E86CF1" w:rsidRPr="00E86CF1" w:rsidRDefault="00E86CF1" w:rsidP="00E86CF1">
            <w:r w:rsidRPr="00E86CF1">
              <w:t>51</w:t>
            </w:r>
          </w:p>
        </w:tc>
        <w:tc>
          <w:tcPr>
            <w:tcW w:w="992" w:type="dxa"/>
            <w:noWrap/>
            <w:hideMark/>
          </w:tcPr>
          <w:p w14:paraId="2EFE8C4E" w14:textId="77777777" w:rsidR="00E86CF1" w:rsidRPr="00E86CF1" w:rsidRDefault="00E86CF1" w:rsidP="00E86CF1">
            <w:pPr>
              <w:jc w:val="left"/>
            </w:pPr>
            <w:r w:rsidRPr="00E86CF1">
              <w:t>sheets</w:t>
            </w:r>
          </w:p>
        </w:tc>
        <w:tc>
          <w:tcPr>
            <w:tcW w:w="1418" w:type="dxa"/>
            <w:noWrap/>
            <w:hideMark/>
          </w:tcPr>
          <w:p w14:paraId="76595F21" w14:textId="77777777" w:rsidR="00E86CF1" w:rsidRPr="00E86CF1" w:rsidRDefault="00E86CF1">
            <w:pPr>
              <w:jc w:val="left"/>
            </w:pPr>
            <w:r w:rsidRPr="00E86CF1">
              <w:t> </w:t>
            </w:r>
          </w:p>
        </w:tc>
        <w:tc>
          <w:tcPr>
            <w:tcW w:w="1417" w:type="dxa"/>
            <w:noWrap/>
            <w:hideMark/>
          </w:tcPr>
          <w:p w14:paraId="5DA36A2D" w14:textId="77777777" w:rsidR="00E86CF1" w:rsidRPr="00E86CF1" w:rsidRDefault="00E86CF1">
            <w:r w:rsidRPr="00E86CF1">
              <w:t> </w:t>
            </w:r>
          </w:p>
        </w:tc>
      </w:tr>
      <w:tr w:rsidR="00E86CF1" w:rsidRPr="00E86CF1" w14:paraId="6C69DBF5" w14:textId="77777777" w:rsidTr="00A53751">
        <w:trPr>
          <w:trHeight w:val="290"/>
        </w:trPr>
        <w:tc>
          <w:tcPr>
            <w:tcW w:w="846" w:type="dxa"/>
            <w:noWrap/>
            <w:hideMark/>
          </w:tcPr>
          <w:p w14:paraId="1AD0EF6C" w14:textId="77777777" w:rsidR="00E86CF1" w:rsidRPr="00E86CF1" w:rsidRDefault="00E86CF1" w:rsidP="00E86CF1">
            <w:r w:rsidRPr="00E86CF1">
              <w:t>17</w:t>
            </w:r>
          </w:p>
        </w:tc>
        <w:tc>
          <w:tcPr>
            <w:tcW w:w="4536" w:type="dxa"/>
            <w:noWrap/>
            <w:hideMark/>
          </w:tcPr>
          <w:p w14:paraId="5C7DBFC0" w14:textId="77777777" w:rsidR="00E86CF1" w:rsidRPr="00E86CF1" w:rsidRDefault="00E86CF1">
            <w:pPr>
              <w:jc w:val="left"/>
            </w:pPr>
            <w:r w:rsidRPr="00E86CF1">
              <w:t>10ft corrugated roof zincalume</w:t>
            </w:r>
          </w:p>
        </w:tc>
        <w:tc>
          <w:tcPr>
            <w:tcW w:w="1134" w:type="dxa"/>
            <w:noWrap/>
            <w:hideMark/>
          </w:tcPr>
          <w:p w14:paraId="5F320775" w14:textId="77777777" w:rsidR="00E86CF1" w:rsidRPr="00E86CF1" w:rsidRDefault="00E86CF1" w:rsidP="00E86CF1">
            <w:r w:rsidRPr="00E86CF1">
              <w:t>51</w:t>
            </w:r>
          </w:p>
        </w:tc>
        <w:tc>
          <w:tcPr>
            <w:tcW w:w="992" w:type="dxa"/>
            <w:noWrap/>
            <w:hideMark/>
          </w:tcPr>
          <w:p w14:paraId="1D550420" w14:textId="77777777" w:rsidR="00E86CF1" w:rsidRPr="00E86CF1" w:rsidRDefault="00E86CF1" w:rsidP="00E86CF1">
            <w:pPr>
              <w:jc w:val="left"/>
            </w:pPr>
            <w:r w:rsidRPr="00E86CF1">
              <w:t>sheets</w:t>
            </w:r>
          </w:p>
        </w:tc>
        <w:tc>
          <w:tcPr>
            <w:tcW w:w="1418" w:type="dxa"/>
            <w:noWrap/>
            <w:hideMark/>
          </w:tcPr>
          <w:p w14:paraId="618BF353" w14:textId="77777777" w:rsidR="00E86CF1" w:rsidRPr="00E86CF1" w:rsidRDefault="00E86CF1">
            <w:pPr>
              <w:jc w:val="left"/>
            </w:pPr>
            <w:r w:rsidRPr="00E86CF1">
              <w:t> </w:t>
            </w:r>
          </w:p>
        </w:tc>
        <w:tc>
          <w:tcPr>
            <w:tcW w:w="1417" w:type="dxa"/>
            <w:noWrap/>
            <w:hideMark/>
          </w:tcPr>
          <w:p w14:paraId="51029DBA" w14:textId="77777777" w:rsidR="00E86CF1" w:rsidRPr="00E86CF1" w:rsidRDefault="00E86CF1">
            <w:r w:rsidRPr="00E86CF1">
              <w:t> </w:t>
            </w:r>
          </w:p>
        </w:tc>
      </w:tr>
      <w:tr w:rsidR="00E86CF1" w:rsidRPr="00E86CF1" w14:paraId="2B6320B5" w14:textId="77777777" w:rsidTr="00A53751">
        <w:trPr>
          <w:trHeight w:val="290"/>
        </w:trPr>
        <w:tc>
          <w:tcPr>
            <w:tcW w:w="846" w:type="dxa"/>
            <w:noWrap/>
            <w:hideMark/>
          </w:tcPr>
          <w:p w14:paraId="34283BB8" w14:textId="77777777" w:rsidR="00E86CF1" w:rsidRPr="00E86CF1" w:rsidRDefault="00E86CF1" w:rsidP="00E86CF1">
            <w:r w:rsidRPr="00E86CF1">
              <w:lastRenderedPageBreak/>
              <w:t>18</w:t>
            </w:r>
          </w:p>
        </w:tc>
        <w:tc>
          <w:tcPr>
            <w:tcW w:w="4536" w:type="dxa"/>
            <w:noWrap/>
            <w:hideMark/>
          </w:tcPr>
          <w:p w14:paraId="0687C31C" w14:textId="77777777" w:rsidR="00E86CF1" w:rsidRPr="00E86CF1" w:rsidRDefault="00E86CF1">
            <w:pPr>
              <w:jc w:val="left"/>
            </w:pPr>
            <w:r w:rsidRPr="00E86CF1">
              <w:t>19ft corrugated roof zincalume</w:t>
            </w:r>
          </w:p>
        </w:tc>
        <w:tc>
          <w:tcPr>
            <w:tcW w:w="1134" w:type="dxa"/>
            <w:noWrap/>
            <w:hideMark/>
          </w:tcPr>
          <w:p w14:paraId="2154C4AB" w14:textId="77777777" w:rsidR="00E86CF1" w:rsidRPr="00E86CF1" w:rsidRDefault="00E86CF1" w:rsidP="00E86CF1">
            <w:r w:rsidRPr="00E86CF1">
              <w:t>51</w:t>
            </w:r>
          </w:p>
        </w:tc>
        <w:tc>
          <w:tcPr>
            <w:tcW w:w="992" w:type="dxa"/>
            <w:noWrap/>
            <w:hideMark/>
          </w:tcPr>
          <w:p w14:paraId="4C099023" w14:textId="77777777" w:rsidR="00E86CF1" w:rsidRPr="00E86CF1" w:rsidRDefault="00E86CF1" w:rsidP="00E86CF1">
            <w:pPr>
              <w:jc w:val="left"/>
            </w:pPr>
            <w:r w:rsidRPr="00E86CF1">
              <w:t>sheets</w:t>
            </w:r>
          </w:p>
        </w:tc>
        <w:tc>
          <w:tcPr>
            <w:tcW w:w="1418" w:type="dxa"/>
            <w:noWrap/>
            <w:hideMark/>
          </w:tcPr>
          <w:p w14:paraId="25EB7B83" w14:textId="77777777" w:rsidR="00E86CF1" w:rsidRPr="00E86CF1" w:rsidRDefault="00E86CF1">
            <w:pPr>
              <w:jc w:val="left"/>
            </w:pPr>
            <w:r w:rsidRPr="00E86CF1">
              <w:t> </w:t>
            </w:r>
          </w:p>
        </w:tc>
        <w:tc>
          <w:tcPr>
            <w:tcW w:w="1417" w:type="dxa"/>
            <w:noWrap/>
            <w:hideMark/>
          </w:tcPr>
          <w:p w14:paraId="55EE208A" w14:textId="77777777" w:rsidR="00E86CF1" w:rsidRPr="00E86CF1" w:rsidRDefault="00E86CF1">
            <w:r w:rsidRPr="00E86CF1">
              <w:t> </w:t>
            </w:r>
          </w:p>
        </w:tc>
      </w:tr>
      <w:tr w:rsidR="00E86CF1" w:rsidRPr="00E86CF1" w14:paraId="1F9EE18A" w14:textId="77777777" w:rsidTr="00A53751">
        <w:trPr>
          <w:trHeight w:val="290"/>
        </w:trPr>
        <w:tc>
          <w:tcPr>
            <w:tcW w:w="846" w:type="dxa"/>
            <w:noWrap/>
            <w:hideMark/>
          </w:tcPr>
          <w:p w14:paraId="14EA79AD" w14:textId="77777777" w:rsidR="00E86CF1" w:rsidRPr="00E86CF1" w:rsidRDefault="00E86CF1" w:rsidP="00E86CF1">
            <w:r w:rsidRPr="00E86CF1">
              <w:t>19</w:t>
            </w:r>
          </w:p>
        </w:tc>
        <w:tc>
          <w:tcPr>
            <w:tcW w:w="4536" w:type="dxa"/>
            <w:noWrap/>
            <w:hideMark/>
          </w:tcPr>
          <w:p w14:paraId="024AA4FD" w14:textId="77777777" w:rsidR="00E86CF1" w:rsidRPr="00E86CF1" w:rsidRDefault="00E86CF1">
            <w:pPr>
              <w:jc w:val="left"/>
            </w:pPr>
            <w:r w:rsidRPr="00E86CF1">
              <w:t>15ft corrugated roof zincalume</w:t>
            </w:r>
          </w:p>
        </w:tc>
        <w:tc>
          <w:tcPr>
            <w:tcW w:w="1134" w:type="dxa"/>
            <w:noWrap/>
            <w:hideMark/>
          </w:tcPr>
          <w:p w14:paraId="04A827CD" w14:textId="77777777" w:rsidR="00E86CF1" w:rsidRPr="00E86CF1" w:rsidRDefault="00E86CF1" w:rsidP="00E86CF1">
            <w:r w:rsidRPr="00E86CF1">
              <w:t>25</w:t>
            </w:r>
          </w:p>
        </w:tc>
        <w:tc>
          <w:tcPr>
            <w:tcW w:w="992" w:type="dxa"/>
            <w:noWrap/>
            <w:hideMark/>
          </w:tcPr>
          <w:p w14:paraId="420B8531" w14:textId="77777777" w:rsidR="00E86CF1" w:rsidRPr="00E86CF1" w:rsidRDefault="00E86CF1" w:rsidP="00E86CF1">
            <w:pPr>
              <w:jc w:val="left"/>
            </w:pPr>
            <w:r w:rsidRPr="00E86CF1">
              <w:t>sheets</w:t>
            </w:r>
          </w:p>
        </w:tc>
        <w:tc>
          <w:tcPr>
            <w:tcW w:w="1418" w:type="dxa"/>
            <w:noWrap/>
            <w:hideMark/>
          </w:tcPr>
          <w:p w14:paraId="4F018F98" w14:textId="77777777" w:rsidR="00E86CF1" w:rsidRPr="00E86CF1" w:rsidRDefault="00E86CF1">
            <w:pPr>
              <w:jc w:val="left"/>
            </w:pPr>
            <w:r w:rsidRPr="00E86CF1">
              <w:t> </w:t>
            </w:r>
          </w:p>
        </w:tc>
        <w:tc>
          <w:tcPr>
            <w:tcW w:w="1417" w:type="dxa"/>
            <w:noWrap/>
            <w:hideMark/>
          </w:tcPr>
          <w:p w14:paraId="09EE8CDE" w14:textId="77777777" w:rsidR="00E86CF1" w:rsidRPr="00E86CF1" w:rsidRDefault="00E86CF1">
            <w:r w:rsidRPr="00E86CF1">
              <w:t> </w:t>
            </w:r>
          </w:p>
        </w:tc>
      </w:tr>
      <w:tr w:rsidR="00E86CF1" w:rsidRPr="00E86CF1" w14:paraId="24AFAD79" w14:textId="77777777" w:rsidTr="00A53751">
        <w:trPr>
          <w:trHeight w:val="290"/>
        </w:trPr>
        <w:tc>
          <w:tcPr>
            <w:tcW w:w="846" w:type="dxa"/>
            <w:noWrap/>
            <w:hideMark/>
          </w:tcPr>
          <w:p w14:paraId="2D3F2A26" w14:textId="77777777" w:rsidR="00E86CF1" w:rsidRPr="00E86CF1" w:rsidRDefault="00E86CF1" w:rsidP="00E86CF1">
            <w:r w:rsidRPr="00E86CF1">
              <w:t>20</w:t>
            </w:r>
          </w:p>
        </w:tc>
        <w:tc>
          <w:tcPr>
            <w:tcW w:w="4536" w:type="dxa"/>
            <w:noWrap/>
            <w:hideMark/>
          </w:tcPr>
          <w:p w14:paraId="6B40C46D" w14:textId="77777777" w:rsidR="00E86CF1" w:rsidRPr="00E86CF1" w:rsidRDefault="00E86CF1">
            <w:pPr>
              <w:jc w:val="left"/>
            </w:pPr>
            <w:r w:rsidRPr="00E86CF1">
              <w:t>12ft corrugated roof zincalume</w:t>
            </w:r>
          </w:p>
        </w:tc>
        <w:tc>
          <w:tcPr>
            <w:tcW w:w="1134" w:type="dxa"/>
            <w:noWrap/>
            <w:hideMark/>
          </w:tcPr>
          <w:p w14:paraId="2EBC7486" w14:textId="77777777" w:rsidR="00E86CF1" w:rsidRPr="00E86CF1" w:rsidRDefault="00E86CF1" w:rsidP="00E86CF1">
            <w:r w:rsidRPr="00E86CF1">
              <w:t>21</w:t>
            </w:r>
          </w:p>
        </w:tc>
        <w:tc>
          <w:tcPr>
            <w:tcW w:w="992" w:type="dxa"/>
            <w:noWrap/>
            <w:hideMark/>
          </w:tcPr>
          <w:p w14:paraId="0ECEF3F4" w14:textId="77777777" w:rsidR="00E86CF1" w:rsidRPr="00E86CF1" w:rsidRDefault="00E86CF1" w:rsidP="00E86CF1">
            <w:pPr>
              <w:jc w:val="left"/>
            </w:pPr>
            <w:r w:rsidRPr="00E86CF1">
              <w:t>sheets</w:t>
            </w:r>
          </w:p>
        </w:tc>
        <w:tc>
          <w:tcPr>
            <w:tcW w:w="1418" w:type="dxa"/>
            <w:noWrap/>
            <w:hideMark/>
          </w:tcPr>
          <w:p w14:paraId="34717EC1" w14:textId="77777777" w:rsidR="00E86CF1" w:rsidRPr="00E86CF1" w:rsidRDefault="00E86CF1">
            <w:pPr>
              <w:jc w:val="left"/>
            </w:pPr>
            <w:r w:rsidRPr="00E86CF1">
              <w:t> </w:t>
            </w:r>
          </w:p>
        </w:tc>
        <w:tc>
          <w:tcPr>
            <w:tcW w:w="1417" w:type="dxa"/>
            <w:noWrap/>
            <w:hideMark/>
          </w:tcPr>
          <w:p w14:paraId="011884EA" w14:textId="77777777" w:rsidR="00E86CF1" w:rsidRPr="00E86CF1" w:rsidRDefault="00E86CF1">
            <w:r w:rsidRPr="00E86CF1">
              <w:t> </w:t>
            </w:r>
          </w:p>
        </w:tc>
      </w:tr>
      <w:tr w:rsidR="00E86CF1" w:rsidRPr="00E86CF1" w14:paraId="2B40C94B" w14:textId="77777777" w:rsidTr="00A53751">
        <w:trPr>
          <w:trHeight w:val="290"/>
        </w:trPr>
        <w:tc>
          <w:tcPr>
            <w:tcW w:w="846" w:type="dxa"/>
            <w:noWrap/>
            <w:hideMark/>
          </w:tcPr>
          <w:p w14:paraId="029EB1BC" w14:textId="77777777" w:rsidR="00E86CF1" w:rsidRPr="00E86CF1" w:rsidRDefault="00E86CF1" w:rsidP="00E86CF1">
            <w:r w:rsidRPr="00E86CF1">
              <w:t>21</w:t>
            </w:r>
          </w:p>
        </w:tc>
        <w:tc>
          <w:tcPr>
            <w:tcW w:w="4536" w:type="dxa"/>
            <w:noWrap/>
            <w:hideMark/>
          </w:tcPr>
          <w:p w14:paraId="1D152FCF" w14:textId="77777777" w:rsidR="00E86CF1" w:rsidRPr="00E86CF1" w:rsidRDefault="00E86CF1">
            <w:pPr>
              <w:jc w:val="left"/>
            </w:pPr>
            <w:r w:rsidRPr="00E86CF1">
              <w:t>8ft corrugated roof zincalume for hips</w:t>
            </w:r>
          </w:p>
        </w:tc>
        <w:tc>
          <w:tcPr>
            <w:tcW w:w="1134" w:type="dxa"/>
            <w:noWrap/>
            <w:hideMark/>
          </w:tcPr>
          <w:p w14:paraId="50D7E45E" w14:textId="77777777" w:rsidR="00E86CF1" w:rsidRPr="00E86CF1" w:rsidRDefault="00E86CF1" w:rsidP="00E86CF1">
            <w:r w:rsidRPr="00E86CF1">
              <w:t>28</w:t>
            </w:r>
          </w:p>
        </w:tc>
        <w:tc>
          <w:tcPr>
            <w:tcW w:w="992" w:type="dxa"/>
            <w:noWrap/>
            <w:hideMark/>
          </w:tcPr>
          <w:p w14:paraId="0560B9EA" w14:textId="77777777" w:rsidR="00E86CF1" w:rsidRPr="00E86CF1" w:rsidRDefault="00E86CF1" w:rsidP="00E86CF1">
            <w:pPr>
              <w:jc w:val="left"/>
            </w:pPr>
            <w:r w:rsidRPr="00E86CF1">
              <w:t>sheets</w:t>
            </w:r>
          </w:p>
        </w:tc>
        <w:tc>
          <w:tcPr>
            <w:tcW w:w="1418" w:type="dxa"/>
            <w:noWrap/>
            <w:hideMark/>
          </w:tcPr>
          <w:p w14:paraId="6AC8F403" w14:textId="77777777" w:rsidR="00E86CF1" w:rsidRPr="00E86CF1" w:rsidRDefault="00E86CF1">
            <w:pPr>
              <w:jc w:val="left"/>
            </w:pPr>
            <w:r w:rsidRPr="00E86CF1">
              <w:t> </w:t>
            </w:r>
          </w:p>
        </w:tc>
        <w:tc>
          <w:tcPr>
            <w:tcW w:w="1417" w:type="dxa"/>
            <w:noWrap/>
            <w:hideMark/>
          </w:tcPr>
          <w:p w14:paraId="3A460529" w14:textId="77777777" w:rsidR="00E86CF1" w:rsidRPr="00E86CF1" w:rsidRDefault="00E86CF1">
            <w:r w:rsidRPr="00E86CF1">
              <w:t> </w:t>
            </w:r>
          </w:p>
        </w:tc>
      </w:tr>
      <w:tr w:rsidR="00E86CF1" w:rsidRPr="00E86CF1" w14:paraId="2FB8FBD0" w14:textId="77777777" w:rsidTr="00A53751">
        <w:trPr>
          <w:trHeight w:val="290"/>
        </w:trPr>
        <w:tc>
          <w:tcPr>
            <w:tcW w:w="846" w:type="dxa"/>
            <w:noWrap/>
            <w:hideMark/>
          </w:tcPr>
          <w:p w14:paraId="6F76FC17" w14:textId="77777777" w:rsidR="00E86CF1" w:rsidRPr="00E86CF1" w:rsidRDefault="00E86CF1" w:rsidP="00E86CF1">
            <w:r w:rsidRPr="00E86CF1">
              <w:t>22</w:t>
            </w:r>
          </w:p>
        </w:tc>
        <w:tc>
          <w:tcPr>
            <w:tcW w:w="4536" w:type="dxa"/>
            <w:noWrap/>
            <w:hideMark/>
          </w:tcPr>
          <w:p w14:paraId="42B1E0E3" w14:textId="77777777" w:rsidR="00E86CF1" w:rsidRPr="00E86CF1" w:rsidRDefault="00E86CF1">
            <w:pPr>
              <w:jc w:val="left"/>
            </w:pPr>
            <w:r w:rsidRPr="00E86CF1">
              <w:t>Aluminium ridge cap 8''</w:t>
            </w:r>
          </w:p>
        </w:tc>
        <w:tc>
          <w:tcPr>
            <w:tcW w:w="1134" w:type="dxa"/>
            <w:noWrap/>
            <w:hideMark/>
          </w:tcPr>
          <w:p w14:paraId="3D0D38E9" w14:textId="77777777" w:rsidR="00E86CF1" w:rsidRPr="00E86CF1" w:rsidRDefault="00E86CF1" w:rsidP="00E86CF1">
            <w:r w:rsidRPr="00E86CF1">
              <w:t>8</w:t>
            </w:r>
          </w:p>
        </w:tc>
        <w:tc>
          <w:tcPr>
            <w:tcW w:w="992" w:type="dxa"/>
            <w:noWrap/>
            <w:hideMark/>
          </w:tcPr>
          <w:p w14:paraId="3F4D1152" w14:textId="77777777" w:rsidR="00E86CF1" w:rsidRPr="00E86CF1" w:rsidRDefault="00E86CF1" w:rsidP="00E86CF1">
            <w:pPr>
              <w:jc w:val="left"/>
            </w:pPr>
            <w:r w:rsidRPr="00E86CF1">
              <w:t>sheets</w:t>
            </w:r>
          </w:p>
        </w:tc>
        <w:tc>
          <w:tcPr>
            <w:tcW w:w="1418" w:type="dxa"/>
            <w:noWrap/>
            <w:hideMark/>
          </w:tcPr>
          <w:p w14:paraId="0A9E45FE" w14:textId="77777777" w:rsidR="00E86CF1" w:rsidRPr="00E86CF1" w:rsidRDefault="00E86CF1">
            <w:pPr>
              <w:jc w:val="left"/>
            </w:pPr>
            <w:r w:rsidRPr="00E86CF1">
              <w:t> </w:t>
            </w:r>
          </w:p>
        </w:tc>
        <w:tc>
          <w:tcPr>
            <w:tcW w:w="1417" w:type="dxa"/>
            <w:noWrap/>
            <w:hideMark/>
          </w:tcPr>
          <w:p w14:paraId="74EFD486" w14:textId="77777777" w:rsidR="00E86CF1" w:rsidRPr="00E86CF1" w:rsidRDefault="00E86CF1">
            <w:r w:rsidRPr="00E86CF1">
              <w:t> </w:t>
            </w:r>
          </w:p>
        </w:tc>
      </w:tr>
      <w:tr w:rsidR="00E86CF1" w:rsidRPr="00E86CF1" w14:paraId="3D1F9FF0" w14:textId="77777777" w:rsidTr="00A53751">
        <w:trPr>
          <w:trHeight w:val="290"/>
        </w:trPr>
        <w:tc>
          <w:tcPr>
            <w:tcW w:w="846" w:type="dxa"/>
            <w:noWrap/>
            <w:hideMark/>
          </w:tcPr>
          <w:p w14:paraId="66A11A06" w14:textId="77777777" w:rsidR="00E86CF1" w:rsidRPr="00E86CF1" w:rsidRDefault="00E86CF1" w:rsidP="00E86CF1">
            <w:r w:rsidRPr="00E86CF1">
              <w:t>23</w:t>
            </w:r>
          </w:p>
        </w:tc>
        <w:tc>
          <w:tcPr>
            <w:tcW w:w="4536" w:type="dxa"/>
            <w:noWrap/>
            <w:hideMark/>
          </w:tcPr>
          <w:p w14:paraId="4D70529D" w14:textId="77777777" w:rsidR="00E86CF1" w:rsidRPr="00E86CF1" w:rsidRDefault="00E86CF1">
            <w:pPr>
              <w:jc w:val="left"/>
            </w:pPr>
            <w:r w:rsidRPr="00E86CF1">
              <w:t>Flashing 8'0"</w:t>
            </w:r>
          </w:p>
        </w:tc>
        <w:tc>
          <w:tcPr>
            <w:tcW w:w="1134" w:type="dxa"/>
            <w:noWrap/>
            <w:hideMark/>
          </w:tcPr>
          <w:p w14:paraId="691E233B" w14:textId="77777777" w:rsidR="00E86CF1" w:rsidRPr="00E86CF1" w:rsidRDefault="00E86CF1" w:rsidP="00E86CF1">
            <w:r w:rsidRPr="00E86CF1">
              <w:t>12</w:t>
            </w:r>
          </w:p>
        </w:tc>
        <w:tc>
          <w:tcPr>
            <w:tcW w:w="992" w:type="dxa"/>
            <w:noWrap/>
            <w:hideMark/>
          </w:tcPr>
          <w:p w14:paraId="443A723D" w14:textId="77777777" w:rsidR="00E86CF1" w:rsidRPr="00E86CF1" w:rsidRDefault="00E86CF1" w:rsidP="00E86CF1">
            <w:pPr>
              <w:jc w:val="left"/>
            </w:pPr>
            <w:r w:rsidRPr="00E86CF1">
              <w:t>pcs</w:t>
            </w:r>
          </w:p>
        </w:tc>
        <w:tc>
          <w:tcPr>
            <w:tcW w:w="1418" w:type="dxa"/>
            <w:noWrap/>
            <w:hideMark/>
          </w:tcPr>
          <w:p w14:paraId="113D65E8" w14:textId="77777777" w:rsidR="00E86CF1" w:rsidRPr="00E86CF1" w:rsidRDefault="00E86CF1">
            <w:pPr>
              <w:jc w:val="left"/>
            </w:pPr>
            <w:r w:rsidRPr="00E86CF1">
              <w:t> </w:t>
            </w:r>
          </w:p>
        </w:tc>
        <w:tc>
          <w:tcPr>
            <w:tcW w:w="1417" w:type="dxa"/>
            <w:noWrap/>
            <w:hideMark/>
          </w:tcPr>
          <w:p w14:paraId="7B7B1D4A" w14:textId="77777777" w:rsidR="00E86CF1" w:rsidRPr="00E86CF1" w:rsidRDefault="00E86CF1">
            <w:r w:rsidRPr="00E86CF1">
              <w:t> </w:t>
            </w:r>
          </w:p>
        </w:tc>
      </w:tr>
      <w:tr w:rsidR="00E86CF1" w:rsidRPr="00E86CF1" w14:paraId="50280694" w14:textId="77777777" w:rsidTr="00A53751">
        <w:trPr>
          <w:trHeight w:val="290"/>
        </w:trPr>
        <w:tc>
          <w:tcPr>
            <w:tcW w:w="846" w:type="dxa"/>
            <w:noWrap/>
            <w:hideMark/>
          </w:tcPr>
          <w:p w14:paraId="01477E00" w14:textId="77777777" w:rsidR="00E86CF1" w:rsidRPr="00E86CF1" w:rsidRDefault="00E86CF1" w:rsidP="00E86CF1">
            <w:r w:rsidRPr="00E86CF1">
              <w:t> </w:t>
            </w:r>
          </w:p>
        </w:tc>
        <w:tc>
          <w:tcPr>
            <w:tcW w:w="4536" w:type="dxa"/>
            <w:noWrap/>
            <w:hideMark/>
          </w:tcPr>
          <w:p w14:paraId="2EB9883D" w14:textId="77777777" w:rsidR="00E86CF1" w:rsidRPr="00E86CF1" w:rsidRDefault="00E86CF1">
            <w:pPr>
              <w:jc w:val="left"/>
              <w:rPr>
                <w:b/>
                <w:bCs/>
              </w:rPr>
            </w:pPr>
            <w:r w:rsidRPr="00E86CF1">
              <w:rPr>
                <w:b/>
                <w:bCs/>
              </w:rPr>
              <w:t>Painting and decoration</w:t>
            </w:r>
          </w:p>
        </w:tc>
        <w:tc>
          <w:tcPr>
            <w:tcW w:w="1134" w:type="dxa"/>
            <w:noWrap/>
            <w:hideMark/>
          </w:tcPr>
          <w:p w14:paraId="1EAC5585" w14:textId="77777777" w:rsidR="00E86CF1" w:rsidRPr="00E86CF1" w:rsidRDefault="00E86CF1" w:rsidP="00E86CF1">
            <w:r w:rsidRPr="00E86CF1">
              <w:t> </w:t>
            </w:r>
          </w:p>
        </w:tc>
        <w:tc>
          <w:tcPr>
            <w:tcW w:w="992" w:type="dxa"/>
            <w:noWrap/>
            <w:hideMark/>
          </w:tcPr>
          <w:p w14:paraId="545987A0" w14:textId="77777777" w:rsidR="00E86CF1" w:rsidRPr="00E86CF1" w:rsidRDefault="00E86CF1" w:rsidP="00E86CF1">
            <w:pPr>
              <w:jc w:val="left"/>
            </w:pPr>
            <w:r w:rsidRPr="00E86CF1">
              <w:t> </w:t>
            </w:r>
          </w:p>
        </w:tc>
        <w:tc>
          <w:tcPr>
            <w:tcW w:w="1418" w:type="dxa"/>
            <w:noWrap/>
            <w:hideMark/>
          </w:tcPr>
          <w:p w14:paraId="09B4DF14" w14:textId="77777777" w:rsidR="00E86CF1" w:rsidRPr="00E86CF1" w:rsidRDefault="00E86CF1">
            <w:pPr>
              <w:jc w:val="left"/>
            </w:pPr>
            <w:r w:rsidRPr="00E86CF1">
              <w:t> </w:t>
            </w:r>
          </w:p>
        </w:tc>
        <w:tc>
          <w:tcPr>
            <w:tcW w:w="1417" w:type="dxa"/>
            <w:noWrap/>
            <w:hideMark/>
          </w:tcPr>
          <w:p w14:paraId="7ADECB3E" w14:textId="77777777" w:rsidR="00E86CF1" w:rsidRPr="00E86CF1" w:rsidRDefault="00E86CF1">
            <w:r w:rsidRPr="00E86CF1">
              <w:t> </w:t>
            </w:r>
          </w:p>
        </w:tc>
      </w:tr>
      <w:tr w:rsidR="00E86CF1" w:rsidRPr="00E86CF1" w14:paraId="19BBC10D" w14:textId="77777777" w:rsidTr="00A53751">
        <w:trPr>
          <w:trHeight w:val="290"/>
        </w:trPr>
        <w:tc>
          <w:tcPr>
            <w:tcW w:w="846" w:type="dxa"/>
            <w:noWrap/>
            <w:hideMark/>
          </w:tcPr>
          <w:p w14:paraId="2A913BC0" w14:textId="77777777" w:rsidR="00E86CF1" w:rsidRPr="00E86CF1" w:rsidRDefault="00E86CF1" w:rsidP="00E86CF1">
            <w:r w:rsidRPr="00E86CF1">
              <w:t>24</w:t>
            </w:r>
          </w:p>
        </w:tc>
        <w:tc>
          <w:tcPr>
            <w:tcW w:w="4536" w:type="dxa"/>
            <w:noWrap/>
            <w:hideMark/>
          </w:tcPr>
          <w:p w14:paraId="20AE0261" w14:textId="77777777" w:rsidR="00E86CF1" w:rsidRPr="00E86CF1" w:rsidRDefault="00E86CF1">
            <w:pPr>
              <w:jc w:val="left"/>
            </w:pPr>
            <w:r w:rsidRPr="00E86CF1">
              <w:t>Oil base undercoat @ 4liters/tin</w:t>
            </w:r>
          </w:p>
        </w:tc>
        <w:tc>
          <w:tcPr>
            <w:tcW w:w="1134" w:type="dxa"/>
            <w:noWrap/>
            <w:hideMark/>
          </w:tcPr>
          <w:p w14:paraId="4E9DFD9B" w14:textId="77777777" w:rsidR="00E86CF1" w:rsidRPr="00E86CF1" w:rsidRDefault="00E86CF1" w:rsidP="00E86CF1">
            <w:r w:rsidRPr="00E86CF1">
              <w:t>5</w:t>
            </w:r>
          </w:p>
        </w:tc>
        <w:tc>
          <w:tcPr>
            <w:tcW w:w="992" w:type="dxa"/>
            <w:noWrap/>
            <w:hideMark/>
          </w:tcPr>
          <w:p w14:paraId="1E171042" w14:textId="77777777" w:rsidR="00E86CF1" w:rsidRPr="00E86CF1" w:rsidRDefault="00E86CF1" w:rsidP="00E86CF1">
            <w:pPr>
              <w:jc w:val="left"/>
            </w:pPr>
            <w:r w:rsidRPr="00E86CF1">
              <w:t>tn</w:t>
            </w:r>
          </w:p>
        </w:tc>
        <w:tc>
          <w:tcPr>
            <w:tcW w:w="1418" w:type="dxa"/>
            <w:noWrap/>
            <w:hideMark/>
          </w:tcPr>
          <w:p w14:paraId="75D76B7F" w14:textId="77777777" w:rsidR="00E86CF1" w:rsidRPr="00E86CF1" w:rsidRDefault="00E86CF1">
            <w:pPr>
              <w:jc w:val="left"/>
            </w:pPr>
            <w:r w:rsidRPr="00E86CF1">
              <w:t> </w:t>
            </w:r>
          </w:p>
        </w:tc>
        <w:tc>
          <w:tcPr>
            <w:tcW w:w="1417" w:type="dxa"/>
            <w:noWrap/>
            <w:hideMark/>
          </w:tcPr>
          <w:p w14:paraId="6443D7D4" w14:textId="77777777" w:rsidR="00E86CF1" w:rsidRPr="00E86CF1" w:rsidRDefault="00E86CF1">
            <w:r w:rsidRPr="00E86CF1">
              <w:t> </w:t>
            </w:r>
          </w:p>
        </w:tc>
      </w:tr>
      <w:tr w:rsidR="00E86CF1" w:rsidRPr="00E86CF1" w14:paraId="0B11D9FE" w14:textId="77777777" w:rsidTr="00A53751">
        <w:trPr>
          <w:trHeight w:val="290"/>
        </w:trPr>
        <w:tc>
          <w:tcPr>
            <w:tcW w:w="846" w:type="dxa"/>
            <w:noWrap/>
            <w:hideMark/>
          </w:tcPr>
          <w:p w14:paraId="52E9CBD0" w14:textId="77777777" w:rsidR="00E86CF1" w:rsidRPr="00E86CF1" w:rsidRDefault="00E86CF1" w:rsidP="00E86CF1">
            <w:r w:rsidRPr="00E86CF1">
              <w:t>25</w:t>
            </w:r>
          </w:p>
        </w:tc>
        <w:tc>
          <w:tcPr>
            <w:tcW w:w="4536" w:type="dxa"/>
            <w:noWrap/>
            <w:hideMark/>
          </w:tcPr>
          <w:p w14:paraId="6E3CDE53" w14:textId="77777777" w:rsidR="00E86CF1" w:rsidRPr="00E86CF1" w:rsidRDefault="00E86CF1">
            <w:pPr>
              <w:jc w:val="left"/>
            </w:pPr>
            <w:r w:rsidRPr="00E86CF1">
              <w:t>Semi-gloss enamel @ 4liters/tin</w:t>
            </w:r>
          </w:p>
        </w:tc>
        <w:tc>
          <w:tcPr>
            <w:tcW w:w="1134" w:type="dxa"/>
            <w:noWrap/>
            <w:hideMark/>
          </w:tcPr>
          <w:p w14:paraId="302A0858" w14:textId="77777777" w:rsidR="00E86CF1" w:rsidRPr="00E86CF1" w:rsidRDefault="00E86CF1" w:rsidP="00E86CF1">
            <w:r w:rsidRPr="00E86CF1">
              <w:t>10</w:t>
            </w:r>
          </w:p>
        </w:tc>
        <w:tc>
          <w:tcPr>
            <w:tcW w:w="992" w:type="dxa"/>
            <w:noWrap/>
            <w:hideMark/>
          </w:tcPr>
          <w:p w14:paraId="578EEAEA" w14:textId="77777777" w:rsidR="00E86CF1" w:rsidRPr="00E86CF1" w:rsidRDefault="00E86CF1" w:rsidP="00E86CF1">
            <w:pPr>
              <w:jc w:val="left"/>
            </w:pPr>
            <w:r w:rsidRPr="00E86CF1">
              <w:t>tn</w:t>
            </w:r>
          </w:p>
        </w:tc>
        <w:tc>
          <w:tcPr>
            <w:tcW w:w="1418" w:type="dxa"/>
            <w:noWrap/>
            <w:hideMark/>
          </w:tcPr>
          <w:p w14:paraId="20D6EFC5" w14:textId="77777777" w:rsidR="00E86CF1" w:rsidRPr="00E86CF1" w:rsidRDefault="00E86CF1">
            <w:pPr>
              <w:jc w:val="left"/>
            </w:pPr>
            <w:r w:rsidRPr="00E86CF1">
              <w:t> </w:t>
            </w:r>
          </w:p>
        </w:tc>
        <w:tc>
          <w:tcPr>
            <w:tcW w:w="1417" w:type="dxa"/>
            <w:noWrap/>
            <w:hideMark/>
          </w:tcPr>
          <w:p w14:paraId="70B92D75" w14:textId="77777777" w:rsidR="00E86CF1" w:rsidRPr="00E86CF1" w:rsidRDefault="00E86CF1">
            <w:r w:rsidRPr="00E86CF1">
              <w:t> </w:t>
            </w:r>
          </w:p>
        </w:tc>
      </w:tr>
      <w:tr w:rsidR="00E86CF1" w:rsidRPr="00E86CF1" w14:paraId="6B3FF952" w14:textId="77777777" w:rsidTr="00A53751">
        <w:trPr>
          <w:trHeight w:val="290"/>
        </w:trPr>
        <w:tc>
          <w:tcPr>
            <w:tcW w:w="846" w:type="dxa"/>
            <w:noWrap/>
            <w:hideMark/>
          </w:tcPr>
          <w:p w14:paraId="46E49BBF" w14:textId="77777777" w:rsidR="00E86CF1" w:rsidRPr="00E86CF1" w:rsidRDefault="00E86CF1" w:rsidP="00E86CF1">
            <w:r w:rsidRPr="00E86CF1">
              <w:t>26</w:t>
            </w:r>
          </w:p>
        </w:tc>
        <w:tc>
          <w:tcPr>
            <w:tcW w:w="4536" w:type="dxa"/>
            <w:noWrap/>
            <w:hideMark/>
          </w:tcPr>
          <w:p w14:paraId="4B37CA40" w14:textId="77777777" w:rsidR="00E86CF1" w:rsidRPr="00E86CF1" w:rsidRDefault="00E86CF1">
            <w:pPr>
              <w:jc w:val="left"/>
            </w:pPr>
            <w:r w:rsidRPr="00E86CF1">
              <w:t>High gloss enamel paint @ 4liters/tin</w:t>
            </w:r>
          </w:p>
        </w:tc>
        <w:tc>
          <w:tcPr>
            <w:tcW w:w="1134" w:type="dxa"/>
            <w:noWrap/>
            <w:hideMark/>
          </w:tcPr>
          <w:p w14:paraId="3656C740" w14:textId="77777777" w:rsidR="00E86CF1" w:rsidRPr="00E86CF1" w:rsidRDefault="00E86CF1" w:rsidP="00E86CF1">
            <w:r w:rsidRPr="00E86CF1">
              <w:t>10</w:t>
            </w:r>
          </w:p>
        </w:tc>
        <w:tc>
          <w:tcPr>
            <w:tcW w:w="992" w:type="dxa"/>
            <w:noWrap/>
            <w:hideMark/>
          </w:tcPr>
          <w:p w14:paraId="3A26BF76" w14:textId="77777777" w:rsidR="00E86CF1" w:rsidRPr="00E86CF1" w:rsidRDefault="00E86CF1" w:rsidP="00E86CF1">
            <w:pPr>
              <w:jc w:val="left"/>
            </w:pPr>
            <w:r w:rsidRPr="00E86CF1">
              <w:t>tn</w:t>
            </w:r>
          </w:p>
        </w:tc>
        <w:tc>
          <w:tcPr>
            <w:tcW w:w="1418" w:type="dxa"/>
            <w:noWrap/>
            <w:hideMark/>
          </w:tcPr>
          <w:p w14:paraId="7B8BEA34" w14:textId="77777777" w:rsidR="00E86CF1" w:rsidRPr="00E86CF1" w:rsidRDefault="00E86CF1">
            <w:pPr>
              <w:jc w:val="left"/>
            </w:pPr>
            <w:r w:rsidRPr="00E86CF1">
              <w:t> </w:t>
            </w:r>
          </w:p>
        </w:tc>
        <w:tc>
          <w:tcPr>
            <w:tcW w:w="1417" w:type="dxa"/>
            <w:noWrap/>
            <w:hideMark/>
          </w:tcPr>
          <w:p w14:paraId="41A4D303" w14:textId="77777777" w:rsidR="00E86CF1" w:rsidRPr="00E86CF1" w:rsidRDefault="00E86CF1">
            <w:r w:rsidRPr="00E86CF1">
              <w:t> </w:t>
            </w:r>
          </w:p>
        </w:tc>
      </w:tr>
      <w:tr w:rsidR="00E86CF1" w:rsidRPr="00E86CF1" w14:paraId="24AACA35" w14:textId="77777777" w:rsidTr="00A53751">
        <w:trPr>
          <w:trHeight w:val="290"/>
        </w:trPr>
        <w:tc>
          <w:tcPr>
            <w:tcW w:w="846" w:type="dxa"/>
            <w:noWrap/>
            <w:hideMark/>
          </w:tcPr>
          <w:p w14:paraId="104CB9D3" w14:textId="77777777" w:rsidR="00E86CF1" w:rsidRPr="00E86CF1" w:rsidRDefault="00E86CF1" w:rsidP="00E86CF1">
            <w:r w:rsidRPr="00E86CF1">
              <w:t>27</w:t>
            </w:r>
          </w:p>
        </w:tc>
        <w:tc>
          <w:tcPr>
            <w:tcW w:w="4536" w:type="dxa"/>
            <w:noWrap/>
            <w:hideMark/>
          </w:tcPr>
          <w:p w14:paraId="6A819104" w14:textId="77777777" w:rsidR="00E86CF1" w:rsidRPr="00E86CF1" w:rsidRDefault="00E86CF1">
            <w:pPr>
              <w:jc w:val="left"/>
            </w:pPr>
            <w:r w:rsidRPr="00E86CF1">
              <w:t>Tray Paint</w:t>
            </w:r>
          </w:p>
        </w:tc>
        <w:tc>
          <w:tcPr>
            <w:tcW w:w="1134" w:type="dxa"/>
            <w:noWrap/>
            <w:hideMark/>
          </w:tcPr>
          <w:p w14:paraId="07A53D98" w14:textId="77777777" w:rsidR="00E86CF1" w:rsidRPr="00E86CF1" w:rsidRDefault="00E86CF1" w:rsidP="00E86CF1">
            <w:r w:rsidRPr="00E86CF1">
              <w:t>3</w:t>
            </w:r>
          </w:p>
        </w:tc>
        <w:tc>
          <w:tcPr>
            <w:tcW w:w="992" w:type="dxa"/>
            <w:noWrap/>
            <w:hideMark/>
          </w:tcPr>
          <w:p w14:paraId="69389C59" w14:textId="77777777" w:rsidR="00E86CF1" w:rsidRPr="00E86CF1" w:rsidRDefault="00E86CF1" w:rsidP="00E86CF1">
            <w:pPr>
              <w:jc w:val="left"/>
            </w:pPr>
            <w:r w:rsidRPr="00E86CF1">
              <w:t>no</w:t>
            </w:r>
          </w:p>
        </w:tc>
        <w:tc>
          <w:tcPr>
            <w:tcW w:w="1418" w:type="dxa"/>
            <w:noWrap/>
            <w:hideMark/>
          </w:tcPr>
          <w:p w14:paraId="3BD30203" w14:textId="77777777" w:rsidR="00E86CF1" w:rsidRPr="00E86CF1" w:rsidRDefault="00E86CF1">
            <w:pPr>
              <w:jc w:val="left"/>
            </w:pPr>
            <w:r w:rsidRPr="00E86CF1">
              <w:t> </w:t>
            </w:r>
          </w:p>
        </w:tc>
        <w:tc>
          <w:tcPr>
            <w:tcW w:w="1417" w:type="dxa"/>
            <w:noWrap/>
            <w:hideMark/>
          </w:tcPr>
          <w:p w14:paraId="2900F459" w14:textId="77777777" w:rsidR="00E86CF1" w:rsidRPr="00E86CF1" w:rsidRDefault="00E86CF1">
            <w:r w:rsidRPr="00E86CF1">
              <w:t> </w:t>
            </w:r>
          </w:p>
        </w:tc>
      </w:tr>
      <w:tr w:rsidR="00E86CF1" w:rsidRPr="00E86CF1" w14:paraId="3648523E" w14:textId="77777777" w:rsidTr="00A53751">
        <w:trPr>
          <w:trHeight w:val="290"/>
        </w:trPr>
        <w:tc>
          <w:tcPr>
            <w:tcW w:w="846" w:type="dxa"/>
            <w:noWrap/>
            <w:hideMark/>
          </w:tcPr>
          <w:p w14:paraId="471C1EDB" w14:textId="77777777" w:rsidR="00E86CF1" w:rsidRPr="00E86CF1" w:rsidRDefault="00E86CF1" w:rsidP="00E86CF1">
            <w:r w:rsidRPr="00E86CF1">
              <w:t>28</w:t>
            </w:r>
          </w:p>
        </w:tc>
        <w:tc>
          <w:tcPr>
            <w:tcW w:w="4536" w:type="dxa"/>
            <w:noWrap/>
            <w:hideMark/>
          </w:tcPr>
          <w:p w14:paraId="1CD89BF7" w14:textId="77777777" w:rsidR="00E86CF1" w:rsidRPr="00E86CF1" w:rsidRDefault="00E86CF1">
            <w:pPr>
              <w:jc w:val="left"/>
            </w:pPr>
            <w:r w:rsidRPr="00E86CF1">
              <w:t>3 inch paint brush</w:t>
            </w:r>
          </w:p>
        </w:tc>
        <w:tc>
          <w:tcPr>
            <w:tcW w:w="1134" w:type="dxa"/>
            <w:noWrap/>
            <w:hideMark/>
          </w:tcPr>
          <w:p w14:paraId="3CE4157E" w14:textId="77777777" w:rsidR="00E86CF1" w:rsidRPr="00E86CF1" w:rsidRDefault="00E86CF1" w:rsidP="00E86CF1">
            <w:r w:rsidRPr="00E86CF1">
              <w:t>5</w:t>
            </w:r>
          </w:p>
        </w:tc>
        <w:tc>
          <w:tcPr>
            <w:tcW w:w="992" w:type="dxa"/>
            <w:noWrap/>
            <w:hideMark/>
          </w:tcPr>
          <w:p w14:paraId="1519568C" w14:textId="77777777" w:rsidR="00E86CF1" w:rsidRPr="00E86CF1" w:rsidRDefault="00E86CF1" w:rsidP="00E86CF1">
            <w:pPr>
              <w:jc w:val="left"/>
            </w:pPr>
            <w:r w:rsidRPr="00E86CF1">
              <w:t>no</w:t>
            </w:r>
          </w:p>
        </w:tc>
        <w:tc>
          <w:tcPr>
            <w:tcW w:w="1418" w:type="dxa"/>
            <w:noWrap/>
            <w:hideMark/>
          </w:tcPr>
          <w:p w14:paraId="0819EF30" w14:textId="77777777" w:rsidR="00E86CF1" w:rsidRPr="00E86CF1" w:rsidRDefault="00E86CF1">
            <w:pPr>
              <w:jc w:val="left"/>
            </w:pPr>
            <w:r w:rsidRPr="00E86CF1">
              <w:t> </w:t>
            </w:r>
          </w:p>
        </w:tc>
        <w:tc>
          <w:tcPr>
            <w:tcW w:w="1417" w:type="dxa"/>
            <w:noWrap/>
            <w:hideMark/>
          </w:tcPr>
          <w:p w14:paraId="65F9ABFF" w14:textId="77777777" w:rsidR="00E86CF1" w:rsidRPr="00E86CF1" w:rsidRDefault="00E86CF1">
            <w:r w:rsidRPr="00E86CF1">
              <w:t> </w:t>
            </w:r>
          </w:p>
        </w:tc>
      </w:tr>
      <w:tr w:rsidR="00E86CF1" w:rsidRPr="00E86CF1" w14:paraId="67EC24BB" w14:textId="77777777" w:rsidTr="00A53751">
        <w:trPr>
          <w:trHeight w:val="290"/>
        </w:trPr>
        <w:tc>
          <w:tcPr>
            <w:tcW w:w="846" w:type="dxa"/>
            <w:noWrap/>
            <w:hideMark/>
          </w:tcPr>
          <w:p w14:paraId="0F87F0FD" w14:textId="77777777" w:rsidR="00E86CF1" w:rsidRPr="00E86CF1" w:rsidRDefault="00E86CF1" w:rsidP="00E86CF1">
            <w:r w:rsidRPr="00E86CF1">
              <w:t>29</w:t>
            </w:r>
          </w:p>
        </w:tc>
        <w:tc>
          <w:tcPr>
            <w:tcW w:w="4536" w:type="dxa"/>
            <w:noWrap/>
            <w:hideMark/>
          </w:tcPr>
          <w:p w14:paraId="6D34D2EE" w14:textId="77777777" w:rsidR="00E86CF1" w:rsidRPr="00E86CF1" w:rsidRDefault="00E86CF1">
            <w:pPr>
              <w:jc w:val="left"/>
            </w:pPr>
            <w:r w:rsidRPr="00E86CF1">
              <w:t>2 inch paint brush</w:t>
            </w:r>
          </w:p>
        </w:tc>
        <w:tc>
          <w:tcPr>
            <w:tcW w:w="1134" w:type="dxa"/>
            <w:noWrap/>
            <w:hideMark/>
          </w:tcPr>
          <w:p w14:paraId="1E8CD712" w14:textId="77777777" w:rsidR="00E86CF1" w:rsidRPr="00E86CF1" w:rsidRDefault="00E86CF1" w:rsidP="00E86CF1">
            <w:r w:rsidRPr="00E86CF1">
              <w:t>5</w:t>
            </w:r>
          </w:p>
        </w:tc>
        <w:tc>
          <w:tcPr>
            <w:tcW w:w="992" w:type="dxa"/>
            <w:noWrap/>
            <w:hideMark/>
          </w:tcPr>
          <w:p w14:paraId="1C238284" w14:textId="77777777" w:rsidR="00E86CF1" w:rsidRPr="00E86CF1" w:rsidRDefault="00E86CF1" w:rsidP="00E86CF1">
            <w:pPr>
              <w:jc w:val="left"/>
            </w:pPr>
            <w:r w:rsidRPr="00E86CF1">
              <w:t>no</w:t>
            </w:r>
          </w:p>
        </w:tc>
        <w:tc>
          <w:tcPr>
            <w:tcW w:w="1418" w:type="dxa"/>
            <w:noWrap/>
            <w:hideMark/>
          </w:tcPr>
          <w:p w14:paraId="1952C58B" w14:textId="77777777" w:rsidR="00E86CF1" w:rsidRPr="00E86CF1" w:rsidRDefault="00E86CF1">
            <w:pPr>
              <w:jc w:val="left"/>
            </w:pPr>
            <w:r w:rsidRPr="00E86CF1">
              <w:t> </w:t>
            </w:r>
          </w:p>
        </w:tc>
        <w:tc>
          <w:tcPr>
            <w:tcW w:w="1417" w:type="dxa"/>
            <w:noWrap/>
            <w:hideMark/>
          </w:tcPr>
          <w:p w14:paraId="177112D5" w14:textId="77777777" w:rsidR="00E86CF1" w:rsidRPr="00E86CF1" w:rsidRDefault="00E86CF1">
            <w:r w:rsidRPr="00E86CF1">
              <w:t> </w:t>
            </w:r>
          </w:p>
        </w:tc>
      </w:tr>
      <w:tr w:rsidR="00E86CF1" w:rsidRPr="00E86CF1" w14:paraId="210CF59A" w14:textId="77777777" w:rsidTr="00A53751">
        <w:trPr>
          <w:trHeight w:val="290"/>
        </w:trPr>
        <w:tc>
          <w:tcPr>
            <w:tcW w:w="846" w:type="dxa"/>
            <w:noWrap/>
            <w:hideMark/>
          </w:tcPr>
          <w:p w14:paraId="694A1257" w14:textId="77777777" w:rsidR="00E86CF1" w:rsidRPr="00E86CF1" w:rsidRDefault="00E86CF1" w:rsidP="00E86CF1">
            <w:r w:rsidRPr="00E86CF1">
              <w:t> </w:t>
            </w:r>
          </w:p>
        </w:tc>
        <w:tc>
          <w:tcPr>
            <w:tcW w:w="4536" w:type="dxa"/>
            <w:noWrap/>
            <w:hideMark/>
          </w:tcPr>
          <w:p w14:paraId="59AE8FD6" w14:textId="77777777" w:rsidR="00E86CF1" w:rsidRPr="00E86CF1" w:rsidRDefault="00E86CF1">
            <w:pPr>
              <w:jc w:val="left"/>
              <w:rPr>
                <w:b/>
                <w:bCs/>
              </w:rPr>
            </w:pPr>
            <w:r w:rsidRPr="00E86CF1">
              <w:rPr>
                <w:b/>
                <w:bCs/>
              </w:rPr>
              <w:t>Nails</w:t>
            </w:r>
          </w:p>
        </w:tc>
        <w:tc>
          <w:tcPr>
            <w:tcW w:w="1134" w:type="dxa"/>
            <w:noWrap/>
            <w:hideMark/>
          </w:tcPr>
          <w:p w14:paraId="18D0E4BA" w14:textId="77777777" w:rsidR="00E86CF1" w:rsidRPr="00E86CF1" w:rsidRDefault="00E86CF1" w:rsidP="00E86CF1">
            <w:r w:rsidRPr="00E86CF1">
              <w:t> </w:t>
            </w:r>
          </w:p>
        </w:tc>
        <w:tc>
          <w:tcPr>
            <w:tcW w:w="992" w:type="dxa"/>
            <w:noWrap/>
            <w:hideMark/>
          </w:tcPr>
          <w:p w14:paraId="20E38133" w14:textId="77777777" w:rsidR="00E86CF1" w:rsidRPr="00E86CF1" w:rsidRDefault="00E86CF1" w:rsidP="00E86CF1">
            <w:pPr>
              <w:jc w:val="left"/>
            </w:pPr>
            <w:r w:rsidRPr="00E86CF1">
              <w:t> </w:t>
            </w:r>
          </w:p>
        </w:tc>
        <w:tc>
          <w:tcPr>
            <w:tcW w:w="1418" w:type="dxa"/>
            <w:noWrap/>
            <w:hideMark/>
          </w:tcPr>
          <w:p w14:paraId="52E03BE5" w14:textId="77777777" w:rsidR="00E86CF1" w:rsidRPr="00E86CF1" w:rsidRDefault="00E86CF1">
            <w:pPr>
              <w:jc w:val="left"/>
            </w:pPr>
            <w:r w:rsidRPr="00E86CF1">
              <w:t> </w:t>
            </w:r>
          </w:p>
        </w:tc>
        <w:tc>
          <w:tcPr>
            <w:tcW w:w="1417" w:type="dxa"/>
            <w:noWrap/>
            <w:hideMark/>
          </w:tcPr>
          <w:p w14:paraId="7F66AD22" w14:textId="77777777" w:rsidR="00E86CF1" w:rsidRPr="00E86CF1" w:rsidRDefault="00E86CF1">
            <w:r w:rsidRPr="00E86CF1">
              <w:t> </w:t>
            </w:r>
          </w:p>
        </w:tc>
      </w:tr>
      <w:tr w:rsidR="00E86CF1" w:rsidRPr="00E86CF1" w14:paraId="407AF4D6" w14:textId="77777777" w:rsidTr="00A53751">
        <w:trPr>
          <w:trHeight w:val="580"/>
        </w:trPr>
        <w:tc>
          <w:tcPr>
            <w:tcW w:w="846" w:type="dxa"/>
            <w:noWrap/>
            <w:hideMark/>
          </w:tcPr>
          <w:p w14:paraId="0936DF5A" w14:textId="77777777" w:rsidR="00E86CF1" w:rsidRPr="00E86CF1" w:rsidRDefault="00E86CF1" w:rsidP="00E86CF1">
            <w:r w:rsidRPr="00E86CF1">
              <w:t>30</w:t>
            </w:r>
          </w:p>
        </w:tc>
        <w:tc>
          <w:tcPr>
            <w:tcW w:w="4536" w:type="dxa"/>
            <w:hideMark/>
          </w:tcPr>
          <w:p w14:paraId="19234156" w14:textId="77777777" w:rsidR="00E86CF1" w:rsidRPr="00E86CF1" w:rsidRDefault="00E86CF1">
            <w:pPr>
              <w:jc w:val="left"/>
            </w:pPr>
            <w:r w:rsidRPr="00E86CF1">
              <w:t>2 1/2" twisted roofing nail complete with rubber washers</w:t>
            </w:r>
          </w:p>
        </w:tc>
        <w:tc>
          <w:tcPr>
            <w:tcW w:w="1134" w:type="dxa"/>
            <w:noWrap/>
            <w:hideMark/>
          </w:tcPr>
          <w:p w14:paraId="788E3836" w14:textId="77777777" w:rsidR="00E86CF1" w:rsidRPr="00E86CF1" w:rsidRDefault="00E86CF1" w:rsidP="00E86CF1">
            <w:r w:rsidRPr="00E86CF1">
              <w:t>37</w:t>
            </w:r>
          </w:p>
        </w:tc>
        <w:tc>
          <w:tcPr>
            <w:tcW w:w="992" w:type="dxa"/>
            <w:noWrap/>
            <w:hideMark/>
          </w:tcPr>
          <w:p w14:paraId="030F63C3" w14:textId="77777777" w:rsidR="00E86CF1" w:rsidRPr="00E86CF1" w:rsidRDefault="00E86CF1" w:rsidP="00E86CF1">
            <w:pPr>
              <w:jc w:val="left"/>
            </w:pPr>
            <w:r w:rsidRPr="00E86CF1">
              <w:t>kg</w:t>
            </w:r>
          </w:p>
        </w:tc>
        <w:tc>
          <w:tcPr>
            <w:tcW w:w="1418" w:type="dxa"/>
            <w:noWrap/>
            <w:hideMark/>
          </w:tcPr>
          <w:p w14:paraId="0072D1F0" w14:textId="77777777" w:rsidR="00E86CF1" w:rsidRPr="00E86CF1" w:rsidRDefault="00E86CF1">
            <w:pPr>
              <w:jc w:val="left"/>
            </w:pPr>
            <w:r w:rsidRPr="00E86CF1">
              <w:t> </w:t>
            </w:r>
          </w:p>
        </w:tc>
        <w:tc>
          <w:tcPr>
            <w:tcW w:w="1417" w:type="dxa"/>
            <w:noWrap/>
            <w:hideMark/>
          </w:tcPr>
          <w:p w14:paraId="4FEC8A1A" w14:textId="77777777" w:rsidR="00E86CF1" w:rsidRPr="00E86CF1" w:rsidRDefault="00E86CF1">
            <w:r w:rsidRPr="00E86CF1">
              <w:t> </w:t>
            </w:r>
          </w:p>
        </w:tc>
      </w:tr>
      <w:tr w:rsidR="00E86CF1" w:rsidRPr="00E86CF1" w14:paraId="28D9C5DB" w14:textId="77777777" w:rsidTr="00A53751">
        <w:trPr>
          <w:trHeight w:val="290"/>
        </w:trPr>
        <w:tc>
          <w:tcPr>
            <w:tcW w:w="846" w:type="dxa"/>
            <w:noWrap/>
            <w:hideMark/>
          </w:tcPr>
          <w:p w14:paraId="480F83F8" w14:textId="77777777" w:rsidR="00E86CF1" w:rsidRPr="00E86CF1" w:rsidRDefault="00E86CF1" w:rsidP="00E86CF1">
            <w:r w:rsidRPr="00E86CF1">
              <w:t>31</w:t>
            </w:r>
          </w:p>
        </w:tc>
        <w:tc>
          <w:tcPr>
            <w:tcW w:w="4536" w:type="dxa"/>
            <w:noWrap/>
            <w:hideMark/>
          </w:tcPr>
          <w:p w14:paraId="16468CD9" w14:textId="77777777" w:rsidR="00E86CF1" w:rsidRPr="00E86CF1" w:rsidRDefault="00E86CF1">
            <w:pPr>
              <w:jc w:val="left"/>
            </w:pPr>
            <w:r w:rsidRPr="00E86CF1">
              <w:t>2" galvanised nail flat head</w:t>
            </w:r>
          </w:p>
        </w:tc>
        <w:tc>
          <w:tcPr>
            <w:tcW w:w="1134" w:type="dxa"/>
            <w:noWrap/>
            <w:hideMark/>
          </w:tcPr>
          <w:p w14:paraId="2B962CD0" w14:textId="77777777" w:rsidR="00E86CF1" w:rsidRPr="00E86CF1" w:rsidRDefault="00E86CF1" w:rsidP="00E86CF1">
            <w:r w:rsidRPr="00E86CF1">
              <w:t>6</w:t>
            </w:r>
          </w:p>
        </w:tc>
        <w:tc>
          <w:tcPr>
            <w:tcW w:w="992" w:type="dxa"/>
            <w:noWrap/>
            <w:hideMark/>
          </w:tcPr>
          <w:p w14:paraId="3B41E215" w14:textId="77777777" w:rsidR="00E86CF1" w:rsidRPr="00E86CF1" w:rsidRDefault="00E86CF1" w:rsidP="00E86CF1">
            <w:pPr>
              <w:jc w:val="left"/>
            </w:pPr>
            <w:r w:rsidRPr="00E86CF1">
              <w:t>kg</w:t>
            </w:r>
          </w:p>
        </w:tc>
        <w:tc>
          <w:tcPr>
            <w:tcW w:w="1418" w:type="dxa"/>
            <w:noWrap/>
            <w:hideMark/>
          </w:tcPr>
          <w:p w14:paraId="698B1425" w14:textId="77777777" w:rsidR="00E86CF1" w:rsidRPr="00E86CF1" w:rsidRDefault="00E86CF1">
            <w:pPr>
              <w:jc w:val="left"/>
            </w:pPr>
            <w:r w:rsidRPr="00E86CF1">
              <w:t> </w:t>
            </w:r>
          </w:p>
        </w:tc>
        <w:tc>
          <w:tcPr>
            <w:tcW w:w="1417" w:type="dxa"/>
            <w:noWrap/>
            <w:hideMark/>
          </w:tcPr>
          <w:p w14:paraId="1790CB73" w14:textId="77777777" w:rsidR="00E86CF1" w:rsidRPr="00E86CF1" w:rsidRDefault="00E86CF1">
            <w:r w:rsidRPr="00E86CF1">
              <w:t> </w:t>
            </w:r>
          </w:p>
        </w:tc>
      </w:tr>
      <w:tr w:rsidR="00E86CF1" w:rsidRPr="00E86CF1" w14:paraId="22E8224D" w14:textId="77777777" w:rsidTr="00A53751">
        <w:trPr>
          <w:trHeight w:val="290"/>
        </w:trPr>
        <w:tc>
          <w:tcPr>
            <w:tcW w:w="846" w:type="dxa"/>
            <w:noWrap/>
            <w:hideMark/>
          </w:tcPr>
          <w:p w14:paraId="45883C8C" w14:textId="77777777" w:rsidR="00E86CF1" w:rsidRPr="00E86CF1" w:rsidRDefault="00E86CF1" w:rsidP="00E86CF1">
            <w:r w:rsidRPr="00E86CF1">
              <w:t>32</w:t>
            </w:r>
          </w:p>
        </w:tc>
        <w:tc>
          <w:tcPr>
            <w:tcW w:w="4536" w:type="dxa"/>
            <w:noWrap/>
            <w:hideMark/>
          </w:tcPr>
          <w:p w14:paraId="1687A679" w14:textId="77777777" w:rsidR="00E86CF1" w:rsidRPr="00E86CF1" w:rsidRDefault="00E86CF1">
            <w:pPr>
              <w:jc w:val="left"/>
            </w:pPr>
            <w:r w:rsidRPr="00E86CF1">
              <w:t>3 inch galv. Nail</w:t>
            </w:r>
          </w:p>
        </w:tc>
        <w:tc>
          <w:tcPr>
            <w:tcW w:w="1134" w:type="dxa"/>
            <w:noWrap/>
            <w:hideMark/>
          </w:tcPr>
          <w:p w14:paraId="6D0A1ABD" w14:textId="77777777" w:rsidR="00E86CF1" w:rsidRPr="00E86CF1" w:rsidRDefault="00E86CF1" w:rsidP="00E86CF1">
            <w:r w:rsidRPr="00E86CF1">
              <w:t>21</w:t>
            </w:r>
          </w:p>
        </w:tc>
        <w:tc>
          <w:tcPr>
            <w:tcW w:w="992" w:type="dxa"/>
            <w:noWrap/>
            <w:hideMark/>
          </w:tcPr>
          <w:p w14:paraId="37B0BA00" w14:textId="77777777" w:rsidR="00E86CF1" w:rsidRPr="00E86CF1" w:rsidRDefault="00E86CF1" w:rsidP="00E86CF1">
            <w:pPr>
              <w:jc w:val="left"/>
            </w:pPr>
            <w:r w:rsidRPr="00E86CF1">
              <w:t>kg</w:t>
            </w:r>
          </w:p>
        </w:tc>
        <w:tc>
          <w:tcPr>
            <w:tcW w:w="1418" w:type="dxa"/>
            <w:noWrap/>
            <w:hideMark/>
          </w:tcPr>
          <w:p w14:paraId="11DC56DD" w14:textId="77777777" w:rsidR="00E86CF1" w:rsidRPr="00E86CF1" w:rsidRDefault="00E86CF1">
            <w:pPr>
              <w:jc w:val="left"/>
            </w:pPr>
            <w:r w:rsidRPr="00E86CF1">
              <w:t> </w:t>
            </w:r>
          </w:p>
        </w:tc>
        <w:tc>
          <w:tcPr>
            <w:tcW w:w="1417" w:type="dxa"/>
            <w:noWrap/>
            <w:hideMark/>
          </w:tcPr>
          <w:p w14:paraId="4CFD0CFD" w14:textId="77777777" w:rsidR="00E86CF1" w:rsidRPr="00E86CF1" w:rsidRDefault="00E86CF1">
            <w:r w:rsidRPr="00E86CF1">
              <w:t> </w:t>
            </w:r>
          </w:p>
        </w:tc>
      </w:tr>
      <w:tr w:rsidR="00E86CF1" w:rsidRPr="00E86CF1" w14:paraId="5F22696E" w14:textId="77777777" w:rsidTr="00A53751">
        <w:trPr>
          <w:trHeight w:val="290"/>
        </w:trPr>
        <w:tc>
          <w:tcPr>
            <w:tcW w:w="846" w:type="dxa"/>
            <w:noWrap/>
            <w:hideMark/>
          </w:tcPr>
          <w:p w14:paraId="3E789606" w14:textId="77777777" w:rsidR="00E86CF1" w:rsidRPr="00E86CF1" w:rsidRDefault="00E86CF1" w:rsidP="00E86CF1">
            <w:r w:rsidRPr="00E86CF1">
              <w:t>33</w:t>
            </w:r>
          </w:p>
        </w:tc>
        <w:tc>
          <w:tcPr>
            <w:tcW w:w="4536" w:type="dxa"/>
            <w:noWrap/>
            <w:hideMark/>
          </w:tcPr>
          <w:p w14:paraId="33204AE8" w14:textId="77777777" w:rsidR="00E86CF1" w:rsidRPr="00E86CF1" w:rsidRDefault="00E86CF1">
            <w:pPr>
              <w:jc w:val="left"/>
            </w:pPr>
            <w:r w:rsidRPr="00E86CF1">
              <w:t>4" galvanised nail</w:t>
            </w:r>
          </w:p>
        </w:tc>
        <w:tc>
          <w:tcPr>
            <w:tcW w:w="1134" w:type="dxa"/>
            <w:noWrap/>
            <w:hideMark/>
          </w:tcPr>
          <w:p w14:paraId="78E6813E" w14:textId="77777777" w:rsidR="00E86CF1" w:rsidRPr="00E86CF1" w:rsidRDefault="00E86CF1" w:rsidP="00E86CF1">
            <w:r w:rsidRPr="00E86CF1">
              <w:t>54</w:t>
            </w:r>
          </w:p>
        </w:tc>
        <w:tc>
          <w:tcPr>
            <w:tcW w:w="992" w:type="dxa"/>
            <w:noWrap/>
            <w:hideMark/>
          </w:tcPr>
          <w:p w14:paraId="3DF914FE" w14:textId="77777777" w:rsidR="00E86CF1" w:rsidRPr="00E86CF1" w:rsidRDefault="00E86CF1" w:rsidP="00E86CF1">
            <w:pPr>
              <w:jc w:val="left"/>
            </w:pPr>
            <w:r w:rsidRPr="00E86CF1">
              <w:t>kg</w:t>
            </w:r>
          </w:p>
        </w:tc>
        <w:tc>
          <w:tcPr>
            <w:tcW w:w="1418" w:type="dxa"/>
            <w:noWrap/>
            <w:hideMark/>
          </w:tcPr>
          <w:p w14:paraId="17A73CA7" w14:textId="77777777" w:rsidR="00E86CF1" w:rsidRPr="00E86CF1" w:rsidRDefault="00E86CF1">
            <w:pPr>
              <w:jc w:val="left"/>
            </w:pPr>
            <w:r w:rsidRPr="00E86CF1">
              <w:t> </w:t>
            </w:r>
          </w:p>
        </w:tc>
        <w:tc>
          <w:tcPr>
            <w:tcW w:w="1417" w:type="dxa"/>
            <w:noWrap/>
            <w:hideMark/>
          </w:tcPr>
          <w:p w14:paraId="05CE871F" w14:textId="77777777" w:rsidR="00E86CF1" w:rsidRPr="00E86CF1" w:rsidRDefault="00E86CF1">
            <w:r w:rsidRPr="00E86CF1">
              <w:t> </w:t>
            </w:r>
          </w:p>
        </w:tc>
      </w:tr>
      <w:tr w:rsidR="00E86CF1" w:rsidRPr="00E86CF1" w14:paraId="30B10524" w14:textId="77777777" w:rsidTr="00A53751">
        <w:trPr>
          <w:trHeight w:val="290"/>
        </w:trPr>
        <w:tc>
          <w:tcPr>
            <w:tcW w:w="846" w:type="dxa"/>
            <w:noWrap/>
            <w:hideMark/>
          </w:tcPr>
          <w:p w14:paraId="46339181" w14:textId="77777777" w:rsidR="00E86CF1" w:rsidRPr="00E86CF1" w:rsidRDefault="00E86CF1" w:rsidP="00E86CF1">
            <w:r w:rsidRPr="00E86CF1">
              <w:t>34</w:t>
            </w:r>
          </w:p>
        </w:tc>
        <w:tc>
          <w:tcPr>
            <w:tcW w:w="4536" w:type="dxa"/>
            <w:noWrap/>
            <w:hideMark/>
          </w:tcPr>
          <w:p w14:paraId="4361D4F5" w14:textId="77777777" w:rsidR="00E86CF1" w:rsidRPr="00E86CF1" w:rsidRDefault="00E86CF1">
            <w:pPr>
              <w:jc w:val="left"/>
            </w:pPr>
            <w:r w:rsidRPr="00E86CF1">
              <w:t>2'' clout nail for gusset</w:t>
            </w:r>
          </w:p>
        </w:tc>
        <w:tc>
          <w:tcPr>
            <w:tcW w:w="1134" w:type="dxa"/>
            <w:noWrap/>
            <w:hideMark/>
          </w:tcPr>
          <w:p w14:paraId="1B33A5B4" w14:textId="77777777" w:rsidR="00E86CF1" w:rsidRPr="00E86CF1" w:rsidRDefault="00E86CF1" w:rsidP="00E86CF1">
            <w:r w:rsidRPr="00E86CF1">
              <w:t>2</w:t>
            </w:r>
          </w:p>
        </w:tc>
        <w:tc>
          <w:tcPr>
            <w:tcW w:w="992" w:type="dxa"/>
            <w:noWrap/>
            <w:hideMark/>
          </w:tcPr>
          <w:p w14:paraId="2768B70B" w14:textId="77777777" w:rsidR="00E86CF1" w:rsidRPr="00E86CF1" w:rsidRDefault="00E86CF1" w:rsidP="00E86CF1">
            <w:pPr>
              <w:jc w:val="left"/>
            </w:pPr>
            <w:r w:rsidRPr="00E86CF1">
              <w:t>kg</w:t>
            </w:r>
          </w:p>
        </w:tc>
        <w:tc>
          <w:tcPr>
            <w:tcW w:w="1418" w:type="dxa"/>
            <w:noWrap/>
            <w:hideMark/>
          </w:tcPr>
          <w:p w14:paraId="7742F3DD" w14:textId="77777777" w:rsidR="00E86CF1" w:rsidRPr="00E86CF1" w:rsidRDefault="00E86CF1">
            <w:pPr>
              <w:jc w:val="left"/>
            </w:pPr>
            <w:r w:rsidRPr="00E86CF1">
              <w:t> </w:t>
            </w:r>
          </w:p>
        </w:tc>
        <w:tc>
          <w:tcPr>
            <w:tcW w:w="1417" w:type="dxa"/>
            <w:noWrap/>
            <w:hideMark/>
          </w:tcPr>
          <w:p w14:paraId="5E926171" w14:textId="77777777" w:rsidR="00E86CF1" w:rsidRPr="00E86CF1" w:rsidRDefault="00E86CF1">
            <w:r w:rsidRPr="00E86CF1">
              <w:t> </w:t>
            </w:r>
          </w:p>
        </w:tc>
      </w:tr>
      <w:tr w:rsidR="00E86CF1" w:rsidRPr="00E86CF1" w14:paraId="02D22B0E" w14:textId="77777777" w:rsidTr="00A53751">
        <w:trPr>
          <w:trHeight w:val="290"/>
        </w:trPr>
        <w:tc>
          <w:tcPr>
            <w:tcW w:w="846" w:type="dxa"/>
            <w:noWrap/>
            <w:hideMark/>
          </w:tcPr>
          <w:p w14:paraId="121F0ECC" w14:textId="77777777" w:rsidR="00E86CF1" w:rsidRPr="00E86CF1" w:rsidRDefault="00E86CF1" w:rsidP="00E86CF1">
            <w:pPr>
              <w:rPr>
                <w:b/>
                <w:bCs/>
              </w:rPr>
            </w:pPr>
            <w:r w:rsidRPr="00E86CF1">
              <w:rPr>
                <w:b/>
                <w:bCs/>
              </w:rPr>
              <w:t> </w:t>
            </w:r>
          </w:p>
        </w:tc>
        <w:tc>
          <w:tcPr>
            <w:tcW w:w="4536" w:type="dxa"/>
            <w:noWrap/>
            <w:hideMark/>
          </w:tcPr>
          <w:p w14:paraId="4C875DFB" w14:textId="77777777" w:rsidR="00E86CF1" w:rsidRPr="00E86CF1" w:rsidRDefault="00E86CF1">
            <w:pPr>
              <w:jc w:val="left"/>
              <w:rPr>
                <w:b/>
                <w:bCs/>
              </w:rPr>
            </w:pPr>
            <w:r w:rsidRPr="00E86CF1">
              <w:rPr>
                <w:b/>
                <w:bCs/>
              </w:rPr>
              <w:t>Total cost</w:t>
            </w:r>
          </w:p>
        </w:tc>
        <w:tc>
          <w:tcPr>
            <w:tcW w:w="1134" w:type="dxa"/>
            <w:noWrap/>
            <w:hideMark/>
          </w:tcPr>
          <w:p w14:paraId="002D5708" w14:textId="77777777" w:rsidR="00E86CF1" w:rsidRPr="00E86CF1" w:rsidRDefault="00E86CF1" w:rsidP="00E86CF1">
            <w:pPr>
              <w:rPr>
                <w:b/>
                <w:bCs/>
              </w:rPr>
            </w:pPr>
            <w:r w:rsidRPr="00E86CF1">
              <w:rPr>
                <w:b/>
                <w:bCs/>
              </w:rPr>
              <w:t> </w:t>
            </w:r>
          </w:p>
        </w:tc>
        <w:tc>
          <w:tcPr>
            <w:tcW w:w="992" w:type="dxa"/>
            <w:noWrap/>
            <w:hideMark/>
          </w:tcPr>
          <w:p w14:paraId="66707025" w14:textId="77777777" w:rsidR="00E86CF1" w:rsidRPr="00E86CF1" w:rsidRDefault="00E86CF1" w:rsidP="00E86CF1">
            <w:pPr>
              <w:jc w:val="left"/>
              <w:rPr>
                <w:b/>
                <w:bCs/>
              </w:rPr>
            </w:pPr>
            <w:r w:rsidRPr="00E86CF1">
              <w:rPr>
                <w:b/>
                <w:bCs/>
              </w:rPr>
              <w:t> </w:t>
            </w:r>
          </w:p>
        </w:tc>
        <w:tc>
          <w:tcPr>
            <w:tcW w:w="1418" w:type="dxa"/>
            <w:noWrap/>
            <w:hideMark/>
          </w:tcPr>
          <w:p w14:paraId="028B3C06" w14:textId="77777777" w:rsidR="00E86CF1" w:rsidRPr="00E86CF1" w:rsidRDefault="00E86CF1">
            <w:pPr>
              <w:jc w:val="left"/>
              <w:rPr>
                <w:b/>
                <w:bCs/>
              </w:rPr>
            </w:pPr>
            <w:r w:rsidRPr="00E86CF1">
              <w:rPr>
                <w:b/>
                <w:bCs/>
              </w:rPr>
              <w:t> </w:t>
            </w:r>
          </w:p>
        </w:tc>
        <w:tc>
          <w:tcPr>
            <w:tcW w:w="1417" w:type="dxa"/>
            <w:noWrap/>
            <w:hideMark/>
          </w:tcPr>
          <w:p w14:paraId="328A685B" w14:textId="77777777" w:rsidR="00E86CF1" w:rsidRPr="00E86CF1" w:rsidRDefault="00E86CF1">
            <w:pPr>
              <w:rPr>
                <w:b/>
                <w:bCs/>
              </w:rPr>
            </w:pPr>
            <w:r w:rsidRPr="00E86CF1">
              <w:rPr>
                <w:b/>
                <w:bCs/>
              </w:rPr>
              <w:t> </w:t>
            </w:r>
          </w:p>
        </w:tc>
      </w:tr>
      <w:tr w:rsidR="00E86CF1" w:rsidRPr="00E86CF1" w14:paraId="26177981" w14:textId="77777777" w:rsidTr="00A53751">
        <w:trPr>
          <w:trHeight w:val="290"/>
        </w:trPr>
        <w:tc>
          <w:tcPr>
            <w:tcW w:w="846" w:type="dxa"/>
            <w:noWrap/>
            <w:hideMark/>
          </w:tcPr>
          <w:p w14:paraId="53CA60D9" w14:textId="77777777" w:rsidR="00E86CF1" w:rsidRPr="00E86CF1" w:rsidRDefault="00E86CF1" w:rsidP="00E86CF1">
            <w:pPr>
              <w:rPr>
                <w:b/>
                <w:bCs/>
              </w:rPr>
            </w:pPr>
            <w:r w:rsidRPr="00E86CF1">
              <w:rPr>
                <w:b/>
                <w:bCs/>
              </w:rPr>
              <w:t> </w:t>
            </w:r>
          </w:p>
        </w:tc>
        <w:tc>
          <w:tcPr>
            <w:tcW w:w="4536" w:type="dxa"/>
            <w:noWrap/>
            <w:hideMark/>
          </w:tcPr>
          <w:p w14:paraId="15F2377C" w14:textId="77777777" w:rsidR="00E86CF1" w:rsidRPr="00E86CF1" w:rsidRDefault="00E86CF1">
            <w:pPr>
              <w:jc w:val="left"/>
              <w:rPr>
                <w:b/>
                <w:bCs/>
              </w:rPr>
            </w:pPr>
            <w:r w:rsidRPr="00E86CF1">
              <w:rPr>
                <w:b/>
                <w:bCs/>
              </w:rPr>
              <w:t>vat</w:t>
            </w:r>
          </w:p>
        </w:tc>
        <w:tc>
          <w:tcPr>
            <w:tcW w:w="1134" w:type="dxa"/>
            <w:noWrap/>
            <w:hideMark/>
          </w:tcPr>
          <w:p w14:paraId="08474194" w14:textId="77777777" w:rsidR="00E86CF1" w:rsidRPr="00E86CF1" w:rsidRDefault="00E86CF1" w:rsidP="00E86CF1">
            <w:pPr>
              <w:rPr>
                <w:b/>
                <w:bCs/>
              </w:rPr>
            </w:pPr>
            <w:r w:rsidRPr="00E86CF1">
              <w:rPr>
                <w:b/>
                <w:bCs/>
              </w:rPr>
              <w:t> </w:t>
            </w:r>
          </w:p>
        </w:tc>
        <w:tc>
          <w:tcPr>
            <w:tcW w:w="992" w:type="dxa"/>
            <w:noWrap/>
            <w:hideMark/>
          </w:tcPr>
          <w:p w14:paraId="30AB80B7" w14:textId="77777777" w:rsidR="00E86CF1" w:rsidRPr="00E86CF1" w:rsidRDefault="00E86CF1" w:rsidP="00E86CF1">
            <w:pPr>
              <w:jc w:val="left"/>
              <w:rPr>
                <w:b/>
                <w:bCs/>
              </w:rPr>
            </w:pPr>
            <w:r w:rsidRPr="00E86CF1">
              <w:rPr>
                <w:b/>
                <w:bCs/>
              </w:rPr>
              <w:t> </w:t>
            </w:r>
          </w:p>
        </w:tc>
        <w:tc>
          <w:tcPr>
            <w:tcW w:w="1418" w:type="dxa"/>
            <w:noWrap/>
            <w:hideMark/>
          </w:tcPr>
          <w:p w14:paraId="3E75BDEE" w14:textId="77777777" w:rsidR="00E86CF1" w:rsidRPr="00E86CF1" w:rsidRDefault="00E86CF1">
            <w:pPr>
              <w:jc w:val="left"/>
              <w:rPr>
                <w:b/>
                <w:bCs/>
              </w:rPr>
            </w:pPr>
            <w:r w:rsidRPr="00E86CF1">
              <w:rPr>
                <w:b/>
                <w:bCs/>
              </w:rPr>
              <w:t> </w:t>
            </w:r>
          </w:p>
        </w:tc>
        <w:tc>
          <w:tcPr>
            <w:tcW w:w="1417" w:type="dxa"/>
            <w:noWrap/>
            <w:hideMark/>
          </w:tcPr>
          <w:p w14:paraId="460417F2" w14:textId="77777777" w:rsidR="00E86CF1" w:rsidRPr="00E86CF1" w:rsidRDefault="00E86CF1">
            <w:pPr>
              <w:rPr>
                <w:b/>
                <w:bCs/>
              </w:rPr>
            </w:pPr>
            <w:r w:rsidRPr="00E86CF1">
              <w:rPr>
                <w:b/>
                <w:bCs/>
              </w:rPr>
              <w:t> </w:t>
            </w:r>
          </w:p>
        </w:tc>
      </w:tr>
      <w:tr w:rsidR="00E86CF1" w:rsidRPr="00E86CF1" w14:paraId="76E11CB5" w14:textId="77777777" w:rsidTr="00A53751">
        <w:trPr>
          <w:trHeight w:val="290"/>
        </w:trPr>
        <w:tc>
          <w:tcPr>
            <w:tcW w:w="846" w:type="dxa"/>
            <w:noWrap/>
            <w:hideMark/>
          </w:tcPr>
          <w:p w14:paraId="6D9D147D" w14:textId="77777777" w:rsidR="00E86CF1" w:rsidRPr="00E86CF1" w:rsidRDefault="00E86CF1" w:rsidP="00E86CF1">
            <w:pPr>
              <w:rPr>
                <w:b/>
                <w:bCs/>
              </w:rPr>
            </w:pPr>
            <w:r w:rsidRPr="00E86CF1">
              <w:rPr>
                <w:b/>
                <w:bCs/>
              </w:rPr>
              <w:lastRenderedPageBreak/>
              <w:t> </w:t>
            </w:r>
          </w:p>
        </w:tc>
        <w:tc>
          <w:tcPr>
            <w:tcW w:w="4536" w:type="dxa"/>
            <w:noWrap/>
            <w:hideMark/>
          </w:tcPr>
          <w:p w14:paraId="3E27FC51" w14:textId="77777777" w:rsidR="00E86CF1" w:rsidRPr="00E86CF1" w:rsidRDefault="00E86CF1">
            <w:pPr>
              <w:jc w:val="left"/>
              <w:rPr>
                <w:b/>
                <w:bCs/>
              </w:rPr>
            </w:pPr>
            <w:r w:rsidRPr="00E86CF1">
              <w:rPr>
                <w:b/>
                <w:bCs/>
              </w:rPr>
              <w:t> </w:t>
            </w:r>
          </w:p>
        </w:tc>
        <w:tc>
          <w:tcPr>
            <w:tcW w:w="1134" w:type="dxa"/>
            <w:noWrap/>
            <w:hideMark/>
          </w:tcPr>
          <w:p w14:paraId="1F078179" w14:textId="77777777" w:rsidR="00E86CF1" w:rsidRPr="00E86CF1" w:rsidRDefault="00E86CF1" w:rsidP="00E86CF1">
            <w:pPr>
              <w:rPr>
                <w:b/>
                <w:bCs/>
              </w:rPr>
            </w:pPr>
            <w:r w:rsidRPr="00E86CF1">
              <w:rPr>
                <w:b/>
                <w:bCs/>
              </w:rPr>
              <w:t> </w:t>
            </w:r>
          </w:p>
        </w:tc>
        <w:tc>
          <w:tcPr>
            <w:tcW w:w="992" w:type="dxa"/>
            <w:noWrap/>
            <w:hideMark/>
          </w:tcPr>
          <w:p w14:paraId="7DFED4D2" w14:textId="77777777" w:rsidR="00E86CF1" w:rsidRPr="00E86CF1" w:rsidRDefault="00E86CF1" w:rsidP="00E86CF1">
            <w:pPr>
              <w:jc w:val="left"/>
              <w:rPr>
                <w:b/>
                <w:bCs/>
              </w:rPr>
            </w:pPr>
            <w:r w:rsidRPr="00E86CF1">
              <w:rPr>
                <w:b/>
                <w:bCs/>
              </w:rPr>
              <w:t> </w:t>
            </w:r>
          </w:p>
        </w:tc>
        <w:tc>
          <w:tcPr>
            <w:tcW w:w="1418" w:type="dxa"/>
            <w:noWrap/>
            <w:hideMark/>
          </w:tcPr>
          <w:p w14:paraId="343782A3" w14:textId="77777777" w:rsidR="00E86CF1" w:rsidRPr="00E86CF1" w:rsidRDefault="00E86CF1">
            <w:pPr>
              <w:jc w:val="left"/>
              <w:rPr>
                <w:b/>
                <w:bCs/>
              </w:rPr>
            </w:pPr>
            <w:r w:rsidRPr="00E86CF1">
              <w:rPr>
                <w:b/>
                <w:bCs/>
              </w:rPr>
              <w:t> </w:t>
            </w:r>
          </w:p>
        </w:tc>
        <w:tc>
          <w:tcPr>
            <w:tcW w:w="1417" w:type="dxa"/>
            <w:noWrap/>
            <w:hideMark/>
          </w:tcPr>
          <w:p w14:paraId="509B74EA" w14:textId="77777777" w:rsidR="00E86CF1" w:rsidRPr="00E86CF1" w:rsidRDefault="00E86CF1">
            <w:pPr>
              <w:rPr>
                <w:b/>
                <w:bCs/>
              </w:rPr>
            </w:pPr>
            <w:r w:rsidRPr="00E86CF1">
              <w:rPr>
                <w:b/>
                <w:bCs/>
              </w:rPr>
              <w:t> </w:t>
            </w:r>
          </w:p>
        </w:tc>
      </w:tr>
      <w:tr w:rsidR="00E86CF1" w:rsidRPr="00E86CF1" w14:paraId="423595E3" w14:textId="77777777" w:rsidTr="00A53751">
        <w:trPr>
          <w:trHeight w:val="290"/>
        </w:trPr>
        <w:tc>
          <w:tcPr>
            <w:tcW w:w="846" w:type="dxa"/>
            <w:noWrap/>
            <w:hideMark/>
          </w:tcPr>
          <w:p w14:paraId="35173494" w14:textId="77777777" w:rsidR="00E86CF1" w:rsidRPr="00E86CF1" w:rsidRDefault="00E86CF1" w:rsidP="00E86CF1">
            <w:pPr>
              <w:rPr>
                <w:b/>
                <w:bCs/>
              </w:rPr>
            </w:pPr>
            <w:r w:rsidRPr="00E86CF1">
              <w:rPr>
                <w:b/>
                <w:bCs/>
              </w:rPr>
              <w:t> </w:t>
            </w:r>
          </w:p>
        </w:tc>
        <w:tc>
          <w:tcPr>
            <w:tcW w:w="4536" w:type="dxa"/>
            <w:noWrap/>
            <w:hideMark/>
          </w:tcPr>
          <w:p w14:paraId="5648F019" w14:textId="77777777" w:rsidR="00E86CF1" w:rsidRPr="00E86CF1" w:rsidRDefault="00E86CF1">
            <w:pPr>
              <w:jc w:val="left"/>
              <w:rPr>
                <w:b/>
                <w:bCs/>
              </w:rPr>
            </w:pPr>
            <w:r w:rsidRPr="00E86CF1">
              <w:rPr>
                <w:b/>
                <w:bCs/>
              </w:rPr>
              <w:t>other charges</w:t>
            </w:r>
          </w:p>
        </w:tc>
        <w:tc>
          <w:tcPr>
            <w:tcW w:w="1134" w:type="dxa"/>
            <w:noWrap/>
            <w:hideMark/>
          </w:tcPr>
          <w:p w14:paraId="472FE339" w14:textId="77777777" w:rsidR="00E86CF1" w:rsidRPr="00E86CF1" w:rsidRDefault="00E86CF1" w:rsidP="00E86CF1">
            <w:pPr>
              <w:rPr>
                <w:b/>
                <w:bCs/>
              </w:rPr>
            </w:pPr>
            <w:r w:rsidRPr="00E86CF1">
              <w:rPr>
                <w:b/>
                <w:bCs/>
              </w:rPr>
              <w:t> </w:t>
            </w:r>
          </w:p>
        </w:tc>
        <w:tc>
          <w:tcPr>
            <w:tcW w:w="992" w:type="dxa"/>
            <w:noWrap/>
            <w:hideMark/>
          </w:tcPr>
          <w:p w14:paraId="132CCA04" w14:textId="77777777" w:rsidR="00E86CF1" w:rsidRPr="00E86CF1" w:rsidRDefault="00E86CF1" w:rsidP="00E86CF1">
            <w:pPr>
              <w:jc w:val="left"/>
              <w:rPr>
                <w:b/>
                <w:bCs/>
              </w:rPr>
            </w:pPr>
            <w:r w:rsidRPr="00E86CF1">
              <w:rPr>
                <w:b/>
                <w:bCs/>
              </w:rPr>
              <w:t> </w:t>
            </w:r>
          </w:p>
        </w:tc>
        <w:tc>
          <w:tcPr>
            <w:tcW w:w="1418" w:type="dxa"/>
            <w:noWrap/>
            <w:hideMark/>
          </w:tcPr>
          <w:p w14:paraId="384EB9CB" w14:textId="77777777" w:rsidR="00E86CF1" w:rsidRPr="00E86CF1" w:rsidRDefault="00E86CF1">
            <w:pPr>
              <w:jc w:val="left"/>
              <w:rPr>
                <w:b/>
                <w:bCs/>
              </w:rPr>
            </w:pPr>
            <w:r w:rsidRPr="00E86CF1">
              <w:rPr>
                <w:b/>
                <w:bCs/>
              </w:rPr>
              <w:t> </w:t>
            </w:r>
          </w:p>
        </w:tc>
        <w:tc>
          <w:tcPr>
            <w:tcW w:w="1417" w:type="dxa"/>
            <w:noWrap/>
            <w:hideMark/>
          </w:tcPr>
          <w:p w14:paraId="3F3A7F62" w14:textId="77777777" w:rsidR="00E86CF1" w:rsidRPr="00E86CF1" w:rsidRDefault="00E86CF1">
            <w:pPr>
              <w:rPr>
                <w:b/>
                <w:bCs/>
              </w:rPr>
            </w:pPr>
            <w:r w:rsidRPr="00E86CF1">
              <w:rPr>
                <w:b/>
                <w:bCs/>
              </w:rPr>
              <w:t> </w:t>
            </w:r>
          </w:p>
        </w:tc>
      </w:tr>
      <w:tr w:rsidR="00E86CF1" w:rsidRPr="00E86CF1" w14:paraId="689FDFD2" w14:textId="77777777" w:rsidTr="00A53751">
        <w:trPr>
          <w:trHeight w:val="290"/>
        </w:trPr>
        <w:tc>
          <w:tcPr>
            <w:tcW w:w="846" w:type="dxa"/>
            <w:noWrap/>
            <w:hideMark/>
          </w:tcPr>
          <w:p w14:paraId="1CC403A7" w14:textId="77777777" w:rsidR="00E86CF1" w:rsidRPr="00E86CF1" w:rsidRDefault="00E86CF1" w:rsidP="00E86CF1">
            <w:pPr>
              <w:rPr>
                <w:b/>
                <w:bCs/>
              </w:rPr>
            </w:pPr>
            <w:r w:rsidRPr="00E86CF1">
              <w:rPr>
                <w:b/>
                <w:bCs/>
              </w:rPr>
              <w:t> </w:t>
            </w:r>
          </w:p>
        </w:tc>
        <w:tc>
          <w:tcPr>
            <w:tcW w:w="4536" w:type="dxa"/>
            <w:noWrap/>
            <w:hideMark/>
          </w:tcPr>
          <w:p w14:paraId="26CCDD82" w14:textId="77777777" w:rsidR="00E86CF1" w:rsidRPr="00E86CF1" w:rsidRDefault="00E86CF1">
            <w:pPr>
              <w:jc w:val="left"/>
              <w:rPr>
                <w:b/>
                <w:bCs/>
              </w:rPr>
            </w:pPr>
            <w:r w:rsidRPr="00E86CF1">
              <w:rPr>
                <w:b/>
                <w:bCs/>
              </w:rPr>
              <w:t>Total cost (vat inclusive)</w:t>
            </w:r>
          </w:p>
        </w:tc>
        <w:tc>
          <w:tcPr>
            <w:tcW w:w="1134" w:type="dxa"/>
            <w:noWrap/>
            <w:hideMark/>
          </w:tcPr>
          <w:p w14:paraId="1C5A94C7" w14:textId="77777777" w:rsidR="00E86CF1" w:rsidRPr="00E86CF1" w:rsidRDefault="00E86CF1" w:rsidP="00E86CF1">
            <w:pPr>
              <w:rPr>
                <w:b/>
                <w:bCs/>
              </w:rPr>
            </w:pPr>
            <w:r w:rsidRPr="00E86CF1">
              <w:rPr>
                <w:b/>
                <w:bCs/>
              </w:rPr>
              <w:t> </w:t>
            </w:r>
          </w:p>
        </w:tc>
        <w:tc>
          <w:tcPr>
            <w:tcW w:w="992" w:type="dxa"/>
            <w:noWrap/>
            <w:hideMark/>
          </w:tcPr>
          <w:p w14:paraId="5A0A53E2" w14:textId="77777777" w:rsidR="00E86CF1" w:rsidRPr="00E86CF1" w:rsidRDefault="00E86CF1" w:rsidP="00E86CF1">
            <w:pPr>
              <w:jc w:val="left"/>
              <w:rPr>
                <w:b/>
                <w:bCs/>
              </w:rPr>
            </w:pPr>
            <w:r w:rsidRPr="00E86CF1">
              <w:rPr>
                <w:b/>
                <w:bCs/>
              </w:rPr>
              <w:t> </w:t>
            </w:r>
          </w:p>
        </w:tc>
        <w:tc>
          <w:tcPr>
            <w:tcW w:w="1418" w:type="dxa"/>
            <w:noWrap/>
            <w:hideMark/>
          </w:tcPr>
          <w:p w14:paraId="5940EAC7" w14:textId="77777777" w:rsidR="00E86CF1" w:rsidRPr="00E86CF1" w:rsidRDefault="00E86CF1">
            <w:pPr>
              <w:jc w:val="left"/>
              <w:rPr>
                <w:b/>
                <w:bCs/>
              </w:rPr>
            </w:pPr>
            <w:r w:rsidRPr="00E86CF1">
              <w:rPr>
                <w:b/>
                <w:bCs/>
              </w:rPr>
              <w:t> </w:t>
            </w:r>
          </w:p>
        </w:tc>
        <w:tc>
          <w:tcPr>
            <w:tcW w:w="1417" w:type="dxa"/>
            <w:noWrap/>
            <w:hideMark/>
          </w:tcPr>
          <w:p w14:paraId="2A7BC0CA" w14:textId="77777777" w:rsidR="00E86CF1" w:rsidRPr="00E86CF1" w:rsidRDefault="00E86CF1">
            <w:pPr>
              <w:rPr>
                <w:b/>
                <w:bCs/>
              </w:rPr>
            </w:pPr>
            <w:r w:rsidRPr="00E86CF1">
              <w:rPr>
                <w:b/>
                <w:bCs/>
              </w:rPr>
              <w:t> </w:t>
            </w:r>
          </w:p>
        </w:tc>
      </w:tr>
    </w:tbl>
    <w:p w14:paraId="09F1F74E" w14:textId="77777777" w:rsidR="00E86CF1" w:rsidRPr="00E86CF1" w:rsidRDefault="00E86CF1" w:rsidP="00E86CF1"/>
    <w:p w14:paraId="26FF7ED0" w14:textId="7ABB5906" w:rsidR="00395559" w:rsidRDefault="00E86CF1">
      <w:pPr>
        <w:numPr>
          <w:ilvl w:val="0"/>
          <w:numId w:val="5"/>
        </w:numPr>
        <w:rPr>
          <w:b/>
          <w:bCs/>
        </w:rPr>
      </w:pPr>
      <w:r>
        <w:rPr>
          <w:b/>
          <w:bCs/>
        </w:rPr>
        <w:t>Rehab for Ueen Te Aireti maneaba, Onotoa</w:t>
      </w:r>
    </w:p>
    <w:tbl>
      <w:tblPr>
        <w:tblStyle w:val="TableGrid"/>
        <w:tblW w:w="9776" w:type="dxa"/>
        <w:tblLayout w:type="fixed"/>
        <w:tblLook w:val="04A0" w:firstRow="1" w:lastRow="0" w:firstColumn="1" w:lastColumn="0" w:noHBand="0" w:noVBand="1"/>
      </w:tblPr>
      <w:tblGrid>
        <w:gridCol w:w="840"/>
        <w:gridCol w:w="4455"/>
        <w:gridCol w:w="751"/>
        <w:gridCol w:w="923"/>
        <w:gridCol w:w="1390"/>
        <w:gridCol w:w="1417"/>
      </w:tblGrid>
      <w:tr w:rsidR="00E86CF1" w:rsidRPr="00E86CF1" w14:paraId="1E159E75" w14:textId="77777777" w:rsidTr="00A53751">
        <w:trPr>
          <w:trHeight w:val="610"/>
        </w:trPr>
        <w:tc>
          <w:tcPr>
            <w:tcW w:w="5295" w:type="dxa"/>
            <w:gridSpan w:val="2"/>
            <w:hideMark/>
          </w:tcPr>
          <w:p w14:paraId="593D8EE0" w14:textId="77777777" w:rsidR="00E86CF1" w:rsidRPr="00E86CF1" w:rsidRDefault="00E86CF1" w:rsidP="00E86CF1">
            <w:pPr>
              <w:jc w:val="left"/>
              <w:rPr>
                <w:b/>
                <w:bCs/>
                <w:lang w:val="en-KI"/>
              </w:rPr>
            </w:pPr>
            <w:r w:rsidRPr="00E86CF1">
              <w:rPr>
                <w:b/>
                <w:bCs/>
              </w:rPr>
              <w:t>Materia list - Rehab for KUC Ueen Te Aireti Maneaba (Onotoa)</w:t>
            </w:r>
          </w:p>
        </w:tc>
        <w:tc>
          <w:tcPr>
            <w:tcW w:w="751" w:type="dxa"/>
            <w:noWrap/>
            <w:hideMark/>
          </w:tcPr>
          <w:p w14:paraId="299F0304" w14:textId="77777777" w:rsidR="00E86CF1" w:rsidRPr="00E86CF1" w:rsidRDefault="00E86CF1" w:rsidP="00E86CF1">
            <w:pPr>
              <w:jc w:val="left"/>
              <w:rPr>
                <w:b/>
                <w:bCs/>
              </w:rPr>
            </w:pPr>
            <w:r w:rsidRPr="00E86CF1">
              <w:rPr>
                <w:b/>
                <w:bCs/>
              </w:rPr>
              <w:t> </w:t>
            </w:r>
          </w:p>
        </w:tc>
        <w:tc>
          <w:tcPr>
            <w:tcW w:w="923" w:type="dxa"/>
            <w:noWrap/>
            <w:hideMark/>
          </w:tcPr>
          <w:p w14:paraId="5443698C" w14:textId="77777777" w:rsidR="00E86CF1" w:rsidRPr="00E86CF1" w:rsidRDefault="00E86CF1" w:rsidP="00E86CF1">
            <w:pPr>
              <w:jc w:val="left"/>
              <w:rPr>
                <w:b/>
                <w:bCs/>
              </w:rPr>
            </w:pPr>
            <w:r w:rsidRPr="00E86CF1">
              <w:rPr>
                <w:b/>
                <w:bCs/>
              </w:rPr>
              <w:t> </w:t>
            </w:r>
          </w:p>
        </w:tc>
        <w:tc>
          <w:tcPr>
            <w:tcW w:w="1390" w:type="dxa"/>
            <w:noWrap/>
            <w:hideMark/>
          </w:tcPr>
          <w:p w14:paraId="3935096F" w14:textId="77777777" w:rsidR="00E86CF1" w:rsidRPr="00E86CF1" w:rsidRDefault="00E86CF1">
            <w:pPr>
              <w:jc w:val="left"/>
            </w:pPr>
            <w:r w:rsidRPr="00E86CF1">
              <w:t> </w:t>
            </w:r>
          </w:p>
        </w:tc>
        <w:tc>
          <w:tcPr>
            <w:tcW w:w="1417" w:type="dxa"/>
            <w:noWrap/>
            <w:hideMark/>
          </w:tcPr>
          <w:p w14:paraId="42B7BE8A" w14:textId="77777777" w:rsidR="00E86CF1" w:rsidRPr="00E86CF1" w:rsidRDefault="00E86CF1">
            <w:r w:rsidRPr="00E86CF1">
              <w:t> </w:t>
            </w:r>
          </w:p>
        </w:tc>
      </w:tr>
      <w:tr w:rsidR="00E86CF1" w:rsidRPr="00E86CF1" w14:paraId="577D44FD" w14:textId="77777777" w:rsidTr="00A53751">
        <w:trPr>
          <w:trHeight w:val="590"/>
        </w:trPr>
        <w:tc>
          <w:tcPr>
            <w:tcW w:w="840" w:type="dxa"/>
            <w:noWrap/>
            <w:hideMark/>
          </w:tcPr>
          <w:p w14:paraId="3E6CBEAD" w14:textId="77777777" w:rsidR="00E86CF1" w:rsidRPr="00E86CF1" w:rsidRDefault="00E86CF1" w:rsidP="00E86CF1">
            <w:pPr>
              <w:rPr>
                <w:b/>
                <w:bCs/>
              </w:rPr>
            </w:pPr>
            <w:r w:rsidRPr="00E86CF1">
              <w:rPr>
                <w:b/>
                <w:bCs/>
              </w:rPr>
              <w:t>item #</w:t>
            </w:r>
          </w:p>
        </w:tc>
        <w:tc>
          <w:tcPr>
            <w:tcW w:w="4455" w:type="dxa"/>
            <w:noWrap/>
            <w:hideMark/>
          </w:tcPr>
          <w:p w14:paraId="6CDBDA52" w14:textId="77777777" w:rsidR="00E86CF1" w:rsidRPr="00E86CF1" w:rsidRDefault="00E86CF1">
            <w:pPr>
              <w:jc w:val="left"/>
              <w:rPr>
                <w:b/>
                <w:bCs/>
              </w:rPr>
            </w:pPr>
            <w:r w:rsidRPr="00E86CF1">
              <w:rPr>
                <w:b/>
                <w:bCs/>
              </w:rPr>
              <w:t>Description</w:t>
            </w:r>
          </w:p>
        </w:tc>
        <w:tc>
          <w:tcPr>
            <w:tcW w:w="751" w:type="dxa"/>
            <w:noWrap/>
            <w:hideMark/>
          </w:tcPr>
          <w:p w14:paraId="49537612" w14:textId="77777777" w:rsidR="00E86CF1" w:rsidRPr="00E86CF1" w:rsidRDefault="00E86CF1" w:rsidP="00E86CF1">
            <w:pPr>
              <w:rPr>
                <w:b/>
                <w:bCs/>
              </w:rPr>
            </w:pPr>
            <w:r w:rsidRPr="00E86CF1">
              <w:rPr>
                <w:b/>
                <w:bCs/>
              </w:rPr>
              <w:t>Qty</w:t>
            </w:r>
          </w:p>
        </w:tc>
        <w:tc>
          <w:tcPr>
            <w:tcW w:w="923" w:type="dxa"/>
            <w:noWrap/>
            <w:hideMark/>
          </w:tcPr>
          <w:p w14:paraId="21E57B2A" w14:textId="77777777" w:rsidR="00E86CF1" w:rsidRPr="00E86CF1" w:rsidRDefault="00E86CF1" w:rsidP="00E86CF1">
            <w:pPr>
              <w:jc w:val="left"/>
              <w:rPr>
                <w:b/>
                <w:bCs/>
              </w:rPr>
            </w:pPr>
            <w:r w:rsidRPr="00E86CF1">
              <w:rPr>
                <w:b/>
                <w:bCs/>
              </w:rPr>
              <w:t>Unit</w:t>
            </w:r>
          </w:p>
        </w:tc>
        <w:tc>
          <w:tcPr>
            <w:tcW w:w="1390" w:type="dxa"/>
            <w:hideMark/>
          </w:tcPr>
          <w:p w14:paraId="7BB2BFF0" w14:textId="77777777" w:rsidR="00E86CF1" w:rsidRPr="00E86CF1" w:rsidRDefault="00E86CF1">
            <w:pPr>
              <w:jc w:val="left"/>
              <w:rPr>
                <w:b/>
                <w:bCs/>
              </w:rPr>
            </w:pPr>
            <w:r w:rsidRPr="00E86CF1">
              <w:rPr>
                <w:b/>
                <w:bCs/>
              </w:rPr>
              <w:t>Price Quotation</w:t>
            </w:r>
          </w:p>
        </w:tc>
        <w:tc>
          <w:tcPr>
            <w:tcW w:w="1417" w:type="dxa"/>
            <w:hideMark/>
          </w:tcPr>
          <w:p w14:paraId="137A578C" w14:textId="77777777" w:rsidR="00E86CF1" w:rsidRPr="00E86CF1" w:rsidRDefault="00E86CF1">
            <w:pPr>
              <w:rPr>
                <w:b/>
                <w:bCs/>
              </w:rPr>
            </w:pPr>
            <w:r w:rsidRPr="00E86CF1">
              <w:rPr>
                <w:b/>
                <w:bCs/>
              </w:rPr>
              <w:t>T/Price Quotation</w:t>
            </w:r>
          </w:p>
        </w:tc>
      </w:tr>
      <w:tr w:rsidR="00E86CF1" w:rsidRPr="00E86CF1" w14:paraId="2A38B57E" w14:textId="77777777" w:rsidTr="00A53751">
        <w:trPr>
          <w:trHeight w:val="580"/>
        </w:trPr>
        <w:tc>
          <w:tcPr>
            <w:tcW w:w="840" w:type="dxa"/>
            <w:noWrap/>
            <w:hideMark/>
          </w:tcPr>
          <w:p w14:paraId="7BCC8169" w14:textId="77777777" w:rsidR="00E86CF1" w:rsidRPr="00E86CF1" w:rsidRDefault="00E86CF1" w:rsidP="00E86CF1">
            <w:r w:rsidRPr="00E86CF1">
              <w:t> </w:t>
            </w:r>
          </w:p>
        </w:tc>
        <w:tc>
          <w:tcPr>
            <w:tcW w:w="4455" w:type="dxa"/>
            <w:hideMark/>
          </w:tcPr>
          <w:p w14:paraId="6F8DA1BC" w14:textId="77777777" w:rsidR="00E86CF1" w:rsidRPr="00E86CF1" w:rsidRDefault="00E86CF1">
            <w:pPr>
              <w:jc w:val="left"/>
              <w:rPr>
                <w:b/>
                <w:bCs/>
              </w:rPr>
            </w:pPr>
            <w:r w:rsidRPr="00E86CF1">
              <w:rPr>
                <w:b/>
                <w:bCs/>
              </w:rPr>
              <w:t>Concrete work (Cements type GP or GB and to be 20MPA Concrete Strength)</w:t>
            </w:r>
          </w:p>
        </w:tc>
        <w:tc>
          <w:tcPr>
            <w:tcW w:w="751" w:type="dxa"/>
            <w:noWrap/>
            <w:hideMark/>
          </w:tcPr>
          <w:p w14:paraId="2782AE99" w14:textId="77777777" w:rsidR="00E86CF1" w:rsidRPr="00E86CF1" w:rsidRDefault="00E86CF1" w:rsidP="00E86CF1">
            <w:r w:rsidRPr="00E86CF1">
              <w:t> </w:t>
            </w:r>
          </w:p>
        </w:tc>
        <w:tc>
          <w:tcPr>
            <w:tcW w:w="923" w:type="dxa"/>
            <w:noWrap/>
            <w:hideMark/>
          </w:tcPr>
          <w:p w14:paraId="5B70DC74" w14:textId="77777777" w:rsidR="00E86CF1" w:rsidRPr="00E86CF1" w:rsidRDefault="00E86CF1" w:rsidP="00E86CF1">
            <w:pPr>
              <w:jc w:val="left"/>
            </w:pPr>
            <w:r w:rsidRPr="00E86CF1">
              <w:t> </w:t>
            </w:r>
          </w:p>
        </w:tc>
        <w:tc>
          <w:tcPr>
            <w:tcW w:w="1390" w:type="dxa"/>
            <w:noWrap/>
            <w:hideMark/>
          </w:tcPr>
          <w:p w14:paraId="13C622D0" w14:textId="77777777" w:rsidR="00E86CF1" w:rsidRPr="00E86CF1" w:rsidRDefault="00E86CF1">
            <w:pPr>
              <w:jc w:val="left"/>
            </w:pPr>
            <w:r w:rsidRPr="00E86CF1">
              <w:t> </w:t>
            </w:r>
          </w:p>
        </w:tc>
        <w:tc>
          <w:tcPr>
            <w:tcW w:w="1417" w:type="dxa"/>
            <w:noWrap/>
            <w:hideMark/>
          </w:tcPr>
          <w:p w14:paraId="333242C8" w14:textId="77777777" w:rsidR="00E86CF1" w:rsidRPr="00E86CF1" w:rsidRDefault="00E86CF1">
            <w:r w:rsidRPr="00E86CF1">
              <w:t> </w:t>
            </w:r>
          </w:p>
        </w:tc>
      </w:tr>
      <w:tr w:rsidR="00E86CF1" w:rsidRPr="00E86CF1" w14:paraId="6A67C56E" w14:textId="77777777" w:rsidTr="00A53751">
        <w:trPr>
          <w:trHeight w:val="290"/>
        </w:trPr>
        <w:tc>
          <w:tcPr>
            <w:tcW w:w="840" w:type="dxa"/>
            <w:noWrap/>
            <w:hideMark/>
          </w:tcPr>
          <w:p w14:paraId="5C977D83" w14:textId="77777777" w:rsidR="00E86CF1" w:rsidRPr="00E86CF1" w:rsidRDefault="00E86CF1" w:rsidP="00E86CF1">
            <w:r w:rsidRPr="00E86CF1">
              <w:t>1</w:t>
            </w:r>
          </w:p>
        </w:tc>
        <w:tc>
          <w:tcPr>
            <w:tcW w:w="4455" w:type="dxa"/>
            <w:noWrap/>
            <w:hideMark/>
          </w:tcPr>
          <w:p w14:paraId="3AB6E328" w14:textId="77777777" w:rsidR="00E86CF1" w:rsidRPr="00E86CF1" w:rsidRDefault="00E86CF1">
            <w:pPr>
              <w:jc w:val="left"/>
            </w:pPr>
            <w:r w:rsidRPr="00E86CF1">
              <w:t>Portland cement 40kg</w:t>
            </w:r>
          </w:p>
        </w:tc>
        <w:tc>
          <w:tcPr>
            <w:tcW w:w="751" w:type="dxa"/>
            <w:noWrap/>
            <w:hideMark/>
          </w:tcPr>
          <w:p w14:paraId="153543D6" w14:textId="77777777" w:rsidR="00E86CF1" w:rsidRPr="00E86CF1" w:rsidRDefault="00E86CF1" w:rsidP="00E86CF1">
            <w:r w:rsidRPr="00E86CF1">
              <w:t>70</w:t>
            </w:r>
          </w:p>
        </w:tc>
        <w:tc>
          <w:tcPr>
            <w:tcW w:w="923" w:type="dxa"/>
            <w:noWrap/>
            <w:hideMark/>
          </w:tcPr>
          <w:p w14:paraId="3778151A" w14:textId="77777777" w:rsidR="00E86CF1" w:rsidRPr="00E86CF1" w:rsidRDefault="00E86CF1" w:rsidP="00E86CF1">
            <w:pPr>
              <w:jc w:val="left"/>
            </w:pPr>
            <w:r w:rsidRPr="00E86CF1">
              <w:t>bags</w:t>
            </w:r>
          </w:p>
        </w:tc>
        <w:tc>
          <w:tcPr>
            <w:tcW w:w="1390" w:type="dxa"/>
            <w:noWrap/>
            <w:hideMark/>
          </w:tcPr>
          <w:p w14:paraId="14CE4E4E" w14:textId="77777777" w:rsidR="00E86CF1" w:rsidRPr="00E86CF1" w:rsidRDefault="00E86CF1">
            <w:pPr>
              <w:jc w:val="left"/>
            </w:pPr>
            <w:r w:rsidRPr="00E86CF1">
              <w:t> </w:t>
            </w:r>
          </w:p>
        </w:tc>
        <w:tc>
          <w:tcPr>
            <w:tcW w:w="1417" w:type="dxa"/>
            <w:noWrap/>
            <w:hideMark/>
          </w:tcPr>
          <w:p w14:paraId="499EC13B" w14:textId="77777777" w:rsidR="00E86CF1" w:rsidRPr="00E86CF1" w:rsidRDefault="00E86CF1">
            <w:r w:rsidRPr="00E86CF1">
              <w:t> </w:t>
            </w:r>
          </w:p>
        </w:tc>
      </w:tr>
      <w:tr w:rsidR="00E86CF1" w:rsidRPr="00E86CF1" w14:paraId="637A9EA0" w14:textId="77777777" w:rsidTr="00A53751">
        <w:trPr>
          <w:trHeight w:val="580"/>
        </w:trPr>
        <w:tc>
          <w:tcPr>
            <w:tcW w:w="840" w:type="dxa"/>
            <w:noWrap/>
            <w:hideMark/>
          </w:tcPr>
          <w:p w14:paraId="2A0DF45D" w14:textId="77777777" w:rsidR="00E86CF1" w:rsidRPr="00E86CF1" w:rsidRDefault="00E86CF1" w:rsidP="00E86CF1">
            <w:r w:rsidRPr="00E86CF1">
              <w:t>2</w:t>
            </w:r>
          </w:p>
        </w:tc>
        <w:tc>
          <w:tcPr>
            <w:tcW w:w="4455" w:type="dxa"/>
            <w:hideMark/>
          </w:tcPr>
          <w:p w14:paraId="746460BC" w14:textId="77777777" w:rsidR="00E86CF1" w:rsidRPr="00E86CF1" w:rsidRDefault="00E86CF1">
            <w:pPr>
              <w:jc w:val="left"/>
            </w:pPr>
            <w:r w:rsidRPr="00E86CF1">
              <w:t>Polythene damp proof membrane (60mx2m wide) 0.2mm thick</w:t>
            </w:r>
          </w:p>
        </w:tc>
        <w:tc>
          <w:tcPr>
            <w:tcW w:w="751" w:type="dxa"/>
            <w:noWrap/>
            <w:hideMark/>
          </w:tcPr>
          <w:p w14:paraId="49DFFB0A" w14:textId="77777777" w:rsidR="00E86CF1" w:rsidRPr="00E86CF1" w:rsidRDefault="00E86CF1" w:rsidP="00E86CF1">
            <w:r w:rsidRPr="00E86CF1">
              <w:t>1</w:t>
            </w:r>
          </w:p>
        </w:tc>
        <w:tc>
          <w:tcPr>
            <w:tcW w:w="923" w:type="dxa"/>
            <w:noWrap/>
            <w:hideMark/>
          </w:tcPr>
          <w:p w14:paraId="30AE9A75" w14:textId="77777777" w:rsidR="00E86CF1" w:rsidRPr="00E86CF1" w:rsidRDefault="00E86CF1" w:rsidP="00E86CF1">
            <w:pPr>
              <w:jc w:val="left"/>
            </w:pPr>
            <w:r w:rsidRPr="00E86CF1">
              <w:t>roll</w:t>
            </w:r>
          </w:p>
        </w:tc>
        <w:tc>
          <w:tcPr>
            <w:tcW w:w="1390" w:type="dxa"/>
            <w:noWrap/>
            <w:hideMark/>
          </w:tcPr>
          <w:p w14:paraId="35683C97" w14:textId="77777777" w:rsidR="00E86CF1" w:rsidRPr="00E86CF1" w:rsidRDefault="00E86CF1">
            <w:pPr>
              <w:jc w:val="left"/>
            </w:pPr>
            <w:r w:rsidRPr="00E86CF1">
              <w:t> </w:t>
            </w:r>
          </w:p>
        </w:tc>
        <w:tc>
          <w:tcPr>
            <w:tcW w:w="1417" w:type="dxa"/>
            <w:noWrap/>
            <w:hideMark/>
          </w:tcPr>
          <w:p w14:paraId="7AE94EA2" w14:textId="77777777" w:rsidR="00E86CF1" w:rsidRPr="00E86CF1" w:rsidRDefault="00E86CF1">
            <w:r w:rsidRPr="00E86CF1">
              <w:t> </w:t>
            </w:r>
          </w:p>
        </w:tc>
      </w:tr>
      <w:tr w:rsidR="00E86CF1" w:rsidRPr="00E86CF1" w14:paraId="4593F9C5" w14:textId="77777777" w:rsidTr="00A53751">
        <w:trPr>
          <w:trHeight w:val="290"/>
        </w:trPr>
        <w:tc>
          <w:tcPr>
            <w:tcW w:w="840" w:type="dxa"/>
            <w:noWrap/>
            <w:hideMark/>
          </w:tcPr>
          <w:p w14:paraId="7224510A" w14:textId="77777777" w:rsidR="00E86CF1" w:rsidRPr="00E86CF1" w:rsidRDefault="00E86CF1" w:rsidP="00E86CF1">
            <w:r w:rsidRPr="00E86CF1">
              <w:t>3</w:t>
            </w:r>
          </w:p>
        </w:tc>
        <w:tc>
          <w:tcPr>
            <w:tcW w:w="4455" w:type="dxa"/>
            <w:noWrap/>
            <w:hideMark/>
          </w:tcPr>
          <w:p w14:paraId="7645E291" w14:textId="77777777" w:rsidR="00E86CF1" w:rsidRPr="00E86CF1" w:rsidRDefault="00E86CF1">
            <w:pPr>
              <w:jc w:val="left"/>
            </w:pPr>
            <w:r w:rsidRPr="00E86CF1">
              <w:t>Tie wire</w:t>
            </w:r>
          </w:p>
        </w:tc>
        <w:tc>
          <w:tcPr>
            <w:tcW w:w="751" w:type="dxa"/>
            <w:noWrap/>
            <w:hideMark/>
          </w:tcPr>
          <w:p w14:paraId="7211D147" w14:textId="77777777" w:rsidR="00E86CF1" w:rsidRPr="00E86CF1" w:rsidRDefault="00E86CF1" w:rsidP="00E86CF1">
            <w:r w:rsidRPr="00E86CF1">
              <w:t>1</w:t>
            </w:r>
          </w:p>
        </w:tc>
        <w:tc>
          <w:tcPr>
            <w:tcW w:w="923" w:type="dxa"/>
            <w:noWrap/>
            <w:hideMark/>
          </w:tcPr>
          <w:p w14:paraId="309693B2" w14:textId="77777777" w:rsidR="00E86CF1" w:rsidRPr="00E86CF1" w:rsidRDefault="00E86CF1" w:rsidP="00E86CF1">
            <w:pPr>
              <w:jc w:val="left"/>
            </w:pPr>
            <w:r w:rsidRPr="00E86CF1">
              <w:t>roll</w:t>
            </w:r>
          </w:p>
        </w:tc>
        <w:tc>
          <w:tcPr>
            <w:tcW w:w="1390" w:type="dxa"/>
            <w:noWrap/>
            <w:hideMark/>
          </w:tcPr>
          <w:p w14:paraId="1BACD3BB" w14:textId="77777777" w:rsidR="00E86CF1" w:rsidRPr="00E86CF1" w:rsidRDefault="00E86CF1">
            <w:pPr>
              <w:jc w:val="left"/>
            </w:pPr>
            <w:r w:rsidRPr="00E86CF1">
              <w:t> </w:t>
            </w:r>
          </w:p>
        </w:tc>
        <w:tc>
          <w:tcPr>
            <w:tcW w:w="1417" w:type="dxa"/>
            <w:noWrap/>
            <w:hideMark/>
          </w:tcPr>
          <w:p w14:paraId="50436C06" w14:textId="77777777" w:rsidR="00E86CF1" w:rsidRPr="00E86CF1" w:rsidRDefault="00E86CF1">
            <w:r w:rsidRPr="00E86CF1">
              <w:t> </w:t>
            </w:r>
          </w:p>
        </w:tc>
      </w:tr>
      <w:tr w:rsidR="00E86CF1" w:rsidRPr="00E86CF1" w14:paraId="441BC187" w14:textId="77777777" w:rsidTr="00A53751">
        <w:trPr>
          <w:trHeight w:val="290"/>
        </w:trPr>
        <w:tc>
          <w:tcPr>
            <w:tcW w:w="840" w:type="dxa"/>
            <w:noWrap/>
            <w:hideMark/>
          </w:tcPr>
          <w:p w14:paraId="58E1E15E" w14:textId="77777777" w:rsidR="00E86CF1" w:rsidRPr="00E86CF1" w:rsidRDefault="00E86CF1" w:rsidP="00E86CF1">
            <w:r w:rsidRPr="00E86CF1">
              <w:t> </w:t>
            </w:r>
          </w:p>
        </w:tc>
        <w:tc>
          <w:tcPr>
            <w:tcW w:w="4455" w:type="dxa"/>
            <w:noWrap/>
            <w:hideMark/>
          </w:tcPr>
          <w:p w14:paraId="6C8FB514" w14:textId="77777777" w:rsidR="00E86CF1" w:rsidRPr="00E86CF1" w:rsidRDefault="00E86CF1">
            <w:pPr>
              <w:jc w:val="left"/>
              <w:rPr>
                <w:b/>
                <w:bCs/>
              </w:rPr>
            </w:pPr>
            <w:r w:rsidRPr="00E86CF1">
              <w:rPr>
                <w:b/>
                <w:bCs/>
              </w:rPr>
              <w:t>Formwork</w:t>
            </w:r>
          </w:p>
        </w:tc>
        <w:tc>
          <w:tcPr>
            <w:tcW w:w="751" w:type="dxa"/>
            <w:noWrap/>
            <w:hideMark/>
          </w:tcPr>
          <w:p w14:paraId="6022A99D" w14:textId="77777777" w:rsidR="00E86CF1" w:rsidRPr="00E86CF1" w:rsidRDefault="00E86CF1" w:rsidP="00E86CF1">
            <w:r w:rsidRPr="00E86CF1">
              <w:t> </w:t>
            </w:r>
          </w:p>
        </w:tc>
        <w:tc>
          <w:tcPr>
            <w:tcW w:w="923" w:type="dxa"/>
            <w:noWrap/>
            <w:hideMark/>
          </w:tcPr>
          <w:p w14:paraId="2CD1D4DD" w14:textId="77777777" w:rsidR="00E86CF1" w:rsidRPr="00E86CF1" w:rsidRDefault="00E86CF1" w:rsidP="00E86CF1">
            <w:pPr>
              <w:jc w:val="left"/>
            </w:pPr>
            <w:r w:rsidRPr="00E86CF1">
              <w:t> </w:t>
            </w:r>
          </w:p>
        </w:tc>
        <w:tc>
          <w:tcPr>
            <w:tcW w:w="1390" w:type="dxa"/>
            <w:noWrap/>
            <w:hideMark/>
          </w:tcPr>
          <w:p w14:paraId="08DFDA2F" w14:textId="77777777" w:rsidR="00E86CF1" w:rsidRPr="00E86CF1" w:rsidRDefault="00E86CF1">
            <w:pPr>
              <w:jc w:val="left"/>
            </w:pPr>
            <w:r w:rsidRPr="00E86CF1">
              <w:t> </w:t>
            </w:r>
          </w:p>
        </w:tc>
        <w:tc>
          <w:tcPr>
            <w:tcW w:w="1417" w:type="dxa"/>
            <w:noWrap/>
            <w:hideMark/>
          </w:tcPr>
          <w:p w14:paraId="0EC203E3" w14:textId="77777777" w:rsidR="00E86CF1" w:rsidRPr="00E86CF1" w:rsidRDefault="00E86CF1">
            <w:r w:rsidRPr="00E86CF1">
              <w:t> </w:t>
            </w:r>
          </w:p>
        </w:tc>
      </w:tr>
      <w:tr w:rsidR="00E86CF1" w:rsidRPr="00E86CF1" w14:paraId="046D1F9D" w14:textId="77777777" w:rsidTr="00A53751">
        <w:trPr>
          <w:trHeight w:val="290"/>
        </w:trPr>
        <w:tc>
          <w:tcPr>
            <w:tcW w:w="840" w:type="dxa"/>
            <w:noWrap/>
            <w:hideMark/>
          </w:tcPr>
          <w:p w14:paraId="77DC3C5E" w14:textId="77777777" w:rsidR="00E86CF1" w:rsidRPr="00E86CF1" w:rsidRDefault="00E86CF1" w:rsidP="00E86CF1">
            <w:r w:rsidRPr="00E86CF1">
              <w:t>4</w:t>
            </w:r>
          </w:p>
        </w:tc>
        <w:tc>
          <w:tcPr>
            <w:tcW w:w="4455" w:type="dxa"/>
            <w:noWrap/>
            <w:hideMark/>
          </w:tcPr>
          <w:p w14:paraId="5704EAAB" w14:textId="77777777" w:rsidR="00E86CF1" w:rsidRPr="00E86CF1" w:rsidRDefault="00E86CF1">
            <w:pPr>
              <w:jc w:val="left"/>
            </w:pPr>
            <w:r w:rsidRPr="00E86CF1">
              <w:t xml:space="preserve">Formply 3/4" thick </w:t>
            </w:r>
          </w:p>
        </w:tc>
        <w:tc>
          <w:tcPr>
            <w:tcW w:w="751" w:type="dxa"/>
            <w:noWrap/>
            <w:hideMark/>
          </w:tcPr>
          <w:p w14:paraId="72AB7A29" w14:textId="77777777" w:rsidR="00E86CF1" w:rsidRPr="00E86CF1" w:rsidRDefault="00E86CF1" w:rsidP="00E86CF1">
            <w:r w:rsidRPr="00E86CF1">
              <w:t>2</w:t>
            </w:r>
          </w:p>
        </w:tc>
        <w:tc>
          <w:tcPr>
            <w:tcW w:w="923" w:type="dxa"/>
            <w:noWrap/>
            <w:hideMark/>
          </w:tcPr>
          <w:p w14:paraId="377A6125" w14:textId="77777777" w:rsidR="00E86CF1" w:rsidRPr="00E86CF1" w:rsidRDefault="00E86CF1" w:rsidP="00E86CF1">
            <w:pPr>
              <w:jc w:val="left"/>
            </w:pPr>
            <w:r w:rsidRPr="00E86CF1">
              <w:t>sheet</w:t>
            </w:r>
          </w:p>
        </w:tc>
        <w:tc>
          <w:tcPr>
            <w:tcW w:w="1390" w:type="dxa"/>
            <w:noWrap/>
            <w:hideMark/>
          </w:tcPr>
          <w:p w14:paraId="6CED91CB" w14:textId="77777777" w:rsidR="00E86CF1" w:rsidRPr="00E86CF1" w:rsidRDefault="00E86CF1">
            <w:pPr>
              <w:jc w:val="left"/>
            </w:pPr>
            <w:r w:rsidRPr="00E86CF1">
              <w:t> </w:t>
            </w:r>
          </w:p>
        </w:tc>
        <w:tc>
          <w:tcPr>
            <w:tcW w:w="1417" w:type="dxa"/>
            <w:noWrap/>
            <w:hideMark/>
          </w:tcPr>
          <w:p w14:paraId="70FF1247" w14:textId="77777777" w:rsidR="00E86CF1" w:rsidRPr="00E86CF1" w:rsidRDefault="00E86CF1">
            <w:r w:rsidRPr="00E86CF1">
              <w:t> </w:t>
            </w:r>
          </w:p>
        </w:tc>
      </w:tr>
      <w:tr w:rsidR="00E86CF1" w:rsidRPr="00E86CF1" w14:paraId="1E90CE7E" w14:textId="77777777" w:rsidTr="00A53751">
        <w:trPr>
          <w:trHeight w:val="290"/>
        </w:trPr>
        <w:tc>
          <w:tcPr>
            <w:tcW w:w="840" w:type="dxa"/>
            <w:noWrap/>
            <w:hideMark/>
          </w:tcPr>
          <w:p w14:paraId="69627A36" w14:textId="77777777" w:rsidR="00E86CF1" w:rsidRPr="00E86CF1" w:rsidRDefault="00E86CF1" w:rsidP="00E86CF1">
            <w:r w:rsidRPr="00E86CF1">
              <w:t>5</w:t>
            </w:r>
          </w:p>
        </w:tc>
        <w:tc>
          <w:tcPr>
            <w:tcW w:w="4455" w:type="dxa"/>
            <w:noWrap/>
            <w:hideMark/>
          </w:tcPr>
          <w:p w14:paraId="01F761F5" w14:textId="77777777" w:rsidR="00E86CF1" w:rsidRPr="00E86CF1" w:rsidRDefault="00E86CF1">
            <w:pPr>
              <w:jc w:val="left"/>
            </w:pPr>
            <w:r w:rsidRPr="00E86CF1">
              <w:t xml:space="preserve">50x50mm timber pine in 6m long </w:t>
            </w:r>
          </w:p>
        </w:tc>
        <w:tc>
          <w:tcPr>
            <w:tcW w:w="751" w:type="dxa"/>
            <w:noWrap/>
            <w:hideMark/>
          </w:tcPr>
          <w:p w14:paraId="0A759C8B" w14:textId="77777777" w:rsidR="00E86CF1" w:rsidRPr="00E86CF1" w:rsidRDefault="00E86CF1" w:rsidP="00E86CF1">
            <w:r w:rsidRPr="00E86CF1">
              <w:t>5</w:t>
            </w:r>
          </w:p>
        </w:tc>
        <w:tc>
          <w:tcPr>
            <w:tcW w:w="923" w:type="dxa"/>
            <w:noWrap/>
            <w:hideMark/>
          </w:tcPr>
          <w:p w14:paraId="5D033E3D" w14:textId="77777777" w:rsidR="00E86CF1" w:rsidRPr="00E86CF1" w:rsidRDefault="00E86CF1" w:rsidP="00E86CF1">
            <w:pPr>
              <w:jc w:val="left"/>
            </w:pPr>
            <w:r w:rsidRPr="00E86CF1">
              <w:t>length</w:t>
            </w:r>
          </w:p>
        </w:tc>
        <w:tc>
          <w:tcPr>
            <w:tcW w:w="1390" w:type="dxa"/>
            <w:noWrap/>
            <w:hideMark/>
          </w:tcPr>
          <w:p w14:paraId="60778E67" w14:textId="77777777" w:rsidR="00E86CF1" w:rsidRPr="00E86CF1" w:rsidRDefault="00E86CF1">
            <w:pPr>
              <w:jc w:val="left"/>
            </w:pPr>
            <w:r w:rsidRPr="00E86CF1">
              <w:t> </w:t>
            </w:r>
          </w:p>
        </w:tc>
        <w:tc>
          <w:tcPr>
            <w:tcW w:w="1417" w:type="dxa"/>
            <w:noWrap/>
            <w:hideMark/>
          </w:tcPr>
          <w:p w14:paraId="659EF7AF" w14:textId="77777777" w:rsidR="00E86CF1" w:rsidRPr="00E86CF1" w:rsidRDefault="00E86CF1">
            <w:r w:rsidRPr="00E86CF1">
              <w:t> </w:t>
            </w:r>
          </w:p>
        </w:tc>
      </w:tr>
      <w:tr w:rsidR="00E86CF1" w:rsidRPr="00E86CF1" w14:paraId="05937F2E" w14:textId="77777777" w:rsidTr="00A53751">
        <w:trPr>
          <w:trHeight w:val="290"/>
        </w:trPr>
        <w:tc>
          <w:tcPr>
            <w:tcW w:w="840" w:type="dxa"/>
            <w:noWrap/>
            <w:hideMark/>
          </w:tcPr>
          <w:p w14:paraId="344E6A0D" w14:textId="77777777" w:rsidR="00E86CF1" w:rsidRPr="00E86CF1" w:rsidRDefault="00E86CF1" w:rsidP="00E86CF1">
            <w:r w:rsidRPr="00E86CF1">
              <w:t> </w:t>
            </w:r>
          </w:p>
        </w:tc>
        <w:tc>
          <w:tcPr>
            <w:tcW w:w="4455" w:type="dxa"/>
            <w:noWrap/>
            <w:hideMark/>
          </w:tcPr>
          <w:p w14:paraId="3F4749FE" w14:textId="77777777" w:rsidR="00E86CF1" w:rsidRPr="00E86CF1" w:rsidRDefault="00E86CF1">
            <w:pPr>
              <w:jc w:val="left"/>
              <w:rPr>
                <w:b/>
                <w:bCs/>
              </w:rPr>
            </w:pPr>
            <w:r w:rsidRPr="00E86CF1">
              <w:rPr>
                <w:b/>
                <w:bCs/>
              </w:rPr>
              <w:t xml:space="preserve">Bar Reinforcement </w:t>
            </w:r>
          </w:p>
        </w:tc>
        <w:tc>
          <w:tcPr>
            <w:tcW w:w="751" w:type="dxa"/>
            <w:noWrap/>
            <w:hideMark/>
          </w:tcPr>
          <w:p w14:paraId="2CEE63E0" w14:textId="77777777" w:rsidR="00E86CF1" w:rsidRPr="00E86CF1" w:rsidRDefault="00E86CF1" w:rsidP="00E86CF1">
            <w:r w:rsidRPr="00E86CF1">
              <w:t> </w:t>
            </w:r>
          </w:p>
        </w:tc>
        <w:tc>
          <w:tcPr>
            <w:tcW w:w="923" w:type="dxa"/>
            <w:noWrap/>
            <w:hideMark/>
          </w:tcPr>
          <w:p w14:paraId="507A509B" w14:textId="77777777" w:rsidR="00E86CF1" w:rsidRPr="00E86CF1" w:rsidRDefault="00E86CF1" w:rsidP="00E86CF1">
            <w:pPr>
              <w:jc w:val="left"/>
            </w:pPr>
            <w:r w:rsidRPr="00E86CF1">
              <w:t> </w:t>
            </w:r>
          </w:p>
        </w:tc>
        <w:tc>
          <w:tcPr>
            <w:tcW w:w="1390" w:type="dxa"/>
            <w:noWrap/>
            <w:hideMark/>
          </w:tcPr>
          <w:p w14:paraId="7F73280A" w14:textId="77777777" w:rsidR="00E86CF1" w:rsidRPr="00E86CF1" w:rsidRDefault="00E86CF1">
            <w:pPr>
              <w:jc w:val="left"/>
            </w:pPr>
            <w:r w:rsidRPr="00E86CF1">
              <w:t> </w:t>
            </w:r>
          </w:p>
        </w:tc>
        <w:tc>
          <w:tcPr>
            <w:tcW w:w="1417" w:type="dxa"/>
            <w:noWrap/>
            <w:hideMark/>
          </w:tcPr>
          <w:p w14:paraId="7FD410BF" w14:textId="77777777" w:rsidR="00E86CF1" w:rsidRPr="00E86CF1" w:rsidRDefault="00E86CF1">
            <w:r w:rsidRPr="00E86CF1">
              <w:t> </w:t>
            </w:r>
          </w:p>
        </w:tc>
      </w:tr>
      <w:tr w:rsidR="00E86CF1" w:rsidRPr="00E86CF1" w14:paraId="40C92DF4" w14:textId="77777777" w:rsidTr="00A53751">
        <w:trPr>
          <w:trHeight w:val="290"/>
        </w:trPr>
        <w:tc>
          <w:tcPr>
            <w:tcW w:w="840" w:type="dxa"/>
            <w:noWrap/>
            <w:hideMark/>
          </w:tcPr>
          <w:p w14:paraId="0682AAB5" w14:textId="77777777" w:rsidR="00E86CF1" w:rsidRPr="00E86CF1" w:rsidRDefault="00E86CF1" w:rsidP="00E86CF1">
            <w:r w:rsidRPr="00E86CF1">
              <w:t>6</w:t>
            </w:r>
          </w:p>
        </w:tc>
        <w:tc>
          <w:tcPr>
            <w:tcW w:w="4455" w:type="dxa"/>
            <w:noWrap/>
            <w:hideMark/>
          </w:tcPr>
          <w:p w14:paraId="5DDB8E8F" w14:textId="77777777" w:rsidR="00E86CF1" w:rsidRPr="00E86CF1" w:rsidRDefault="00E86CF1">
            <w:pPr>
              <w:jc w:val="left"/>
            </w:pPr>
            <w:r w:rsidRPr="00E86CF1">
              <w:t xml:space="preserve">D20mm dia reinforcing bar </w:t>
            </w:r>
          </w:p>
        </w:tc>
        <w:tc>
          <w:tcPr>
            <w:tcW w:w="751" w:type="dxa"/>
            <w:noWrap/>
            <w:hideMark/>
          </w:tcPr>
          <w:p w14:paraId="4AF8F59D" w14:textId="77777777" w:rsidR="00E86CF1" w:rsidRPr="00E86CF1" w:rsidRDefault="00E86CF1" w:rsidP="00E86CF1">
            <w:r w:rsidRPr="00E86CF1">
              <w:t>31</w:t>
            </w:r>
          </w:p>
        </w:tc>
        <w:tc>
          <w:tcPr>
            <w:tcW w:w="923" w:type="dxa"/>
            <w:noWrap/>
            <w:hideMark/>
          </w:tcPr>
          <w:p w14:paraId="4BF376EE" w14:textId="77777777" w:rsidR="00E86CF1" w:rsidRPr="00E86CF1" w:rsidRDefault="00E86CF1" w:rsidP="00E86CF1">
            <w:pPr>
              <w:jc w:val="left"/>
            </w:pPr>
            <w:r w:rsidRPr="00E86CF1">
              <w:t>length</w:t>
            </w:r>
          </w:p>
        </w:tc>
        <w:tc>
          <w:tcPr>
            <w:tcW w:w="1390" w:type="dxa"/>
            <w:noWrap/>
            <w:hideMark/>
          </w:tcPr>
          <w:p w14:paraId="56265BB5" w14:textId="77777777" w:rsidR="00E86CF1" w:rsidRPr="00E86CF1" w:rsidRDefault="00E86CF1">
            <w:pPr>
              <w:jc w:val="left"/>
            </w:pPr>
            <w:r w:rsidRPr="00E86CF1">
              <w:t> </w:t>
            </w:r>
          </w:p>
        </w:tc>
        <w:tc>
          <w:tcPr>
            <w:tcW w:w="1417" w:type="dxa"/>
            <w:noWrap/>
            <w:hideMark/>
          </w:tcPr>
          <w:p w14:paraId="18990107" w14:textId="77777777" w:rsidR="00E86CF1" w:rsidRPr="00E86CF1" w:rsidRDefault="00E86CF1">
            <w:r w:rsidRPr="00E86CF1">
              <w:t> </w:t>
            </w:r>
          </w:p>
        </w:tc>
      </w:tr>
      <w:tr w:rsidR="00E86CF1" w:rsidRPr="00E86CF1" w14:paraId="4656B176" w14:textId="77777777" w:rsidTr="00A53751">
        <w:trPr>
          <w:trHeight w:val="290"/>
        </w:trPr>
        <w:tc>
          <w:tcPr>
            <w:tcW w:w="840" w:type="dxa"/>
            <w:noWrap/>
            <w:hideMark/>
          </w:tcPr>
          <w:p w14:paraId="00F4BD44" w14:textId="77777777" w:rsidR="00E86CF1" w:rsidRPr="00E86CF1" w:rsidRDefault="00E86CF1" w:rsidP="00E86CF1">
            <w:r w:rsidRPr="00E86CF1">
              <w:t>7</w:t>
            </w:r>
          </w:p>
        </w:tc>
        <w:tc>
          <w:tcPr>
            <w:tcW w:w="4455" w:type="dxa"/>
            <w:noWrap/>
            <w:hideMark/>
          </w:tcPr>
          <w:p w14:paraId="480D8217" w14:textId="77777777" w:rsidR="00E86CF1" w:rsidRPr="00E86CF1" w:rsidRDefault="00E86CF1">
            <w:pPr>
              <w:jc w:val="left"/>
            </w:pPr>
            <w:r w:rsidRPr="00E86CF1">
              <w:t>D12mm dia reinforcing steel (6m length)</w:t>
            </w:r>
          </w:p>
        </w:tc>
        <w:tc>
          <w:tcPr>
            <w:tcW w:w="751" w:type="dxa"/>
            <w:noWrap/>
            <w:hideMark/>
          </w:tcPr>
          <w:p w14:paraId="49448286" w14:textId="77777777" w:rsidR="00E86CF1" w:rsidRPr="00E86CF1" w:rsidRDefault="00E86CF1" w:rsidP="00E86CF1">
            <w:r w:rsidRPr="00E86CF1">
              <w:t>13</w:t>
            </w:r>
          </w:p>
        </w:tc>
        <w:tc>
          <w:tcPr>
            <w:tcW w:w="923" w:type="dxa"/>
            <w:noWrap/>
            <w:hideMark/>
          </w:tcPr>
          <w:p w14:paraId="64502FA3" w14:textId="77777777" w:rsidR="00E86CF1" w:rsidRPr="00E86CF1" w:rsidRDefault="00E86CF1" w:rsidP="00E86CF1">
            <w:pPr>
              <w:jc w:val="left"/>
            </w:pPr>
            <w:r w:rsidRPr="00E86CF1">
              <w:t>length</w:t>
            </w:r>
          </w:p>
        </w:tc>
        <w:tc>
          <w:tcPr>
            <w:tcW w:w="1390" w:type="dxa"/>
            <w:noWrap/>
            <w:hideMark/>
          </w:tcPr>
          <w:p w14:paraId="73405BB3" w14:textId="77777777" w:rsidR="00E86CF1" w:rsidRPr="00E86CF1" w:rsidRDefault="00E86CF1">
            <w:pPr>
              <w:jc w:val="left"/>
            </w:pPr>
            <w:r w:rsidRPr="00E86CF1">
              <w:t> </w:t>
            </w:r>
          </w:p>
        </w:tc>
        <w:tc>
          <w:tcPr>
            <w:tcW w:w="1417" w:type="dxa"/>
            <w:noWrap/>
            <w:hideMark/>
          </w:tcPr>
          <w:p w14:paraId="070AD9EB" w14:textId="77777777" w:rsidR="00E86CF1" w:rsidRPr="00E86CF1" w:rsidRDefault="00E86CF1">
            <w:r w:rsidRPr="00E86CF1">
              <w:t> </w:t>
            </w:r>
          </w:p>
        </w:tc>
      </w:tr>
      <w:tr w:rsidR="00E86CF1" w:rsidRPr="00E86CF1" w14:paraId="46002FF9" w14:textId="77777777" w:rsidTr="00A53751">
        <w:trPr>
          <w:trHeight w:val="290"/>
        </w:trPr>
        <w:tc>
          <w:tcPr>
            <w:tcW w:w="840" w:type="dxa"/>
            <w:noWrap/>
            <w:hideMark/>
          </w:tcPr>
          <w:p w14:paraId="06E2D257" w14:textId="77777777" w:rsidR="00E86CF1" w:rsidRPr="00E86CF1" w:rsidRDefault="00E86CF1" w:rsidP="00E86CF1">
            <w:r w:rsidRPr="00E86CF1">
              <w:t>8</w:t>
            </w:r>
          </w:p>
        </w:tc>
        <w:tc>
          <w:tcPr>
            <w:tcW w:w="4455" w:type="dxa"/>
            <w:noWrap/>
            <w:hideMark/>
          </w:tcPr>
          <w:p w14:paraId="46ABF83F" w14:textId="77777777" w:rsidR="00E86CF1" w:rsidRPr="00E86CF1" w:rsidRDefault="00E86CF1">
            <w:pPr>
              <w:jc w:val="left"/>
            </w:pPr>
            <w:r w:rsidRPr="00E86CF1">
              <w:t>Reinforcing mesh SL 102 size: 6mx2.4m wide</w:t>
            </w:r>
          </w:p>
        </w:tc>
        <w:tc>
          <w:tcPr>
            <w:tcW w:w="751" w:type="dxa"/>
            <w:noWrap/>
            <w:hideMark/>
          </w:tcPr>
          <w:p w14:paraId="4E5F5BE8" w14:textId="77777777" w:rsidR="00E86CF1" w:rsidRPr="00E86CF1" w:rsidRDefault="00E86CF1" w:rsidP="00E86CF1">
            <w:r w:rsidRPr="00E86CF1">
              <w:t>3</w:t>
            </w:r>
          </w:p>
        </w:tc>
        <w:tc>
          <w:tcPr>
            <w:tcW w:w="923" w:type="dxa"/>
            <w:noWrap/>
            <w:hideMark/>
          </w:tcPr>
          <w:p w14:paraId="3B55B703" w14:textId="77777777" w:rsidR="00E86CF1" w:rsidRPr="00E86CF1" w:rsidRDefault="00E86CF1" w:rsidP="00E86CF1">
            <w:pPr>
              <w:jc w:val="left"/>
            </w:pPr>
            <w:r w:rsidRPr="00E86CF1">
              <w:t>sheet</w:t>
            </w:r>
          </w:p>
        </w:tc>
        <w:tc>
          <w:tcPr>
            <w:tcW w:w="1390" w:type="dxa"/>
            <w:noWrap/>
            <w:hideMark/>
          </w:tcPr>
          <w:p w14:paraId="625ABEDC" w14:textId="77777777" w:rsidR="00E86CF1" w:rsidRPr="00E86CF1" w:rsidRDefault="00E86CF1">
            <w:pPr>
              <w:jc w:val="left"/>
            </w:pPr>
            <w:r w:rsidRPr="00E86CF1">
              <w:t> </w:t>
            </w:r>
          </w:p>
        </w:tc>
        <w:tc>
          <w:tcPr>
            <w:tcW w:w="1417" w:type="dxa"/>
            <w:noWrap/>
            <w:hideMark/>
          </w:tcPr>
          <w:p w14:paraId="4E58F6C8" w14:textId="77777777" w:rsidR="00E86CF1" w:rsidRPr="00E86CF1" w:rsidRDefault="00E86CF1">
            <w:r w:rsidRPr="00E86CF1">
              <w:t> </w:t>
            </w:r>
          </w:p>
        </w:tc>
      </w:tr>
      <w:tr w:rsidR="00E86CF1" w:rsidRPr="00E86CF1" w14:paraId="2FFD9E5D" w14:textId="77777777" w:rsidTr="00A53751">
        <w:trPr>
          <w:trHeight w:val="290"/>
        </w:trPr>
        <w:tc>
          <w:tcPr>
            <w:tcW w:w="840" w:type="dxa"/>
            <w:noWrap/>
            <w:hideMark/>
          </w:tcPr>
          <w:p w14:paraId="103D2AB8" w14:textId="77777777" w:rsidR="00E86CF1" w:rsidRPr="00E86CF1" w:rsidRDefault="00E86CF1" w:rsidP="00E86CF1">
            <w:r w:rsidRPr="00E86CF1">
              <w:lastRenderedPageBreak/>
              <w:t> </w:t>
            </w:r>
          </w:p>
        </w:tc>
        <w:tc>
          <w:tcPr>
            <w:tcW w:w="4455" w:type="dxa"/>
            <w:hideMark/>
          </w:tcPr>
          <w:p w14:paraId="159C7E5B" w14:textId="77777777" w:rsidR="00E86CF1" w:rsidRPr="00E86CF1" w:rsidRDefault="00E86CF1">
            <w:pPr>
              <w:jc w:val="left"/>
              <w:rPr>
                <w:b/>
                <w:bCs/>
              </w:rPr>
            </w:pPr>
            <w:r w:rsidRPr="00E86CF1">
              <w:rPr>
                <w:b/>
                <w:bCs/>
              </w:rPr>
              <w:t>Metal Work</w:t>
            </w:r>
          </w:p>
        </w:tc>
        <w:tc>
          <w:tcPr>
            <w:tcW w:w="751" w:type="dxa"/>
            <w:noWrap/>
            <w:hideMark/>
          </w:tcPr>
          <w:p w14:paraId="2FA834AA" w14:textId="77777777" w:rsidR="00E86CF1" w:rsidRPr="00E86CF1" w:rsidRDefault="00E86CF1" w:rsidP="00E86CF1">
            <w:r w:rsidRPr="00E86CF1">
              <w:t> </w:t>
            </w:r>
          </w:p>
        </w:tc>
        <w:tc>
          <w:tcPr>
            <w:tcW w:w="923" w:type="dxa"/>
            <w:noWrap/>
            <w:hideMark/>
          </w:tcPr>
          <w:p w14:paraId="62F91BCC" w14:textId="77777777" w:rsidR="00E86CF1" w:rsidRPr="00E86CF1" w:rsidRDefault="00E86CF1" w:rsidP="00E86CF1">
            <w:pPr>
              <w:jc w:val="left"/>
            </w:pPr>
            <w:r w:rsidRPr="00E86CF1">
              <w:t> </w:t>
            </w:r>
          </w:p>
        </w:tc>
        <w:tc>
          <w:tcPr>
            <w:tcW w:w="1390" w:type="dxa"/>
            <w:noWrap/>
            <w:hideMark/>
          </w:tcPr>
          <w:p w14:paraId="09AC4A3D" w14:textId="77777777" w:rsidR="00E86CF1" w:rsidRPr="00E86CF1" w:rsidRDefault="00E86CF1">
            <w:pPr>
              <w:jc w:val="left"/>
            </w:pPr>
            <w:r w:rsidRPr="00E86CF1">
              <w:t> </w:t>
            </w:r>
          </w:p>
        </w:tc>
        <w:tc>
          <w:tcPr>
            <w:tcW w:w="1417" w:type="dxa"/>
            <w:noWrap/>
            <w:hideMark/>
          </w:tcPr>
          <w:p w14:paraId="31A8B391" w14:textId="77777777" w:rsidR="00E86CF1" w:rsidRPr="00E86CF1" w:rsidRDefault="00E86CF1">
            <w:r w:rsidRPr="00E86CF1">
              <w:t> </w:t>
            </w:r>
          </w:p>
        </w:tc>
      </w:tr>
      <w:tr w:rsidR="00E86CF1" w:rsidRPr="00E86CF1" w14:paraId="170F5651" w14:textId="77777777" w:rsidTr="00A53751">
        <w:trPr>
          <w:trHeight w:val="290"/>
        </w:trPr>
        <w:tc>
          <w:tcPr>
            <w:tcW w:w="840" w:type="dxa"/>
            <w:noWrap/>
            <w:hideMark/>
          </w:tcPr>
          <w:p w14:paraId="2FB123B6" w14:textId="77777777" w:rsidR="00E86CF1" w:rsidRPr="00E86CF1" w:rsidRDefault="00E86CF1" w:rsidP="00E86CF1">
            <w:r w:rsidRPr="00E86CF1">
              <w:t>9</w:t>
            </w:r>
          </w:p>
        </w:tc>
        <w:tc>
          <w:tcPr>
            <w:tcW w:w="4455" w:type="dxa"/>
            <w:noWrap/>
            <w:hideMark/>
          </w:tcPr>
          <w:p w14:paraId="39B3D35C" w14:textId="77777777" w:rsidR="00E86CF1" w:rsidRPr="00E86CF1" w:rsidRDefault="00E86CF1">
            <w:pPr>
              <w:jc w:val="left"/>
            </w:pPr>
            <w:r w:rsidRPr="00E86CF1">
              <w:t xml:space="preserve">120x150x10mm thick angle iron plate </w:t>
            </w:r>
          </w:p>
        </w:tc>
        <w:tc>
          <w:tcPr>
            <w:tcW w:w="751" w:type="dxa"/>
            <w:noWrap/>
            <w:hideMark/>
          </w:tcPr>
          <w:p w14:paraId="42C04CE2" w14:textId="77777777" w:rsidR="00E86CF1" w:rsidRPr="00E86CF1" w:rsidRDefault="00E86CF1" w:rsidP="00E86CF1">
            <w:r w:rsidRPr="00E86CF1">
              <w:t>12</w:t>
            </w:r>
          </w:p>
        </w:tc>
        <w:tc>
          <w:tcPr>
            <w:tcW w:w="923" w:type="dxa"/>
            <w:noWrap/>
            <w:hideMark/>
          </w:tcPr>
          <w:p w14:paraId="6652597C" w14:textId="77777777" w:rsidR="00E86CF1" w:rsidRPr="00E86CF1" w:rsidRDefault="00E86CF1" w:rsidP="00E86CF1">
            <w:pPr>
              <w:jc w:val="left"/>
            </w:pPr>
            <w:r w:rsidRPr="00E86CF1">
              <w:t>no</w:t>
            </w:r>
          </w:p>
        </w:tc>
        <w:tc>
          <w:tcPr>
            <w:tcW w:w="1390" w:type="dxa"/>
            <w:noWrap/>
            <w:hideMark/>
          </w:tcPr>
          <w:p w14:paraId="003FCCA8" w14:textId="77777777" w:rsidR="00E86CF1" w:rsidRPr="00E86CF1" w:rsidRDefault="00E86CF1">
            <w:pPr>
              <w:jc w:val="left"/>
            </w:pPr>
            <w:r w:rsidRPr="00E86CF1">
              <w:t> </w:t>
            </w:r>
          </w:p>
        </w:tc>
        <w:tc>
          <w:tcPr>
            <w:tcW w:w="1417" w:type="dxa"/>
            <w:noWrap/>
            <w:hideMark/>
          </w:tcPr>
          <w:p w14:paraId="2A9AFE02" w14:textId="77777777" w:rsidR="00E86CF1" w:rsidRPr="00E86CF1" w:rsidRDefault="00E86CF1">
            <w:r w:rsidRPr="00E86CF1">
              <w:t> </w:t>
            </w:r>
          </w:p>
        </w:tc>
      </w:tr>
      <w:tr w:rsidR="00E86CF1" w:rsidRPr="00E86CF1" w14:paraId="19222794" w14:textId="77777777" w:rsidTr="00A53751">
        <w:trPr>
          <w:trHeight w:val="580"/>
        </w:trPr>
        <w:tc>
          <w:tcPr>
            <w:tcW w:w="840" w:type="dxa"/>
            <w:noWrap/>
            <w:hideMark/>
          </w:tcPr>
          <w:p w14:paraId="426F1D25" w14:textId="77777777" w:rsidR="00E86CF1" w:rsidRPr="00E86CF1" w:rsidRDefault="00E86CF1" w:rsidP="00E86CF1">
            <w:r w:rsidRPr="00E86CF1">
              <w:t>10</w:t>
            </w:r>
          </w:p>
        </w:tc>
        <w:tc>
          <w:tcPr>
            <w:tcW w:w="4455" w:type="dxa"/>
            <w:hideMark/>
          </w:tcPr>
          <w:p w14:paraId="3BBDE55D" w14:textId="77777777" w:rsidR="00E86CF1" w:rsidRPr="00E86CF1" w:rsidRDefault="00E86CF1">
            <w:pPr>
              <w:jc w:val="left"/>
            </w:pPr>
            <w:r w:rsidRPr="00E86CF1">
              <w:t>16mm dia galvanized bolts complete with nuts and washers  120mm long</w:t>
            </w:r>
          </w:p>
        </w:tc>
        <w:tc>
          <w:tcPr>
            <w:tcW w:w="751" w:type="dxa"/>
            <w:noWrap/>
            <w:hideMark/>
          </w:tcPr>
          <w:p w14:paraId="7F150137" w14:textId="77777777" w:rsidR="00E86CF1" w:rsidRPr="00E86CF1" w:rsidRDefault="00E86CF1" w:rsidP="00E86CF1">
            <w:r w:rsidRPr="00E86CF1">
              <w:t>32</w:t>
            </w:r>
          </w:p>
        </w:tc>
        <w:tc>
          <w:tcPr>
            <w:tcW w:w="923" w:type="dxa"/>
            <w:noWrap/>
            <w:hideMark/>
          </w:tcPr>
          <w:p w14:paraId="63DC926A" w14:textId="77777777" w:rsidR="00E86CF1" w:rsidRPr="00E86CF1" w:rsidRDefault="00E86CF1" w:rsidP="00E86CF1">
            <w:pPr>
              <w:jc w:val="left"/>
            </w:pPr>
            <w:r w:rsidRPr="00E86CF1">
              <w:t>no</w:t>
            </w:r>
          </w:p>
        </w:tc>
        <w:tc>
          <w:tcPr>
            <w:tcW w:w="1390" w:type="dxa"/>
            <w:noWrap/>
            <w:hideMark/>
          </w:tcPr>
          <w:p w14:paraId="1FE9DB08" w14:textId="77777777" w:rsidR="00E86CF1" w:rsidRPr="00E86CF1" w:rsidRDefault="00E86CF1">
            <w:pPr>
              <w:jc w:val="left"/>
            </w:pPr>
            <w:r w:rsidRPr="00E86CF1">
              <w:t> </w:t>
            </w:r>
          </w:p>
        </w:tc>
        <w:tc>
          <w:tcPr>
            <w:tcW w:w="1417" w:type="dxa"/>
            <w:noWrap/>
            <w:hideMark/>
          </w:tcPr>
          <w:p w14:paraId="6984724F" w14:textId="77777777" w:rsidR="00E86CF1" w:rsidRPr="00E86CF1" w:rsidRDefault="00E86CF1">
            <w:r w:rsidRPr="00E86CF1">
              <w:t> </w:t>
            </w:r>
          </w:p>
        </w:tc>
      </w:tr>
      <w:tr w:rsidR="00E86CF1" w:rsidRPr="00E86CF1" w14:paraId="5394796C" w14:textId="77777777" w:rsidTr="00A53751">
        <w:trPr>
          <w:trHeight w:val="290"/>
        </w:trPr>
        <w:tc>
          <w:tcPr>
            <w:tcW w:w="840" w:type="dxa"/>
            <w:noWrap/>
            <w:hideMark/>
          </w:tcPr>
          <w:p w14:paraId="4E551B4D" w14:textId="77777777" w:rsidR="00E86CF1" w:rsidRPr="00E86CF1" w:rsidRDefault="00E86CF1" w:rsidP="00E86CF1">
            <w:r w:rsidRPr="00E86CF1">
              <w:t> </w:t>
            </w:r>
          </w:p>
        </w:tc>
        <w:tc>
          <w:tcPr>
            <w:tcW w:w="4455" w:type="dxa"/>
            <w:noWrap/>
            <w:hideMark/>
          </w:tcPr>
          <w:p w14:paraId="32053E34" w14:textId="77777777" w:rsidR="00E86CF1" w:rsidRPr="00E86CF1" w:rsidRDefault="00E86CF1">
            <w:pPr>
              <w:jc w:val="left"/>
              <w:rPr>
                <w:b/>
                <w:bCs/>
              </w:rPr>
            </w:pPr>
            <w:r w:rsidRPr="00E86CF1">
              <w:rPr>
                <w:b/>
                <w:bCs/>
              </w:rPr>
              <w:t>Structural timber pine (Treated pine timber)</w:t>
            </w:r>
          </w:p>
        </w:tc>
        <w:tc>
          <w:tcPr>
            <w:tcW w:w="751" w:type="dxa"/>
            <w:noWrap/>
            <w:hideMark/>
          </w:tcPr>
          <w:p w14:paraId="0E301395" w14:textId="77777777" w:rsidR="00E86CF1" w:rsidRPr="00E86CF1" w:rsidRDefault="00E86CF1" w:rsidP="00E86CF1">
            <w:r w:rsidRPr="00E86CF1">
              <w:t> </w:t>
            </w:r>
          </w:p>
        </w:tc>
        <w:tc>
          <w:tcPr>
            <w:tcW w:w="923" w:type="dxa"/>
            <w:noWrap/>
            <w:hideMark/>
          </w:tcPr>
          <w:p w14:paraId="656BE191" w14:textId="77777777" w:rsidR="00E86CF1" w:rsidRPr="00E86CF1" w:rsidRDefault="00E86CF1" w:rsidP="00E86CF1">
            <w:pPr>
              <w:jc w:val="left"/>
            </w:pPr>
            <w:r w:rsidRPr="00E86CF1">
              <w:t> </w:t>
            </w:r>
          </w:p>
        </w:tc>
        <w:tc>
          <w:tcPr>
            <w:tcW w:w="1390" w:type="dxa"/>
            <w:noWrap/>
            <w:hideMark/>
          </w:tcPr>
          <w:p w14:paraId="76B9587B" w14:textId="77777777" w:rsidR="00E86CF1" w:rsidRPr="00E86CF1" w:rsidRDefault="00E86CF1">
            <w:pPr>
              <w:jc w:val="left"/>
            </w:pPr>
            <w:r w:rsidRPr="00E86CF1">
              <w:t> </w:t>
            </w:r>
          </w:p>
        </w:tc>
        <w:tc>
          <w:tcPr>
            <w:tcW w:w="1417" w:type="dxa"/>
            <w:noWrap/>
            <w:hideMark/>
          </w:tcPr>
          <w:p w14:paraId="3F845A99" w14:textId="77777777" w:rsidR="00E86CF1" w:rsidRPr="00E86CF1" w:rsidRDefault="00E86CF1">
            <w:r w:rsidRPr="00E86CF1">
              <w:t> </w:t>
            </w:r>
          </w:p>
        </w:tc>
      </w:tr>
      <w:tr w:rsidR="00E86CF1" w:rsidRPr="00E86CF1" w14:paraId="7D1AA583" w14:textId="77777777" w:rsidTr="00A53751">
        <w:trPr>
          <w:trHeight w:val="290"/>
        </w:trPr>
        <w:tc>
          <w:tcPr>
            <w:tcW w:w="840" w:type="dxa"/>
            <w:noWrap/>
            <w:hideMark/>
          </w:tcPr>
          <w:p w14:paraId="0202F5E9" w14:textId="77777777" w:rsidR="00E86CF1" w:rsidRPr="00E86CF1" w:rsidRDefault="00E86CF1" w:rsidP="00E86CF1">
            <w:r w:rsidRPr="00E86CF1">
              <w:t>11</w:t>
            </w:r>
          </w:p>
        </w:tc>
        <w:tc>
          <w:tcPr>
            <w:tcW w:w="4455" w:type="dxa"/>
            <w:noWrap/>
            <w:hideMark/>
          </w:tcPr>
          <w:p w14:paraId="46A09EAC" w14:textId="77777777" w:rsidR="00E86CF1" w:rsidRPr="00E86CF1" w:rsidRDefault="00E86CF1">
            <w:pPr>
              <w:jc w:val="left"/>
            </w:pPr>
            <w:r w:rsidRPr="00E86CF1">
              <w:t>Timber pine 200z50mm in 6m long to be dressed</w:t>
            </w:r>
          </w:p>
        </w:tc>
        <w:tc>
          <w:tcPr>
            <w:tcW w:w="751" w:type="dxa"/>
            <w:noWrap/>
            <w:hideMark/>
          </w:tcPr>
          <w:p w14:paraId="1AF3FAB7" w14:textId="77777777" w:rsidR="00E86CF1" w:rsidRPr="00E86CF1" w:rsidRDefault="00E86CF1" w:rsidP="00E86CF1">
            <w:r w:rsidRPr="00E86CF1">
              <w:t>12</w:t>
            </w:r>
          </w:p>
        </w:tc>
        <w:tc>
          <w:tcPr>
            <w:tcW w:w="923" w:type="dxa"/>
            <w:noWrap/>
            <w:hideMark/>
          </w:tcPr>
          <w:p w14:paraId="1CE5FAE0" w14:textId="77777777" w:rsidR="00E86CF1" w:rsidRPr="00E86CF1" w:rsidRDefault="00E86CF1" w:rsidP="00E86CF1">
            <w:pPr>
              <w:jc w:val="left"/>
            </w:pPr>
            <w:r w:rsidRPr="00E86CF1">
              <w:t>length</w:t>
            </w:r>
          </w:p>
        </w:tc>
        <w:tc>
          <w:tcPr>
            <w:tcW w:w="1390" w:type="dxa"/>
            <w:noWrap/>
            <w:hideMark/>
          </w:tcPr>
          <w:p w14:paraId="3DD62649" w14:textId="77777777" w:rsidR="00E86CF1" w:rsidRPr="00E86CF1" w:rsidRDefault="00E86CF1">
            <w:pPr>
              <w:jc w:val="left"/>
            </w:pPr>
            <w:r w:rsidRPr="00E86CF1">
              <w:t> </w:t>
            </w:r>
          </w:p>
        </w:tc>
        <w:tc>
          <w:tcPr>
            <w:tcW w:w="1417" w:type="dxa"/>
            <w:noWrap/>
            <w:hideMark/>
          </w:tcPr>
          <w:p w14:paraId="5B87A03A" w14:textId="77777777" w:rsidR="00E86CF1" w:rsidRPr="00E86CF1" w:rsidRDefault="00E86CF1">
            <w:r w:rsidRPr="00E86CF1">
              <w:t> </w:t>
            </w:r>
          </w:p>
        </w:tc>
      </w:tr>
      <w:tr w:rsidR="00E86CF1" w:rsidRPr="00E86CF1" w14:paraId="06462B1F" w14:textId="77777777" w:rsidTr="00A53751">
        <w:trPr>
          <w:trHeight w:val="290"/>
        </w:trPr>
        <w:tc>
          <w:tcPr>
            <w:tcW w:w="840" w:type="dxa"/>
            <w:noWrap/>
            <w:hideMark/>
          </w:tcPr>
          <w:p w14:paraId="024C87A2" w14:textId="77777777" w:rsidR="00E86CF1" w:rsidRPr="00E86CF1" w:rsidRDefault="00E86CF1" w:rsidP="00E86CF1">
            <w:r w:rsidRPr="00E86CF1">
              <w:t>12</w:t>
            </w:r>
          </w:p>
        </w:tc>
        <w:tc>
          <w:tcPr>
            <w:tcW w:w="4455" w:type="dxa"/>
            <w:noWrap/>
            <w:hideMark/>
          </w:tcPr>
          <w:p w14:paraId="4CFBFAD6" w14:textId="77777777" w:rsidR="00E86CF1" w:rsidRPr="00E86CF1" w:rsidRDefault="00E86CF1">
            <w:pPr>
              <w:jc w:val="left"/>
            </w:pPr>
            <w:r w:rsidRPr="00E86CF1">
              <w:t>Timber pine 200x25mm in 6m long fascia and barge</w:t>
            </w:r>
          </w:p>
        </w:tc>
        <w:tc>
          <w:tcPr>
            <w:tcW w:w="751" w:type="dxa"/>
            <w:noWrap/>
            <w:hideMark/>
          </w:tcPr>
          <w:p w14:paraId="79D2CB4B" w14:textId="77777777" w:rsidR="00E86CF1" w:rsidRPr="00E86CF1" w:rsidRDefault="00E86CF1" w:rsidP="00E86CF1">
            <w:r w:rsidRPr="00E86CF1">
              <w:t>8</w:t>
            </w:r>
          </w:p>
        </w:tc>
        <w:tc>
          <w:tcPr>
            <w:tcW w:w="923" w:type="dxa"/>
            <w:noWrap/>
            <w:hideMark/>
          </w:tcPr>
          <w:p w14:paraId="26CDEE24" w14:textId="77777777" w:rsidR="00E86CF1" w:rsidRPr="00E86CF1" w:rsidRDefault="00E86CF1" w:rsidP="00E86CF1">
            <w:pPr>
              <w:jc w:val="left"/>
            </w:pPr>
            <w:r w:rsidRPr="00E86CF1">
              <w:t>length</w:t>
            </w:r>
          </w:p>
        </w:tc>
        <w:tc>
          <w:tcPr>
            <w:tcW w:w="1390" w:type="dxa"/>
            <w:noWrap/>
            <w:hideMark/>
          </w:tcPr>
          <w:p w14:paraId="45359227" w14:textId="77777777" w:rsidR="00E86CF1" w:rsidRPr="00E86CF1" w:rsidRDefault="00E86CF1">
            <w:pPr>
              <w:jc w:val="left"/>
            </w:pPr>
            <w:r w:rsidRPr="00E86CF1">
              <w:t> </w:t>
            </w:r>
          </w:p>
        </w:tc>
        <w:tc>
          <w:tcPr>
            <w:tcW w:w="1417" w:type="dxa"/>
            <w:noWrap/>
            <w:hideMark/>
          </w:tcPr>
          <w:p w14:paraId="3334A90D" w14:textId="77777777" w:rsidR="00E86CF1" w:rsidRPr="00E86CF1" w:rsidRDefault="00E86CF1">
            <w:r w:rsidRPr="00E86CF1">
              <w:t> </w:t>
            </w:r>
          </w:p>
        </w:tc>
      </w:tr>
      <w:tr w:rsidR="00E86CF1" w:rsidRPr="00E86CF1" w14:paraId="27B996D5" w14:textId="77777777" w:rsidTr="00A53751">
        <w:trPr>
          <w:trHeight w:val="290"/>
        </w:trPr>
        <w:tc>
          <w:tcPr>
            <w:tcW w:w="840" w:type="dxa"/>
            <w:noWrap/>
            <w:hideMark/>
          </w:tcPr>
          <w:p w14:paraId="4CF0FE1B" w14:textId="77777777" w:rsidR="00E86CF1" w:rsidRPr="00E86CF1" w:rsidRDefault="00E86CF1" w:rsidP="00E86CF1">
            <w:r w:rsidRPr="00E86CF1">
              <w:t>13</w:t>
            </w:r>
          </w:p>
        </w:tc>
        <w:tc>
          <w:tcPr>
            <w:tcW w:w="4455" w:type="dxa"/>
            <w:noWrap/>
            <w:hideMark/>
          </w:tcPr>
          <w:p w14:paraId="54513457" w14:textId="77777777" w:rsidR="00E86CF1" w:rsidRPr="00E86CF1" w:rsidRDefault="00E86CF1">
            <w:pPr>
              <w:jc w:val="left"/>
            </w:pPr>
            <w:r w:rsidRPr="00E86CF1">
              <w:t>Timber pine 100x50mm in 6m long to be dressed</w:t>
            </w:r>
          </w:p>
        </w:tc>
        <w:tc>
          <w:tcPr>
            <w:tcW w:w="751" w:type="dxa"/>
            <w:noWrap/>
            <w:hideMark/>
          </w:tcPr>
          <w:p w14:paraId="4A51C1F9" w14:textId="77777777" w:rsidR="00E86CF1" w:rsidRPr="00E86CF1" w:rsidRDefault="00E86CF1" w:rsidP="00E86CF1">
            <w:r w:rsidRPr="00E86CF1">
              <w:t>25</w:t>
            </w:r>
          </w:p>
        </w:tc>
        <w:tc>
          <w:tcPr>
            <w:tcW w:w="923" w:type="dxa"/>
            <w:noWrap/>
            <w:hideMark/>
          </w:tcPr>
          <w:p w14:paraId="3D8B5B87" w14:textId="77777777" w:rsidR="00E86CF1" w:rsidRPr="00E86CF1" w:rsidRDefault="00E86CF1" w:rsidP="00E86CF1">
            <w:pPr>
              <w:jc w:val="left"/>
            </w:pPr>
            <w:r w:rsidRPr="00E86CF1">
              <w:t>length</w:t>
            </w:r>
          </w:p>
        </w:tc>
        <w:tc>
          <w:tcPr>
            <w:tcW w:w="1390" w:type="dxa"/>
            <w:noWrap/>
            <w:hideMark/>
          </w:tcPr>
          <w:p w14:paraId="26431D5D" w14:textId="77777777" w:rsidR="00E86CF1" w:rsidRPr="00E86CF1" w:rsidRDefault="00E86CF1">
            <w:pPr>
              <w:jc w:val="left"/>
            </w:pPr>
            <w:r w:rsidRPr="00E86CF1">
              <w:t> </w:t>
            </w:r>
          </w:p>
        </w:tc>
        <w:tc>
          <w:tcPr>
            <w:tcW w:w="1417" w:type="dxa"/>
            <w:noWrap/>
            <w:hideMark/>
          </w:tcPr>
          <w:p w14:paraId="77CA5206" w14:textId="77777777" w:rsidR="00E86CF1" w:rsidRPr="00E86CF1" w:rsidRDefault="00E86CF1">
            <w:r w:rsidRPr="00E86CF1">
              <w:t> </w:t>
            </w:r>
          </w:p>
        </w:tc>
      </w:tr>
      <w:tr w:rsidR="00E86CF1" w:rsidRPr="00E86CF1" w14:paraId="46E20CFA" w14:textId="77777777" w:rsidTr="00A53751">
        <w:trPr>
          <w:trHeight w:val="290"/>
        </w:trPr>
        <w:tc>
          <w:tcPr>
            <w:tcW w:w="840" w:type="dxa"/>
            <w:noWrap/>
            <w:hideMark/>
          </w:tcPr>
          <w:p w14:paraId="15DC3D87" w14:textId="77777777" w:rsidR="00E86CF1" w:rsidRPr="00E86CF1" w:rsidRDefault="00E86CF1" w:rsidP="00E86CF1">
            <w:r w:rsidRPr="00E86CF1">
              <w:t>14</w:t>
            </w:r>
          </w:p>
        </w:tc>
        <w:tc>
          <w:tcPr>
            <w:tcW w:w="4455" w:type="dxa"/>
            <w:noWrap/>
            <w:hideMark/>
          </w:tcPr>
          <w:p w14:paraId="3D3116D8" w14:textId="77777777" w:rsidR="00E86CF1" w:rsidRPr="00E86CF1" w:rsidRDefault="00E86CF1">
            <w:pPr>
              <w:jc w:val="left"/>
            </w:pPr>
            <w:r w:rsidRPr="00E86CF1">
              <w:t>Timber pine 75x50mm in 6m long to be dressed</w:t>
            </w:r>
          </w:p>
        </w:tc>
        <w:tc>
          <w:tcPr>
            <w:tcW w:w="751" w:type="dxa"/>
            <w:noWrap/>
            <w:hideMark/>
          </w:tcPr>
          <w:p w14:paraId="1F463C28" w14:textId="77777777" w:rsidR="00E86CF1" w:rsidRPr="00E86CF1" w:rsidRDefault="00E86CF1" w:rsidP="00E86CF1">
            <w:r w:rsidRPr="00E86CF1">
              <w:t>26</w:t>
            </w:r>
          </w:p>
        </w:tc>
        <w:tc>
          <w:tcPr>
            <w:tcW w:w="923" w:type="dxa"/>
            <w:noWrap/>
            <w:hideMark/>
          </w:tcPr>
          <w:p w14:paraId="647E7C48" w14:textId="77777777" w:rsidR="00E86CF1" w:rsidRPr="00E86CF1" w:rsidRDefault="00E86CF1" w:rsidP="00E86CF1">
            <w:pPr>
              <w:jc w:val="left"/>
            </w:pPr>
            <w:r w:rsidRPr="00E86CF1">
              <w:t>length</w:t>
            </w:r>
          </w:p>
        </w:tc>
        <w:tc>
          <w:tcPr>
            <w:tcW w:w="1390" w:type="dxa"/>
            <w:noWrap/>
            <w:hideMark/>
          </w:tcPr>
          <w:p w14:paraId="6372C75F" w14:textId="77777777" w:rsidR="00E86CF1" w:rsidRPr="00E86CF1" w:rsidRDefault="00E86CF1">
            <w:pPr>
              <w:jc w:val="left"/>
            </w:pPr>
            <w:r w:rsidRPr="00E86CF1">
              <w:t> </w:t>
            </w:r>
          </w:p>
        </w:tc>
        <w:tc>
          <w:tcPr>
            <w:tcW w:w="1417" w:type="dxa"/>
            <w:noWrap/>
            <w:hideMark/>
          </w:tcPr>
          <w:p w14:paraId="455772F5" w14:textId="77777777" w:rsidR="00E86CF1" w:rsidRPr="00E86CF1" w:rsidRDefault="00E86CF1">
            <w:r w:rsidRPr="00E86CF1">
              <w:t> </w:t>
            </w:r>
          </w:p>
        </w:tc>
      </w:tr>
      <w:tr w:rsidR="00E86CF1" w:rsidRPr="00E86CF1" w14:paraId="664C80EB" w14:textId="77777777" w:rsidTr="00A53751">
        <w:trPr>
          <w:trHeight w:val="290"/>
        </w:trPr>
        <w:tc>
          <w:tcPr>
            <w:tcW w:w="840" w:type="dxa"/>
            <w:noWrap/>
            <w:hideMark/>
          </w:tcPr>
          <w:p w14:paraId="6918A2D7" w14:textId="77777777" w:rsidR="00E86CF1" w:rsidRPr="00E86CF1" w:rsidRDefault="00E86CF1" w:rsidP="00E86CF1">
            <w:r w:rsidRPr="00E86CF1">
              <w:t>15</w:t>
            </w:r>
          </w:p>
        </w:tc>
        <w:tc>
          <w:tcPr>
            <w:tcW w:w="4455" w:type="dxa"/>
            <w:noWrap/>
            <w:hideMark/>
          </w:tcPr>
          <w:p w14:paraId="712C1201" w14:textId="77777777" w:rsidR="00E86CF1" w:rsidRPr="00E86CF1" w:rsidRDefault="00E86CF1">
            <w:pPr>
              <w:jc w:val="left"/>
            </w:pPr>
            <w:r w:rsidRPr="00E86CF1">
              <w:t>Ex 150x25 radiant pine in 6m long</w:t>
            </w:r>
          </w:p>
        </w:tc>
        <w:tc>
          <w:tcPr>
            <w:tcW w:w="751" w:type="dxa"/>
            <w:noWrap/>
            <w:hideMark/>
          </w:tcPr>
          <w:p w14:paraId="42BBB2E3" w14:textId="77777777" w:rsidR="00E86CF1" w:rsidRPr="00E86CF1" w:rsidRDefault="00E86CF1" w:rsidP="00E86CF1">
            <w:r w:rsidRPr="00E86CF1">
              <w:t>15</w:t>
            </w:r>
          </w:p>
        </w:tc>
        <w:tc>
          <w:tcPr>
            <w:tcW w:w="923" w:type="dxa"/>
            <w:noWrap/>
            <w:hideMark/>
          </w:tcPr>
          <w:p w14:paraId="35CA987D" w14:textId="77777777" w:rsidR="00E86CF1" w:rsidRPr="00E86CF1" w:rsidRDefault="00E86CF1" w:rsidP="00E86CF1">
            <w:pPr>
              <w:jc w:val="left"/>
            </w:pPr>
            <w:r w:rsidRPr="00E86CF1">
              <w:t>length</w:t>
            </w:r>
          </w:p>
        </w:tc>
        <w:tc>
          <w:tcPr>
            <w:tcW w:w="1390" w:type="dxa"/>
            <w:noWrap/>
            <w:hideMark/>
          </w:tcPr>
          <w:p w14:paraId="3848CE13" w14:textId="77777777" w:rsidR="00E86CF1" w:rsidRPr="00E86CF1" w:rsidRDefault="00E86CF1">
            <w:pPr>
              <w:jc w:val="left"/>
            </w:pPr>
            <w:r w:rsidRPr="00E86CF1">
              <w:t> </w:t>
            </w:r>
          </w:p>
        </w:tc>
        <w:tc>
          <w:tcPr>
            <w:tcW w:w="1417" w:type="dxa"/>
            <w:noWrap/>
            <w:hideMark/>
          </w:tcPr>
          <w:p w14:paraId="5C16807F" w14:textId="77777777" w:rsidR="00E86CF1" w:rsidRPr="00E86CF1" w:rsidRDefault="00E86CF1">
            <w:r w:rsidRPr="00E86CF1">
              <w:t> </w:t>
            </w:r>
          </w:p>
        </w:tc>
      </w:tr>
      <w:tr w:rsidR="00E86CF1" w:rsidRPr="00E86CF1" w14:paraId="7306A65B" w14:textId="77777777" w:rsidTr="00A53751">
        <w:trPr>
          <w:trHeight w:val="290"/>
        </w:trPr>
        <w:tc>
          <w:tcPr>
            <w:tcW w:w="840" w:type="dxa"/>
            <w:noWrap/>
            <w:hideMark/>
          </w:tcPr>
          <w:p w14:paraId="1FFAB015" w14:textId="77777777" w:rsidR="00E86CF1" w:rsidRPr="00E86CF1" w:rsidRDefault="00E86CF1" w:rsidP="00E86CF1">
            <w:r w:rsidRPr="00E86CF1">
              <w:t>16</w:t>
            </w:r>
          </w:p>
        </w:tc>
        <w:tc>
          <w:tcPr>
            <w:tcW w:w="4455" w:type="dxa"/>
            <w:noWrap/>
            <w:hideMark/>
          </w:tcPr>
          <w:p w14:paraId="6F41E101" w14:textId="77777777" w:rsidR="00E86CF1" w:rsidRPr="00E86CF1" w:rsidRDefault="00E86CF1">
            <w:pPr>
              <w:jc w:val="left"/>
            </w:pPr>
            <w:r w:rsidRPr="00E86CF1">
              <w:t>12mm thick plywood gable lining</w:t>
            </w:r>
          </w:p>
        </w:tc>
        <w:tc>
          <w:tcPr>
            <w:tcW w:w="751" w:type="dxa"/>
            <w:noWrap/>
            <w:hideMark/>
          </w:tcPr>
          <w:p w14:paraId="4D61D93A" w14:textId="77777777" w:rsidR="00E86CF1" w:rsidRPr="00E86CF1" w:rsidRDefault="00E86CF1" w:rsidP="00E86CF1">
            <w:r w:rsidRPr="00E86CF1">
              <w:t>4</w:t>
            </w:r>
          </w:p>
        </w:tc>
        <w:tc>
          <w:tcPr>
            <w:tcW w:w="923" w:type="dxa"/>
            <w:noWrap/>
            <w:hideMark/>
          </w:tcPr>
          <w:p w14:paraId="3DD75545" w14:textId="77777777" w:rsidR="00E86CF1" w:rsidRPr="00E86CF1" w:rsidRDefault="00E86CF1" w:rsidP="00E86CF1">
            <w:pPr>
              <w:jc w:val="left"/>
            </w:pPr>
            <w:r w:rsidRPr="00E86CF1">
              <w:t>sheet</w:t>
            </w:r>
          </w:p>
        </w:tc>
        <w:tc>
          <w:tcPr>
            <w:tcW w:w="1390" w:type="dxa"/>
            <w:noWrap/>
            <w:hideMark/>
          </w:tcPr>
          <w:p w14:paraId="08EF11AF" w14:textId="77777777" w:rsidR="00E86CF1" w:rsidRPr="00E86CF1" w:rsidRDefault="00E86CF1">
            <w:pPr>
              <w:jc w:val="left"/>
            </w:pPr>
            <w:r w:rsidRPr="00E86CF1">
              <w:t> </w:t>
            </w:r>
          </w:p>
        </w:tc>
        <w:tc>
          <w:tcPr>
            <w:tcW w:w="1417" w:type="dxa"/>
            <w:noWrap/>
            <w:hideMark/>
          </w:tcPr>
          <w:p w14:paraId="56862357" w14:textId="77777777" w:rsidR="00E86CF1" w:rsidRPr="00E86CF1" w:rsidRDefault="00E86CF1">
            <w:r w:rsidRPr="00E86CF1">
              <w:t> </w:t>
            </w:r>
          </w:p>
        </w:tc>
      </w:tr>
      <w:tr w:rsidR="00E86CF1" w:rsidRPr="00E86CF1" w14:paraId="238FFA33" w14:textId="77777777" w:rsidTr="00A53751">
        <w:trPr>
          <w:trHeight w:val="290"/>
        </w:trPr>
        <w:tc>
          <w:tcPr>
            <w:tcW w:w="840" w:type="dxa"/>
            <w:noWrap/>
            <w:hideMark/>
          </w:tcPr>
          <w:p w14:paraId="6128E485" w14:textId="77777777" w:rsidR="00E86CF1" w:rsidRPr="00E86CF1" w:rsidRDefault="00E86CF1" w:rsidP="00E86CF1">
            <w:r w:rsidRPr="00E86CF1">
              <w:t> </w:t>
            </w:r>
          </w:p>
        </w:tc>
        <w:tc>
          <w:tcPr>
            <w:tcW w:w="4455" w:type="dxa"/>
            <w:noWrap/>
            <w:hideMark/>
          </w:tcPr>
          <w:p w14:paraId="78D3BF12" w14:textId="77777777" w:rsidR="00E86CF1" w:rsidRPr="00E86CF1" w:rsidRDefault="00E86CF1">
            <w:pPr>
              <w:jc w:val="left"/>
              <w:rPr>
                <w:b/>
                <w:bCs/>
              </w:rPr>
            </w:pPr>
            <w:r w:rsidRPr="00E86CF1">
              <w:rPr>
                <w:b/>
                <w:bCs/>
              </w:rPr>
              <w:t>Roofing Materials</w:t>
            </w:r>
          </w:p>
        </w:tc>
        <w:tc>
          <w:tcPr>
            <w:tcW w:w="751" w:type="dxa"/>
            <w:noWrap/>
            <w:hideMark/>
          </w:tcPr>
          <w:p w14:paraId="6E55FFEF" w14:textId="77777777" w:rsidR="00E86CF1" w:rsidRPr="00E86CF1" w:rsidRDefault="00E86CF1" w:rsidP="00E86CF1">
            <w:r w:rsidRPr="00E86CF1">
              <w:t> </w:t>
            </w:r>
          </w:p>
        </w:tc>
        <w:tc>
          <w:tcPr>
            <w:tcW w:w="923" w:type="dxa"/>
            <w:noWrap/>
            <w:hideMark/>
          </w:tcPr>
          <w:p w14:paraId="74487154" w14:textId="77777777" w:rsidR="00E86CF1" w:rsidRPr="00E86CF1" w:rsidRDefault="00E86CF1" w:rsidP="00E86CF1">
            <w:pPr>
              <w:jc w:val="left"/>
            </w:pPr>
            <w:r w:rsidRPr="00E86CF1">
              <w:t> </w:t>
            </w:r>
          </w:p>
        </w:tc>
        <w:tc>
          <w:tcPr>
            <w:tcW w:w="1390" w:type="dxa"/>
            <w:noWrap/>
            <w:hideMark/>
          </w:tcPr>
          <w:p w14:paraId="1A3086F3" w14:textId="77777777" w:rsidR="00E86CF1" w:rsidRPr="00E86CF1" w:rsidRDefault="00E86CF1">
            <w:pPr>
              <w:jc w:val="left"/>
            </w:pPr>
            <w:r w:rsidRPr="00E86CF1">
              <w:t> </w:t>
            </w:r>
          </w:p>
        </w:tc>
        <w:tc>
          <w:tcPr>
            <w:tcW w:w="1417" w:type="dxa"/>
            <w:noWrap/>
            <w:hideMark/>
          </w:tcPr>
          <w:p w14:paraId="52B5CD40" w14:textId="77777777" w:rsidR="00E86CF1" w:rsidRPr="00E86CF1" w:rsidRDefault="00E86CF1">
            <w:r w:rsidRPr="00E86CF1">
              <w:t> </w:t>
            </w:r>
          </w:p>
        </w:tc>
      </w:tr>
      <w:tr w:rsidR="00E86CF1" w:rsidRPr="00E86CF1" w14:paraId="72A5B4C2" w14:textId="77777777" w:rsidTr="00A53751">
        <w:trPr>
          <w:trHeight w:val="290"/>
        </w:trPr>
        <w:tc>
          <w:tcPr>
            <w:tcW w:w="840" w:type="dxa"/>
            <w:noWrap/>
            <w:hideMark/>
          </w:tcPr>
          <w:p w14:paraId="657E4A38" w14:textId="77777777" w:rsidR="00E86CF1" w:rsidRPr="00E86CF1" w:rsidRDefault="00E86CF1" w:rsidP="00E86CF1">
            <w:r w:rsidRPr="00E86CF1">
              <w:t>17</w:t>
            </w:r>
          </w:p>
        </w:tc>
        <w:tc>
          <w:tcPr>
            <w:tcW w:w="4455" w:type="dxa"/>
            <w:noWrap/>
            <w:hideMark/>
          </w:tcPr>
          <w:p w14:paraId="38F2426D" w14:textId="77777777" w:rsidR="00E86CF1" w:rsidRPr="00E86CF1" w:rsidRDefault="00E86CF1">
            <w:pPr>
              <w:jc w:val="left"/>
            </w:pPr>
            <w:r w:rsidRPr="00E86CF1">
              <w:t>0.55mm BMT colorbond 8feet 2.44m `</w:t>
            </w:r>
          </w:p>
        </w:tc>
        <w:tc>
          <w:tcPr>
            <w:tcW w:w="751" w:type="dxa"/>
            <w:noWrap/>
            <w:hideMark/>
          </w:tcPr>
          <w:p w14:paraId="40EB21A5" w14:textId="77777777" w:rsidR="00E86CF1" w:rsidRPr="00E86CF1" w:rsidRDefault="00E86CF1" w:rsidP="00E86CF1">
            <w:r w:rsidRPr="00E86CF1">
              <w:t>32</w:t>
            </w:r>
          </w:p>
        </w:tc>
        <w:tc>
          <w:tcPr>
            <w:tcW w:w="923" w:type="dxa"/>
            <w:noWrap/>
            <w:hideMark/>
          </w:tcPr>
          <w:p w14:paraId="17768CD0" w14:textId="77777777" w:rsidR="00E86CF1" w:rsidRPr="00E86CF1" w:rsidRDefault="00E86CF1" w:rsidP="00E86CF1">
            <w:pPr>
              <w:jc w:val="left"/>
            </w:pPr>
            <w:r w:rsidRPr="00E86CF1">
              <w:t>sheet</w:t>
            </w:r>
          </w:p>
        </w:tc>
        <w:tc>
          <w:tcPr>
            <w:tcW w:w="1390" w:type="dxa"/>
            <w:noWrap/>
            <w:hideMark/>
          </w:tcPr>
          <w:p w14:paraId="3A04C12F" w14:textId="77777777" w:rsidR="00E86CF1" w:rsidRPr="00E86CF1" w:rsidRDefault="00E86CF1">
            <w:pPr>
              <w:jc w:val="left"/>
            </w:pPr>
            <w:r w:rsidRPr="00E86CF1">
              <w:t> </w:t>
            </w:r>
          </w:p>
        </w:tc>
        <w:tc>
          <w:tcPr>
            <w:tcW w:w="1417" w:type="dxa"/>
            <w:noWrap/>
            <w:hideMark/>
          </w:tcPr>
          <w:p w14:paraId="6373F5B3" w14:textId="77777777" w:rsidR="00E86CF1" w:rsidRPr="00E86CF1" w:rsidRDefault="00E86CF1">
            <w:r w:rsidRPr="00E86CF1">
              <w:t> </w:t>
            </w:r>
          </w:p>
        </w:tc>
      </w:tr>
      <w:tr w:rsidR="00E86CF1" w:rsidRPr="00E86CF1" w14:paraId="699D9D5A" w14:textId="77777777" w:rsidTr="00A53751">
        <w:trPr>
          <w:trHeight w:val="290"/>
        </w:trPr>
        <w:tc>
          <w:tcPr>
            <w:tcW w:w="840" w:type="dxa"/>
            <w:noWrap/>
            <w:hideMark/>
          </w:tcPr>
          <w:p w14:paraId="5A14636C" w14:textId="77777777" w:rsidR="00E86CF1" w:rsidRPr="00E86CF1" w:rsidRDefault="00E86CF1" w:rsidP="00E86CF1">
            <w:r w:rsidRPr="00E86CF1">
              <w:t>18</w:t>
            </w:r>
          </w:p>
        </w:tc>
        <w:tc>
          <w:tcPr>
            <w:tcW w:w="4455" w:type="dxa"/>
            <w:noWrap/>
            <w:hideMark/>
          </w:tcPr>
          <w:p w14:paraId="5B370445" w14:textId="77777777" w:rsidR="00E86CF1" w:rsidRPr="00E86CF1" w:rsidRDefault="00E86CF1">
            <w:pPr>
              <w:jc w:val="left"/>
            </w:pPr>
            <w:r w:rsidRPr="00E86CF1">
              <w:t>0.55mm BMT colorbond 9feet 2.56m</w:t>
            </w:r>
          </w:p>
        </w:tc>
        <w:tc>
          <w:tcPr>
            <w:tcW w:w="751" w:type="dxa"/>
            <w:noWrap/>
            <w:hideMark/>
          </w:tcPr>
          <w:p w14:paraId="68ABA354" w14:textId="77777777" w:rsidR="00E86CF1" w:rsidRPr="00E86CF1" w:rsidRDefault="00E86CF1" w:rsidP="00E86CF1">
            <w:r w:rsidRPr="00E86CF1">
              <w:t>22</w:t>
            </w:r>
          </w:p>
        </w:tc>
        <w:tc>
          <w:tcPr>
            <w:tcW w:w="923" w:type="dxa"/>
            <w:noWrap/>
            <w:hideMark/>
          </w:tcPr>
          <w:p w14:paraId="1BA5CCAC" w14:textId="77777777" w:rsidR="00E86CF1" w:rsidRPr="00E86CF1" w:rsidRDefault="00E86CF1" w:rsidP="00E86CF1">
            <w:pPr>
              <w:jc w:val="left"/>
            </w:pPr>
            <w:r w:rsidRPr="00E86CF1">
              <w:t>sheet</w:t>
            </w:r>
          </w:p>
        </w:tc>
        <w:tc>
          <w:tcPr>
            <w:tcW w:w="1390" w:type="dxa"/>
            <w:noWrap/>
            <w:hideMark/>
          </w:tcPr>
          <w:p w14:paraId="42A99F54" w14:textId="77777777" w:rsidR="00E86CF1" w:rsidRPr="00E86CF1" w:rsidRDefault="00E86CF1">
            <w:pPr>
              <w:jc w:val="left"/>
            </w:pPr>
            <w:r w:rsidRPr="00E86CF1">
              <w:t> </w:t>
            </w:r>
          </w:p>
        </w:tc>
        <w:tc>
          <w:tcPr>
            <w:tcW w:w="1417" w:type="dxa"/>
            <w:noWrap/>
            <w:hideMark/>
          </w:tcPr>
          <w:p w14:paraId="00521FE1" w14:textId="77777777" w:rsidR="00E86CF1" w:rsidRPr="00E86CF1" w:rsidRDefault="00E86CF1">
            <w:r w:rsidRPr="00E86CF1">
              <w:t> </w:t>
            </w:r>
          </w:p>
        </w:tc>
      </w:tr>
      <w:tr w:rsidR="00E86CF1" w:rsidRPr="00E86CF1" w14:paraId="6B0DA341" w14:textId="77777777" w:rsidTr="00A53751">
        <w:trPr>
          <w:trHeight w:val="290"/>
        </w:trPr>
        <w:tc>
          <w:tcPr>
            <w:tcW w:w="840" w:type="dxa"/>
            <w:noWrap/>
            <w:hideMark/>
          </w:tcPr>
          <w:p w14:paraId="5EAA82C0" w14:textId="77777777" w:rsidR="00E86CF1" w:rsidRPr="00E86CF1" w:rsidRDefault="00E86CF1" w:rsidP="00E86CF1">
            <w:r w:rsidRPr="00E86CF1">
              <w:t>19</w:t>
            </w:r>
          </w:p>
        </w:tc>
        <w:tc>
          <w:tcPr>
            <w:tcW w:w="4455" w:type="dxa"/>
            <w:noWrap/>
            <w:hideMark/>
          </w:tcPr>
          <w:p w14:paraId="4E66EE0B" w14:textId="77777777" w:rsidR="00E86CF1" w:rsidRPr="00E86CF1" w:rsidRDefault="00E86CF1">
            <w:pPr>
              <w:jc w:val="left"/>
            </w:pPr>
            <w:r w:rsidRPr="00E86CF1">
              <w:t>0.55mm BMT colorbond ridge capping</w:t>
            </w:r>
          </w:p>
        </w:tc>
        <w:tc>
          <w:tcPr>
            <w:tcW w:w="751" w:type="dxa"/>
            <w:noWrap/>
            <w:hideMark/>
          </w:tcPr>
          <w:p w14:paraId="5DC70438" w14:textId="77777777" w:rsidR="00E86CF1" w:rsidRPr="00E86CF1" w:rsidRDefault="00E86CF1" w:rsidP="00E86CF1">
            <w:r w:rsidRPr="00E86CF1">
              <w:t>3</w:t>
            </w:r>
          </w:p>
        </w:tc>
        <w:tc>
          <w:tcPr>
            <w:tcW w:w="923" w:type="dxa"/>
            <w:noWrap/>
            <w:hideMark/>
          </w:tcPr>
          <w:p w14:paraId="36F9CB96" w14:textId="77777777" w:rsidR="00E86CF1" w:rsidRPr="00E86CF1" w:rsidRDefault="00E86CF1" w:rsidP="00E86CF1">
            <w:pPr>
              <w:jc w:val="left"/>
            </w:pPr>
            <w:r w:rsidRPr="00E86CF1">
              <w:t>pcs</w:t>
            </w:r>
          </w:p>
        </w:tc>
        <w:tc>
          <w:tcPr>
            <w:tcW w:w="1390" w:type="dxa"/>
            <w:noWrap/>
            <w:hideMark/>
          </w:tcPr>
          <w:p w14:paraId="2803FAE8" w14:textId="77777777" w:rsidR="00E86CF1" w:rsidRPr="00E86CF1" w:rsidRDefault="00E86CF1">
            <w:pPr>
              <w:jc w:val="left"/>
            </w:pPr>
            <w:r w:rsidRPr="00E86CF1">
              <w:t> </w:t>
            </w:r>
          </w:p>
        </w:tc>
        <w:tc>
          <w:tcPr>
            <w:tcW w:w="1417" w:type="dxa"/>
            <w:noWrap/>
            <w:hideMark/>
          </w:tcPr>
          <w:p w14:paraId="3BBD5FB6" w14:textId="77777777" w:rsidR="00E86CF1" w:rsidRPr="00E86CF1" w:rsidRDefault="00E86CF1">
            <w:r w:rsidRPr="00E86CF1">
              <w:t> </w:t>
            </w:r>
          </w:p>
        </w:tc>
      </w:tr>
      <w:tr w:rsidR="00E86CF1" w:rsidRPr="00E86CF1" w14:paraId="3A29C9E6" w14:textId="77777777" w:rsidTr="00A53751">
        <w:trPr>
          <w:trHeight w:val="290"/>
        </w:trPr>
        <w:tc>
          <w:tcPr>
            <w:tcW w:w="840" w:type="dxa"/>
            <w:noWrap/>
            <w:hideMark/>
          </w:tcPr>
          <w:p w14:paraId="053CE22A" w14:textId="77777777" w:rsidR="00E86CF1" w:rsidRPr="00E86CF1" w:rsidRDefault="00E86CF1" w:rsidP="00E86CF1">
            <w:r w:rsidRPr="00E86CF1">
              <w:t>20</w:t>
            </w:r>
          </w:p>
        </w:tc>
        <w:tc>
          <w:tcPr>
            <w:tcW w:w="4455" w:type="dxa"/>
            <w:noWrap/>
            <w:hideMark/>
          </w:tcPr>
          <w:p w14:paraId="0BBD07F4" w14:textId="77777777" w:rsidR="00E86CF1" w:rsidRPr="00E86CF1" w:rsidRDefault="00E86CF1">
            <w:pPr>
              <w:jc w:val="left"/>
            </w:pPr>
            <w:r w:rsidRPr="00E86CF1">
              <w:t xml:space="preserve">0.55mm BMT colorbond roof flashing </w:t>
            </w:r>
          </w:p>
        </w:tc>
        <w:tc>
          <w:tcPr>
            <w:tcW w:w="751" w:type="dxa"/>
            <w:noWrap/>
            <w:hideMark/>
          </w:tcPr>
          <w:p w14:paraId="6DE6D2EF" w14:textId="77777777" w:rsidR="00E86CF1" w:rsidRPr="00E86CF1" w:rsidRDefault="00E86CF1" w:rsidP="00E86CF1">
            <w:r w:rsidRPr="00E86CF1">
              <w:t>6</w:t>
            </w:r>
          </w:p>
        </w:tc>
        <w:tc>
          <w:tcPr>
            <w:tcW w:w="923" w:type="dxa"/>
            <w:noWrap/>
            <w:hideMark/>
          </w:tcPr>
          <w:p w14:paraId="4B371CF9" w14:textId="77777777" w:rsidR="00E86CF1" w:rsidRPr="00E86CF1" w:rsidRDefault="00E86CF1" w:rsidP="00E86CF1">
            <w:pPr>
              <w:jc w:val="left"/>
            </w:pPr>
            <w:r w:rsidRPr="00E86CF1">
              <w:t>sheet</w:t>
            </w:r>
          </w:p>
        </w:tc>
        <w:tc>
          <w:tcPr>
            <w:tcW w:w="1390" w:type="dxa"/>
            <w:noWrap/>
            <w:hideMark/>
          </w:tcPr>
          <w:p w14:paraId="1C5F69EE" w14:textId="77777777" w:rsidR="00E86CF1" w:rsidRPr="00E86CF1" w:rsidRDefault="00E86CF1">
            <w:pPr>
              <w:jc w:val="left"/>
            </w:pPr>
            <w:r w:rsidRPr="00E86CF1">
              <w:t> </w:t>
            </w:r>
          </w:p>
        </w:tc>
        <w:tc>
          <w:tcPr>
            <w:tcW w:w="1417" w:type="dxa"/>
            <w:noWrap/>
            <w:hideMark/>
          </w:tcPr>
          <w:p w14:paraId="136F9167" w14:textId="77777777" w:rsidR="00E86CF1" w:rsidRPr="00E86CF1" w:rsidRDefault="00E86CF1">
            <w:r w:rsidRPr="00E86CF1">
              <w:t> </w:t>
            </w:r>
          </w:p>
        </w:tc>
      </w:tr>
      <w:tr w:rsidR="00E86CF1" w:rsidRPr="00E86CF1" w14:paraId="3B0D03EA" w14:textId="77777777" w:rsidTr="00A53751">
        <w:trPr>
          <w:trHeight w:val="580"/>
        </w:trPr>
        <w:tc>
          <w:tcPr>
            <w:tcW w:w="840" w:type="dxa"/>
            <w:noWrap/>
            <w:hideMark/>
          </w:tcPr>
          <w:p w14:paraId="70336035" w14:textId="77777777" w:rsidR="00E86CF1" w:rsidRPr="00E86CF1" w:rsidRDefault="00E86CF1" w:rsidP="00E86CF1">
            <w:r w:rsidRPr="00E86CF1">
              <w:t>21</w:t>
            </w:r>
          </w:p>
        </w:tc>
        <w:tc>
          <w:tcPr>
            <w:tcW w:w="4455" w:type="dxa"/>
            <w:hideMark/>
          </w:tcPr>
          <w:p w14:paraId="7DFEC16B" w14:textId="77777777" w:rsidR="00E86CF1" w:rsidRPr="00E86CF1" w:rsidRDefault="00E86CF1">
            <w:pPr>
              <w:jc w:val="left"/>
            </w:pPr>
            <w:r w:rsidRPr="00E86CF1">
              <w:t>0.55mm BMT colorbond eaves guttering with bracket 8ft</w:t>
            </w:r>
          </w:p>
        </w:tc>
        <w:tc>
          <w:tcPr>
            <w:tcW w:w="751" w:type="dxa"/>
            <w:noWrap/>
            <w:hideMark/>
          </w:tcPr>
          <w:p w14:paraId="314F22ED" w14:textId="77777777" w:rsidR="00E86CF1" w:rsidRPr="00E86CF1" w:rsidRDefault="00E86CF1" w:rsidP="00E86CF1">
            <w:r w:rsidRPr="00E86CF1">
              <w:t>14</w:t>
            </w:r>
          </w:p>
        </w:tc>
        <w:tc>
          <w:tcPr>
            <w:tcW w:w="923" w:type="dxa"/>
            <w:noWrap/>
            <w:hideMark/>
          </w:tcPr>
          <w:p w14:paraId="43FBBE15" w14:textId="77777777" w:rsidR="00E86CF1" w:rsidRPr="00E86CF1" w:rsidRDefault="00E86CF1" w:rsidP="00E86CF1">
            <w:pPr>
              <w:jc w:val="left"/>
            </w:pPr>
            <w:r w:rsidRPr="00E86CF1">
              <w:t>pcs</w:t>
            </w:r>
          </w:p>
        </w:tc>
        <w:tc>
          <w:tcPr>
            <w:tcW w:w="1390" w:type="dxa"/>
            <w:noWrap/>
            <w:hideMark/>
          </w:tcPr>
          <w:p w14:paraId="2BB7F942" w14:textId="77777777" w:rsidR="00E86CF1" w:rsidRPr="00E86CF1" w:rsidRDefault="00E86CF1">
            <w:pPr>
              <w:jc w:val="left"/>
            </w:pPr>
            <w:r w:rsidRPr="00E86CF1">
              <w:t> </w:t>
            </w:r>
          </w:p>
        </w:tc>
        <w:tc>
          <w:tcPr>
            <w:tcW w:w="1417" w:type="dxa"/>
            <w:noWrap/>
            <w:hideMark/>
          </w:tcPr>
          <w:p w14:paraId="4BE21358" w14:textId="77777777" w:rsidR="00E86CF1" w:rsidRPr="00E86CF1" w:rsidRDefault="00E86CF1">
            <w:r w:rsidRPr="00E86CF1">
              <w:t> </w:t>
            </w:r>
          </w:p>
        </w:tc>
      </w:tr>
      <w:tr w:rsidR="00E86CF1" w:rsidRPr="00E86CF1" w14:paraId="036D0EC8" w14:textId="77777777" w:rsidTr="00A53751">
        <w:trPr>
          <w:trHeight w:val="290"/>
        </w:trPr>
        <w:tc>
          <w:tcPr>
            <w:tcW w:w="840" w:type="dxa"/>
            <w:noWrap/>
            <w:hideMark/>
          </w:tcPr>
          <w:p w14:paraId="7D5C05E4" w14:textId="77777777" w:rsidR="00E86CF1" w:rsidRPr="00E86CF1" w:rsidRDefault="00E86CF1" w:rsidP="00E86CF1">
            <w:r w:rsidRPr="00E86CF1">
              <w:t>22</w:t>
            </w:r>
          </w:p>
        </w:tc>
        <w:tc>
          <w:tcPr>
            <w:tcW w:w="4455" w:type="dxa"/>
            <w:noWrap/>
            <w:hideMark/>
          </w:tcPr>
          <w:p w14:paraId="4E5AEC85" w14:textId="77777777" w:rsidR="00E86CF1" w:rsidRPr="00E86CF1" w:rsidRDefault="00E86CF1">
            <w:pPr>
              <w:jc w:val="left"/>
            </w:pPr>
            <w:r w:rsidRPr="00E86CF1">
              <w:t>stop ends</w:t>
            </w:r>
          </w:p>
        </w:tc>
        <w:tc>
          <w:tcPr>
            <w:tcW w:w="751" w:type="dxa"/>
            <w:noWrap/>
            <w:hideMark/>
          </w:tcPr>
          <w:p w14:paraId="11308B5A" w14:textId="77777777" w:rsidR="00E86CF1" w:rsidRPr="00E86CF1" w:rsidRDefault="00E86CF1" w:rsidP="00E86CF1">
            <w:r w:rsidRPr="00E86CF1">
              <w:t>2</w:t>
            </w:r>
          </w:p>
        </w:tc>
        <w:tc>
          <w:tcPr>
            <w:tcW w:w="923" w:type="dxa"/>
            <w:noWrap/>
            <w:hideMark/>
          </w:tcPr>
          <w:p w14:paraId="0E5EB7CB" w14:textId="77777777" w:rsidR="00E86CF1" w:rsidRPr="00E86CF1" w:rsidRDefault="00E86CF1" w:rsidP="00E86CF1">
            <w:pPr>
              <w:jc w:val="left"/>
            </w:pPr>
            <w:r w:rsidRPr="00E86CF1">
              <w:t>no</w:t>
            </w:r>
          </w:p>
        </w:tc>
        <w:tc>
          <w:tcPr>
            <w:tcW w:w="1390" w:type="dxa"/>
            <w:noWrap/>
            <w:hideMark/>
          </w:tcPr>
          <w:p w14:paraId="62BD8DC8" w14:textId="77777777" w:rsidR="00E86CF1" w:rsidRPr="00E86CF1" w:rsidRDefault="00E86CF1">
            <w:pPr>
              <w:jc w:val="left"/>
            </w:pPr>
            <w:r w:rsidRPr="00E86CF1">
              <w:t> </w:t>
            </w:r>
          </w:p>
        </w:tc>
        <w:tc>
          <w:tcPr>
            <w:tcW w:w="1417" w:type="dxa"/>
            <w:noWrap/>
            <w:hideMark/>
          </w:tcPr>
          <w:p w14:paraId="1CF523D9" w14:textId="77777777" w:rsidR="00E86CF1" w:rsidRPr="00E86CF1" w:rsidRDefault="00E86CF1">
            <w:r w:rsidRPr="00E86CF1">
              <w:t> </w:t>
            </w:r>
          </w:p>
        </w:tc>
      </w:tr>
      <w:tr w:rsidR="00E86CF1" w:rsidRPr="00E86CF1" w14:paraId="33F0E397" w14:textId="77777777" w:rsidTr="00A53751">
        <w:trPr>
          <w:trHeight w:val="290"/>
        </w:trPr>
        <w:tc>
          <w:tcPr>
            <w:tcW w:w="840" w:type="dxa"/>
            <w:noWrap/>
            <w:hideMark/>
          </w:tcPr>
          <w:p w14:paraId="09DCC50F" w14:textId="77777777" w:rsidR="00E86CF1" w:rsidRPr="00E86CF1" w:rsidRDefault="00E86CF1" w:rsidP="00E86CF1">
            <w:r w:rsidRPr="00E86CF1">
              <w:t>23</w:t>
            </w:r>
          </w:p>
        </w:tc>
        <w:tc>
          <w:tcPr>
            <w:tcW w:w="4455" w:type="dxa"/>
            <w:noWrap/>
            <w:hideMark/>
          </w:tcPr>
          <w:p w14:paraId="75807EFA" w14:textId="77777777" w:rsidR="00E86CF1" w:rsidRPr="00E86CF1" w:rsidRDefault="00E86CF1">
            <w:pPr>
              <w:jc w:val="left"/>
            </w:pPr>
            <w:r w:rsidRPr="00E86CF1">
              <w:t>outlet to gutter</w:t>
            </w:r>
          </w:p>
        </w:tc>
        <w:tc>
          <w:tcPr>
            <w:tcW w:w="751" w:type="dxa"/>
            <w:noWrap/>
            <w:hideMark/>
          </w:tcPr>
          <w:p w14:paraId="5D94354E" w14:textId="77777777" w:rsidR="00E86CF1" w:rsidRPr="00E86CF1" w:rsidRDefault="00E86CF1" w:rsidP="00E86CF1">
            <w:r w:rsidRPr="00E86CF1">
              <w:t>2</w:t>
            </w:r>
          </w:p>
        </w:tc>
        <w:tc>
          <w:tcPr>
            <w:tcW w:w="923" w:type="dxa"/>
            <w:noWrap/>
            <w:hideMark/>
          </w:tcPr>
          <w:p w14:paraId="19CDCE2D" w14:textId="77777777" w:rsidR="00E86CF1" w:rsidRPr="00E86CF1" w:rsidRDefault="00E86CF1" w:rsidP="00E86CF1">
            <w:pPr>
              <w:jc w:val="left"/>
            </w:pPr>
            <w:r w:rsidRPr="00E86CF1">
              <w:t>no</w:t>
            </w:r>
          </w:p>
        </w:tc>
        <w:tc>
          <w:tcPr>
            <w:tcW w:w="1390" w:type="dxa"/>
            <w:noWrap/>
            <w:hideMark/>
          </w:tcPr>
          <w:p w14:paraId="076B49DA" w14:textId="77777777" w:rsidR="00E86CF1" w:rsidRPr="00E86CF1" w:rsidRDefault="00E86CF1">
            <w:pPr>
              <w:jc w:val="left"/>
            </w:pPr>
            <w:r w:rsidRPr="00E86CF1">
              <w:t> </w:t>
            </w:r>
          </w:p>
        </w:tc>
        <w:tc>
          <w:tcPr>
            <w:tcW w:w="1417" w:type="dxa"/>
            <w:noWrap/>
            <w:hideMark/>
          </w:tcPr>
          <w:p w14:paraId="39FCD7D5" w14:textId="77777777" w:rsidR="00E86CF1" w:rsidRPr="00E86CF1" w:rsidRDefault="00E86CF1">
            <w:r w:rsidRPr="00E86CF1">
              <w:t> </w:t>
            </w:r>
          </w:p>
        </w:tc>
      </w:tr>
      <w:tr w:rsidR="00E86CF1" w:rsidRPr="00E86CF1" w14:paraId="37A81F69" w14:textId="77777777" w:rsidTr="00A53751">
        <w:trPr>
          <w:trHeight w:val="580"/>
        </w:trPr>
        <w:tc>
          <w:tcPr>
            <w:tcW w:w="840" w:type="dxa"/>
            <w:noWrap/>
            <w:hideMark/>
          </w:tcPr>
          <w:p w14:paraId="3B57F032" w14:textId="77777777" w:rsidR="00E86CF1" w:rsidRPr="00E86CF1" w:rsidRDefault="00E86CF1" w:rsidP="00E86CF1">
            <w:r w:rsidRPr="00E86CF1">
              <w:lastRenderedPageBreak/>
              <w:t>24</w:t>
            </w:r>
          </w:p>
        </w:tc>
        <w:tc>
          <w:tcPr>
            <w:tcW w:w="4455" w:type="dxa"/>
            <w:hideMark/>
          </w:tcPr>
          <w:p w14:paraId="37A68DEC" w14:textId="77777777" w:rsidR="00E86CF1" w:rsidRPr="00E86CF1" w:rsidRDefault="00E86CF1">
            <w:pPr>
              <w:jc w:val="left"/>
            </w:pPr>
            <w:r w:rsidRPr="00E86CF1">
              <w:t>100mm diameter upvc downpipe including clips (6m long)</w:t>
            </w:r>
          </w:p>
        </w:tc>
        <w:tc>
          <w:tcPr>
            <w:tcW w:w="751" w:type="dxa"/>
            <w:noWrap/>
            <w:hideMark/>
          </w:tcPr>
          <w:p w14:paraId="0B9F75D2" w14:textId="77777777" w:rsidR="00E86CF1" w:rsidRPr="00E86CF1" w:rsidRDefault="00E86CF1" w:rsidP="00E86CF1">
            <w:r w:rsidRPr="00E86CF1">
              <w:t>12</w:t>
            </w:r>
          </w:p>
        </w:tc>
        <w:tc>
          <w:tcPr>
            <w:tcW w:w="923" w:type="dxa"/>
            <w:noWrap/>
            <w:hideMark/>
          </w:tcPr>
          <w:p w14:paraId="7F77C005" w14:textId="77777777" w:rsidR="00E86CF1" w:rsidRPr="00E86CF1" w:rsidRDefault="00E86CF1" w:rsidP="00E86CF1">
            <w:pPr>
              <w:jc w:val="left"/>
            </w:pPr>
            <w:r w:rsidRPr="00E86CF1">
              <w:t>length</w:t>
            </w:r>
          </w:p>
        </w:tc>
        <w:tc>
          <w:tcPr>
            <w:tcW w:w="1390" w:type="dxa"/>
            <w:noWrap/>
            <w:hideMark/>
          </w:tcPr>
          <w:p w14:paraId="300E6BA4" w14:textId="77777777" w:rsidR="00E86CF1" w:rsidRPr="00E86CF1" w:rsidRDefault="00E86CF1">
            <w:pPr>
              <w:jc w:val="left"/>
            </w:pPr>
            <w:r w:rsidRPr="00E86CF1">
              <w:t> </w:t>
            </w:r>
          </w:p>
        </w:tc>
        <w:tc>
          <w:tcPr>
            <w:tcW w:w="1417" w:type="dxa"/>
            <w:noWrap/>
            <w:hideMark/>
          </w:tcPr>
          <w:p w14:paraId="344434BE" w14:textId="77777777" w:rsidR="00E86CF1" w:rsidRPr="00E86CF1" w:rsidRDefault="00E86CF1">
            <w:r w:rsidRPr="00E86CF1">
              <w:t> </w:t>
            </w:r>
          </w:p>
        </w:tc>
      </w:tr>
      <w:tr w:rsidR="00E86CF1" w:rsidRPr="00E86CF1" w14:paraId="6100739A" w14:textId="77777777" w:rsidTr="00A53751">
        <w:trPr>
          <w:trHeight w:val="290"/>
        </w:trPr>
        <w:tc>
          <w:tcPr>
            <w:tcW w:w="840" w:type="dxa"/>
            <w:noWrap/>
            <w:hideMark/>
          </w:tcPr>
          <w:p w14:paraId="47C9D670" w14:textId="77777777" w:rsidR="00E86CF1" w:rsidRPr="00E86CF1" w:rsidRDefault="00E86CF1" w:rsidP="00E86CF1">
            <w:r w:rsidRPr="00E86CF1">
              <w:t>25</w:t>
            </w:r>
          </w:p>
        </w:tc>
        <w:tc>
          <w:tcPr>
            <w:tcW w:w="4455" w:type="dxa"/>
            <w:noWrap/>
            <w:hideMark/>
          </w:tcPr>
          <w:p w14:paraId="2534519E" w14:textId="77777777" w:rsidR="00E86CF1" w:rsidRPr="00E86CF1" w:rsidRDefault="00E86CF1">
            <w:pPr>
              <w:jc w:val="left"/>
            </w:pPr>
            <w:r w:rsidRPr="00E86CF1">
              <w:t>100mm diameter bend</w:t>
            </w:r>
          </w:p>
        </w:tc>
        <w:tc>
          <w:tcPr>
            <w:tcW w:w="751" w:type="dxa"/>
            <w:noWrap/>
            <w:hideMark/>
          </w:tcPr>
          <w:p w14:paraId="632BE673" w14:textId="77777777" w:rsidR="00E86CF1" w:rsidRPr="00E86CF1" w:rsidRDefault="00E86CF1" w:rsidP="00E86CF1">
            <w:r w:rsidRPr="00E86CF1">
              <w:t>2</w:t>
            </w:r>
          </w:p>
        </w:tc>
        <w:tc>
          <w:tcPr>
            <w:tcW w:w="923" w:type="dxa"/>
            <w:noWrap/>
            <w:hideMark/>
          </w:tcPr>
          <w:p w14:paraId="2634B1A1" w14:textId="77777777" w:rsidR="00E86CF1" w:rsidRPr="00E86CF1" w:rsidRDefault="00E86CF1" w:rsidP="00E86CF1">
            <w:pPr>
              <w:jc w:val="left"/>
            </w:pPr>
            <w:r w:rsidRPr="00E86CF1">
              <w:t>no</w:t>
            </w:r>
          </w:p>
        </w:tc>
        <w:tc>
          <w:tcPr>
            <w:tcW w:w="1390" w:type="dxa"/>
            <w:noWrap/>
            <w:hideMark/>
          </w:tcPr>
          <w:p w14:paraId="4E8F3DE3" w14:textId="77777777" w:rsidR="00E86CF1" w:rsidRPr="00E86CF1" w:rsidRDefault="00E86CF1">
            <w:pPr>
              <w:jc w:val="left"/>
            </w:pPr>
            <w:r w:rsidRPr="00E86CF1">
              <w:t> </w:t>
            </w:r>
          </w:p>
        </w:tc>
        <w:tc>
          <w:tcPr>
            <w:tcW w:w="1417" w:type="dxa"/>
            <w:noWrap/>
            <w:hideMark/>
          </w:tcPr>
          <w:p w14:paraId="6846037B" w14:textId="77777777" w:rsidR="00E86CF1" w:rsidRPr="00E86CF1" w:rsidRDefault="00E86CF1">
            <w:r w:rsidRPr="00E86CF1">
              <w:t> </w:t>
            </w:r>
          </w:p>
        </w:tc>
      </w:tr>
      <w:tr w:rsidR="00E86CF1" w:rsidRPr="00E86CF1" w14:paraId="2821CEAF" w14:textId="77777777" w:rsidTr="00A53751">
        <w:trPr>
          <w:trHeight w:val="290"/>
        </w:trPr>
        <w:tc>
          <w:tcPr>
            <w:tcW w:w="840" w:type="dxa"/>
            <w:noWrap/>
            <w:hideMark/>
          </w:tcPr>
          <w:p w14:paraId="695FC6B1" w14:textId="77777777" w:rsidR="00E86CF1" w:rsidRPr="00E86CF1" w:rsidRDefault="00E86CF1" w:rsidP="00E86CF1">
            <w:r w:rsidRPr="00E86CF1">
              <w:t>26</w:t>
            </w:r>
          </w:p>
        </w:tc>
        <w:tc>
          <w:tcPr>
            <w:tcW w:w="4455" w:type="dxa"/>
            <w:noWrap/>
            <w:hideMark/>
          </w:tcPr>
          <w:p w14:paraId="1A5655C9" w14:textId="77777777" w:rsidR="00E86CF1" w:rsidRPr="00E86CF1" w:rsidRDefault="00E86CF1">
            <w:pPr>
              <w:jc w:val="left"/>
            </w:pPr>
            <w:r w:rsidRPr="00E86CF1">
              <w:t>100mm diameter tee</w:t>
            </w:r>
          </w:p>
        </w:tc>
        <w:tc>
          <w:tcPr>
            <w:tcW w:w="751" w:type="dxa"/>
            <w:noWrap/>
            <w:hideMark/>
          </w:tcPr>
          <w:p w14:paraId="7D25BF8E" w14:textId="77777777" w:rsidR="00E86CF1" w:rsidRPr="00E86CF1" w:rsidRDefault="00E86CF1" w:rsidP="00E86CF1">
            <w:r w:rsidRPr="00E86CF1">
              <w:t>1</w:t>
            </w:r>
          </w:p>
        </w:tc>
        <w:tc>
          <w:tcPr>
            <w:tcW w:w="923" w:type="dxa"/>
            <w:noWrap/>
            <w:hideMark/>
          </w:tcPr>
          <w:p w14:paraId="2C32ABFD" w14:textId="77777777" w:rsidR="00E86CF1" w:rsidRPr="00E86CF1" w:rsidRDefault="00E86CF1" w:rsidP="00E86CF1">
            <w:pPr>
              <w:jc w:val="left"/>
            </w:pPr>
            <w:r w:rsidRPr="00E86CF1">
              <w:t>no</w:t>
            </w:r>
          </w:p>
        </w:tc>
        <w:tc>
          <w:tcPr>
            <w:tcW w:w="1390" w:type="dxa"/>
            <w:noWrap/>
            <w:hideMark/>
          </w:tcPr>
          <w:p w14:paraId="2EFCD710" w14:textId="77777777" w:rsidR="00E86CF1" w:rsidRPr="00E86CF1" w:rsidRDefault="00E86CF1">
            <w:pPr>
              <w:jc w:val="left"/>
            </w:pPr>
            <w:r w:rsidRPr="00E86CF1">
              <w:t> </w:t>
            </w:r>
          </w:p>
        </w:tc>
        <w:tc>
          <w:tcPr>
            <w:tcW w:w="1417" w:type="dxa"/>
            <w:noWrap/>
            <w:hideMark/>
          </w:tcPr>
          <w:p w14:paraId="34D34599" w14:textId="77777777" w:rsidR="00E86CF1" w:rsidRPr="00E86CF1" w:rsidRDefault="00E86CF1">
            <w:r w:rsidRPr="00E86CF1">
              <w:t> </w:t>
            </w:r>
          </w:p>
        </w:tc>
      </w:tr>
      <w:tr w:rsidR="00E86CF1" w:rsidRPr="00E86CF1" w14:paraId="7A8A7242" w14:textId="77777777" w:rsidTr="00A53751">
        <w:trPr>
          <w:trHeight w:val="290"/>
        </w:trPr>
        <w:tc>
          <w:tcPr>
            <w:tcW w:w="840" w:type="dxa"/>
            <w:noWrap/>
            <w:hideMark/>
          </w:tcPr>
          <w:p w14:paraId="3402C9B8" w14:textId="77777777" w:rsidR="00E86CF1" w:rsidRPr="00E86CF1" w:rsidRDefault="00E86CF1" w:rsidP="00E86CF1">
            <w:r w:rsidRPr="00E86CF1">
              <w:t>27</w:t>
            </w:r>
          </w:p>
        </w:tc>
        <w:tc>
          <w:tcPr>
            <w:tcW w:w="4455" w:type="dxa"/>
            <w:noWrap/>
            <w:hideMark/>
          </w:tcPr>
          <w:p w14:paraId="6A016FE2" w14:textId="77777777" w:rsidR="00E86CF1" w:rsidRPr="00E86CF1" w:rsidRDefault="00E86CF1">
            <w:pPr>
              <w:jc w:val="left"/>
            </w:pPr>
            <w:r w:rsidRPr="00E86CF1">
              <w:t xml:space="preserve">hydroseal </w:t>
            </w:r>
          </w:p>
        </w:tc>
        <w:tc>
          <w:tcPr>
            <w:tcW w:w="751" w:type="dxa"/>
            <w:noWrap/>
            <w:hideMark/>
          </w:tcPr>
          <w:p w14:paraId="542E1B59" w14:textId="77777777" w:rsidR="00E86CF1" w:rsidRPr="00E86CF1" w:rsidRDefault="00E86CF1" w:rsidP="00E86CF1">
            <w:r w:rsidRPr="00E86CF1">
              <w:t>1</w:t>
            </w:r>
          </w:p>
        </w:tc>
        <w:tc>
          <w:tcPr>
            <w:tcW w:w="923" w:type="dxa"/>
            <w:noWrap/>
            <w:hideMark/>
          </w:tcPr>
          <w:p w14:paraId="07DC14E7" w14:textId="77777777" w:rsidR="00E86CF1" w:rsidRPr="00E86CF1" w:rsidRDefault="00E86CF1" w:rsidP="00E86CF1">
            <w:pPr>
              <w:jc w:val="left"/>
            </w:pPr>
            <w:r w:rsidRPr="00E86CF1">
              <w:t>tin</w:t>
            </w:r>
          </w:p>
        </w:tc>
        <w:tc>
          <w:tcPr>
            <w:tcW w:w="1390" w:type="dxa"/>
            <w:noWrap/>
            <w:hideMark/>
          </w:tcPr>
          <w:p w14:paraId="211AA727" w14:textId="77777777" w:rsidR="00E86CF1" w:rsidRPr="00E86CF1" w:rsidRDefault="00E86CF1">
            <w:pPr>
              <w:jc w:val="left"/>
            </w:pPr>
            <w:r w:rsidRPr="00E86CF1">
              <w:t> </w:t>
            </w:r>
          </w:p>
        </w:tc>
        <w:tc>
          <w:tcPr>
            <w:tcW w:w="1417" w:type="dxa"/>
            <w:noWrap/>
            <w:hideMark/>
          </w:tcPr>
          <w:p w14:paraId="168B56B7" w14:textId="77777777" w:rsidR="00E86CF1" w:rsidRPr="00E86CF1" w:rsidRDefault="00E86CF1">
            <w:r w:rsidRPr="00E86CF1">
              <w:t> </w:t>
            </w:r>
          </w:p>
        </w:tc>
      </w:tr>
      <w:tr w:rsidR="00E86CF1" w:rsidRPr="00E86CF1" w14:paraId="0FCC8E51" w14:textId="77777777" w:rsidTr="00A53751">
        <w:trPr>
          <w:trHeight w:val="290"/>
        </w:trPr>
        <w:tc>
          <w:tcPr>
            <w:tcW w:w="840" w:type="dxa"/>
            <w:noWrap/>
            <w:hideMark/>
          </w:tcPr>
          <w:p w14:paraId="2C4E4EA1" w14:textId="77777777" w:rsidR="00E86CF1" w:rsidRPr="00E86CF1" w:rsidRDefault="00E86CF1" w:rsidP="00E86CF1">
            <w:r w:rsidRPr="00E86CF1">
              <w:t>28</w:t>
            </w:r>
          </w:p>
        </w:tc>
        <w:tc>
          <w:tcPr>
            <w:tcW w:w="4455" w:type="dxa"/>
            <w:noWrap/>
            <w:hideMark/>
          </w:tcPr>
          <w:p w14:paraId="532B4BAE" w14:textId="77777777" w:rsidR="00E86CF1" w:rsidRPr="00E86CF1" w:rsidRDefault="00E86CF1">
            <w:pPr>
              <w:jc w:val="left"/>
            </w:pPr>
            <w:r w:rsidRPr="00E86CF1">
              <w:t>silicone</w:t>
            </w:r>
          </w:p>
        </w:tc>
        <w:tc>
          <w:tcPr>
            <w:tcW w:w="751" w:type="dxa"/>
            <w:noWrap/>
            <w:hideMark/>
          </w:tcPr>
          <w:p w14:paraId="3F034035" w14:textId="77777777" w:rsidR="00E86CF1" w:rsidRPr="00E86CF1" w:rsidRDefault="00E86CF1" w:rsidP="00E86CF1">
            <w:r w:rsidRPr="00E86CF1">
              <w:t>1</w:t>
            </w:r>
          </w:p>
        </w:tc>
        <w:tc>
          <w:tcPr>
            <w:tcW w:w="923" w:type="dxa"/>
            <w:noWrap/>
            <w:hideMark/>
          </w:tcPr>
          <w:p w14:paraId="7AC2FD9A" w14:textId="77777777" w:rsidR="00E86CF1" w:rsidRPr="00E86CF1" w:rsidRDefault="00E86CF1" w:rsidP="00E86CF1">
            <w:pPr>
              <w:jc w:val="left"/>
            </w:pPr>
            <w:r w:rsidRPr="00E86CF1">
              <w:t>tube</w:t>
            </w:r>
          </w:p>
        </w:tc>
        <w:tc>
          <w:tcPr>
            <w:tcW w:w="1390" w:type="dxa"/>
            <w:noWrap/>
            <w:hideMark/>
          </w:tcPr>
          <w:p w14:paraId="258800AC" w14:textId="77777777" w:rsidR="00E86CF1" w:rsidRPr="00E86CF1" w:rsidRDefault="00E86CF1">
            <w:pPr>
              <w:jc w:val="left"/>
            </w:pPr>
            <w:r w:rsidRPr="00E86CF1">
              <w:t> </w:t>
            </w:r>
          </w:p>
        </w:tc>
        <w:tc>
          <w:tcPr>
            <w:tcW w:w="1417" w:type="dxa"/>
            <w:noWrap/>
            <w:hideMark/>
          </w:tcPr>
          <w:p w14:paraId="6D8E868C" w14:textId="77777777" w:rsidR="00E86CF1" w:rsidRPr="00E86CF1" w:rsidRDefault="00E86CF1">
            <w:r w:rsidRPr="00E86CF1">
              <w:t> </w:t>
            </w:r>
          </w:p>
        </w:tc>
      </w:tr>
      <w:tr w:rsidR="00E86CF1" w:rsidRPr="00E86CF1" w14:paraId="17489FC1" w14:textId="77777777" w:rsidTr="00A53751">
        <w:trPr>
          <w:trHeight w:val="290"/>
        </w:trPr>
        <w:tc>
          <w:tcPr>
            <w:tcW w:w="840" w:type="dxa"/>
            <w:noWrap/>
            <w:hideMark/>
          </w:tcPr>
          <w:p w14:paraId="357C6ACE" w14:textId="77777777" w:rsidR="00E86CF1" w:rsidRPr="00E86CF1" w:rsidRDefault="00E86CF1" w:rsidP="00E86CF1">
            <w:r w:rsidRPr="00E86CF1">
              <w:t>29</w:t>
            </w:r>
          </w:p>
        </w:tc>
        <w:tc>
          <w:tcPr>
            <w:tcW w:w="4455" w:type="dxa"/>
            <w:noWrap/>
            <w:hideMark/>
          </w:tcPr>
          <w:p w14:paraId="011A2F37" w14:textId="77777777" w:rsidR="00E86CF1" w:rsidRPr="00E86CF1" w:rsidRDefault="00E86CF1">
            <w:pPr>
              <w:jc w:val="left"/>
            </w:pPr>
            <w:r w:rsidRPr="00E86CF1">
              <w:t>Rivert (100no/pkt)</w:t>
            </w:r>
          </w:p>
        </w:tc>
        <w:tc>
          <w:tcPr>
            <w:tcW w:w="751" w:type="dxa"/>
            <w:noWrap/>
            <w:hideMark/>
          </w:tcPr>
          <w:p w14:paraId="6492044E" w14:textId="77777777" w:rsidR="00E86CF1" w:rsidRPr="00E86CF1" w:rsidRDefault="00E86CF1" w:rsidP="00E86CF1">
            <w:r w:rsidRPr="00E86CF1">
              <w:t>1</w:t>
            </w:r>
          </w:p>
        </w:tc>
        <w:tc>
          <w:tcPr>
            <w:tcW w:w="923" w:type="dxa"/>
            <w:noWrap/>
            <w:hideMark/>
          </w:tcPr>
          <w:p w14:paraId="50BC0E6F" w14:textId="77777777" w:rsidR="00E86CF1" w:rsidRPr="00E86CF1" w:rsidRDefault="00E86CF1" w:rsidP="00E86CF1">
            <w:pPr>
              <w:jc w:val="left"/>
            </w:pPr>
            <w:r w:rsidRPr="00E86CF1">
              <w:t>pkt</w:t>
            </w:r>
          </w:p>
        </w:tc>
        <w:tc>
          <w:tcPr>
            <w:tcW w:w="1390" w:type="dxa"/>
            <w:noWrap/>
            <w:hideMark/>
          </w:tcPr>
          <w:p w14:paraId="5982A56B" w14:textId="77777777" w:rsidR="00E86CF1" w:rsidRPr="00E86CF1" w:rsidRDefault="00E86CF1">
            <w:pPr>
              <w:jc w:val="left"/>
            </w:pPr>
            <w:r w:rsidRPr="00E86CF1">
              <w:t> </w:t>
            </w:r>
          </w:p>
        </w:tc>
        <w:tc>
          <w:tcPr>
            <w:tcW w:w="1417" w:type="dxa"/>
            <w:noWrap/>
            <w:hideMark/>
          </w:tcPr>
          <w:p w14:paraId="0410E5B2" w14:textId="77777777" w:rsidR="00E86CF1" w:rsidRPr="00E86CF1" w:rsidRDefault="00E86CF1">
            <w:r w:rsidRPr="00E86CF1">
              <w:t> </w:t>
            </w:r>
          </w:p>
        </w:tc>
      </w:tr>
      <w:tr w:rsidR="00E86CF1" w:rsidRPr="00E86CF1" w14:paraId="2AA1C93D" w14:textId="77777777" w:rsidTr="00A53751">
        <w:trPr>
          <w:trHeight w:val="290"/>
        </w:trPr>
        <w:tc>
          <w:tcPr>
            <w:tcW w:w="840" w:type="dxa"/>
            <w:noWrap/>
            <w:hideMark/>
          </w:tcPr>
          <w:p w14:paraId="58256A88" w14:textId="77777777" w:rsidR="00E86CF1" w:rsidRPr="00E86CF1" w:rsidRDefault="00E86CF1" w:rsidP="00E86CF1">
            <w:r w:rsidRPr="00E86CF1">
              <w:t> </w:t>
            </w:r>
          </w:p>
        </w:tc>
        <w:tc>
          <w:tcPr>
            <w:tcW w:w="4455" w:type="dxa"/>
            <w:noWrap/>
            <w:hideMark/>
          </w:tcPr>
          <w:p w14:paraId="2E74BED2" w14:textId="77777777" w:rsidR="00E86CF1" w:rsidRPr="00E86CF1" w:rsidRDefault="00E86CF1">
            <w:pPr>
              <w:jc w:val="left"/>
              <w:rPr>
                <w:b/>
                <w:bCs/>
              </w:rPr>
            </w:pPr>
            <w:r w:rsidRPr="00E86CF1">
              <w:rPr>
                <w:b/>
                <w:bCs/>
              </w:rPr>
              <w:t>Painting and Decorating</w:t>
            </w:r>
          </w:p>
        </w:tc>
        <w:tc>
          <w:tcPr>
            <w:tcW w:w="751" w:type="dxa"/>
            <w:noWrap/>
            <w:hideMark/>
          </w:tcPr>
          <w:p w14:paraId="4FC948D8" w14:textId="77777777" w:rsidR="00E86CF1" w:rsidRPr="00E86CF1" w:rsidRDefault="00E86CF1" w:rsidP="00E86CF1">
            <w:r w:rsidRPr="00E86CF1">
              <w:t> </w:t>
            </w:r>
          </w:p>
        </w:tc>
        <w:tc>
          <w:tcPr>
            <w:tcW w:w="923" w:type="dxa"/>
            <w:noWrap/>
            <w:hideMark/>
          </w:tcPr>
          <w:p w14:paraId="77FC560A" w14:textId="77777777" w:rsidR="00E86CF1" w:rsidRPr="00E86CF1" w:rsidRDefault="00E86CF1" w:rsidP="00E86CF1">
            <w:pPr>
              <w:jc w:val="left"/>
            </w:pPr>
            <w:r w:rsidRPr="00E86CF1">
              <w:t> </w:t>
            </w:r>
          </w:p>
        </w:tc>
        <w:tc>
          <w:tcPr>
            <w:tcW w:w="1390" w:type="dxa"/>
            <w:noWrap/>
            <w:hideMark/>
          </w:tcPr>
          <w:p w14:paraId="267DBA17" w14:textId="77777777" w:rsidR="00E86CF1" w:rsidRPr="00E86CF1" w:rsidRDefault="00E86CF1">
            <w:pPr>
              <w:jc w:val="left"/>
            </w:pPr>
            <w:r w:rsidRPr="00E86CF1">
              <w:t> </w:t>
            </w:r>
          </w:p>
        </w:tc>
        <w:tc>
          <w:tcPr>
            <w:tcW w:w="1417" w:type="dxa"/>
            <w:noWrap/>
            <w:hideMark/>
          </w:tcPr>
          <w:p w14:paraId="4058D2F5" w14:textId="77777777" w:rsidR="00E86CF1" w:rsidRPr="00E86CF1" w:rsidRDefault="00E86CF1">
            <w:r w:rsidRPr="00E86CF1">
              <w:t> </w:t>
            </w:r>
          </w:p>
        </w:tc>
      </w:tr>
      <w:tr w:rsidR="00E86CF1" w:rsidRPr="00E86CF1" w14:paraId="685EEC10" w14:textId="77777777" w:rsidTr="00A53751">
        <w:trPr>
          <w:trHeight w:val="290"/>
        </w:trPr>
        <w:tc>
          <w:tcPr>
            <w:tcW w:w="840" w:type="dxa"/>
            <w:noWrap/>
            <w:hideMark/>
          </w:tcPr>
          <w:p w14:paraId="1BB1E089" w14:textId="77777777" w:rsidR="00E86CF1" w:rsidRPr="00E86CF1" w:rsidRDefault="00E86CF1" w:rsidP="00E86CF1">
            <w:r w:rsidRPr="00E86CF1">
              <w:t>30</w:t>
            </w:r>
          </w:p>
        </w:tc>
        <w:tc>
          <w:tcPr>
            <w:tcW w:w="4455" w:type="dxa"/>
            <w:noWrap/>
            <w:hideMark/>
          </w:tcPr>
          <w:p w14:paraId="11FFA42A" w14:textId="77777777" w:rsidR="00E86CF1" w:rsidRPr="00E86CF1" w:rsidRDefault="00E86CF1">
            <w:pPr>
              <w:jc w:val="left"/>
            </w:pPr>
            <w:r w:rsidRPr="00E86CF1">
              <w:t>Acrylic primer sealer undercoat 4ltr</w:t>
            </w:r>
          </w:p>
        </w:tc>
        <w:tc>
          <w:tcPr>
            <w:tcW w:w="751" w:type="dxa"/>
            <w:noWrap/>
            <w:hideMark/>
          </w:tcPr>
          <w:p w14:paraId="1749A22C" w14:textId="77777777" w:rsidR="00E86CF1" w:rsidRPr="00E86CF1" w:rsidRDefault="00E86CF1" w:rsidP="00E86CF1">
            <w:r w:rsidRPr="00E86CF1">
              <w:t>3</w:t>
            </w:r>
          </w:p>
        </w:tc>
        <w:tc>
          <w:tcPr>
            <w:tcW w:w="923" w:type="dxa"/>
            <w:noWrap/>
            <w:hideMark/>
          </w:tcPr>
          <w:p w14:paraId="7EDF2D53" w14:textId="77777777" w:rsidR="00E86CF1" w:rsidRPr="00E86CF1" w:rsidRDefault="00E86CF1" w:rsidP="00E86CF1">
            <w:pPr>
              <w:jc w:val="left"/>
            </w:pPr>
            <w:r w:rsidRPr="00E86CF1">
              <w:t>tin</w:t>
            </w:r>
          </w:p>
        </w:tc>
        <w:tc>
          <w:tcPr>
            <w:tcW w:w="1390" w:type="dxa"/>
            <w:noWrap/>
            <w:hideMark/>
          </w:tcPr>
          <w:p w14:paraId="52DAC3F6" w14:textId="77777777" w:rsidR="00E86CF1" w:rsidRPr="00E86CF1" w:rsidRDefault="00E86CF1">
            <w:pPr>
              <w:jc w:val="left"/>
            </w:pPr>
            <w:r w:rsidRPr="00E86CF1">
              <w:t> </w:t>
            </w:r>
          </w:p>
        </w:tc>
        <w:tc>
          <w:tcPr>
            <w:tcW w:w="1417" w:type="dxa"/>
            <w:noWrap/>
            <w:hideMark/>
          </w:tcPr>
          <w:p w14:paraId="2D9C831E" w14:textId="77777777" w:rsidR="00E86CF1" w:rsidRPr="00E86CF1" w:rsidRDefault="00E86CF1">
            <w:r w:rsidRPr="00E86CF1">
              <w:t> </w:t>
            </w:r>
          </w:p>
        </w:tc>
      </w:tr>
      <w:tr w:rsidR="00E86CF1" w:rsidRPr="00E86CF1" w14:paraId="7B3511AD" w14:textId="77777777" w:rsidTr="00A53751">
        <w:trPr>
          <w:trHeight w:val="290"/>
        </w:trPr>
        <w:tc>
          <w:tcPr>
            <w:tcW w:w="840" w:type="dxa"/>
            <w:noWrap/>
            <w:hideMark/>
          </w:tcPr>
          <w:p w14:paraId="1C931DAC" w14:textId="77777777" w:rsidR="00E86CF1" w:rsidRPr="00E86CF1" w:rsidRDefault="00E86CF1" w:rsidP="00E86CF1">
            <w:r w:rsidRPr="00E86CF1">
              <w:t>31</w:t>
            </w:r>
          </w:p>
        </w:tc>
        <w:tc>
          <w:tcPr>
            <w:tcW w:w="4455" w:type="dxa"/>
            <w:noWrap/>
            <w:hideMark/>
          </w:tcPr>
          <w:p w14:paraId="52E60CA0" w14:textId="77777777" w:rsidR="00E86CF1" w:rsidRPr="00E86CF1" w:rsidRDefault="00E86CF1">
            <w:pPr>
              <w:jc w:val="left"/>
            </w:pPr>
            <w:r w:rsidRPr="00E86CF1">
              <w:t>H/gloss 4ltrs</w:t>
            </w:r>
          </w:p>
        </w:tc>
        <w:tc>
          <w:tcPr>
            <w:tcW w:w="751" w:type="dxa"/>
            <w:noWrap/>
            <w:hideMark/>
          </w:tcPr>
          <w:p w14:paraId="5E7F385B" w14:textId="77777777" w:rsidR="00E86CF1" w:rsidRPr="00E86CF1" w:rsidRDefault="00E86CF1" w:rsidP="00E86CF1">
            <w:r w:rsidRPr="00E86CF1">
              <w:t>3</w:t>
            </w:r>
          </w:p>
        </w:tc>
        <w:tc>
          <w:tcPr>
            <w:tcW w:w="923" w:type="dxa"/>
            <w:noWrap/>
            <w:hideMark/>
          </w:tcPr>
          <w:p w14:paraId="51A1D9EB" w14:textId="77777777" w:rsidR="00E86CF1" w:rsidRPr="00E86CF1" w:rsidRDefault="00E86CF1" w:rsidP="00E86CF1">
            <w:pPr>
              <w:jc w:val="left"/>
            </w:pPr>
            <w:r w:rsidRPr="00E86CF1">
              <w:t>tin</w:t>
            </w:r>
          </w:p>
        </w:tc>
        <w:tc>
          <w:tcPr>
            <w:tcW w:w="1390" w:type="dxa"/>
            <w:noWrap/>
            <w:hideMark/>
          </w:tcPr>
          <w:p w14:paraId="4931E490" w14:textId="77777777" w:rsidR="00E86CF1" w:rsidRPr="00E86CF1" w:rsidRDefault="00E86CF1">
            <w:pPr>
              <w:jc w:val="left"/>
            </w:pPr>
            <w:r w:rsidRPr="00E86CF1">
              <w:t> </w:t>
            </w:r>
          </w:p>
        </w:tc>
        <w:tc>
          <w:tcPr>
            <w:tcW w:w="1417" w:type="dxa"/>
            <w:noWrap/>
            <w:hideMark/>
          </w:tcPr>
          <w:p w14:paraId="1A1A3A23" w14:textId="77777777" w:rsidR="00E86CF1" w:rsidRPr="00E86CF1" w:rsidRDefault="00E86CF1">
            <w:r w:rsidRPr="00E86CF1">
              <w:t> </w:t>
            </w:r>
          </w:p>
        </w:tc>
      </w:tr>
      <w:tr w:rsidR="00E86CF1" w:rsidRPr="00E86CF1" w14:paraId="1AE6C066" w14:textId="77777777" w:rsidTr="00A53751">
        <w:trPr>
          <w:trHeight w:val="290"/>
        </w:trPr>
        <w:tc>
          <w:tcPr>
            <w:tcW w:w="840" w:type="dxa"/>
            <w:noWrap/>
            <w:hideMark/>
          </w:tcPr>
          <w:p w14:paraId="3DF40632" w14:textId="77777777" w:rsidR="00E86CF1" w:rsidRPr="00E86CF1" w:rsidRDefault="00E86CF1" w:rsidP="00E86CF1">
            <w:r w:rsidRPr="00E86CF1">
              <w:t>32</w:t>
            </w:r>
          </w:p>
        </w:tc>
        <w:tc>
          <w:tcPr>
            <w:tcW w:w="4455" w:type="dxa"/>
            <w:noWrap/>
            <w:hideMark/>
          </w:tcPr>
          <w:p w14:paraId="559E78D1" w14:textId="77777777" w:rsidR="00E86CF1" w:rsidRPr="00E86CF1" w:rsidRDefault="00E86CF1">
            <w:pPr>
              <w:jc w:val="left"/>
            </w:pPr>
            <w:r w:rsidRPr="00E86CF1">
              <w:t>Undercoat 4ltrs</w:t>
            </w:r>
          </w:p>
        </w:tc>
        <w:tc>
          <w:tcPr>
            <w:tcW w:w="751" w:type="dxa"/>
            <w:noWrap/>
            <w:hideMark/>
          </w:tcPr>
          <w:p w14:paraId="3B8DBCCC" w14:textId="77777777" w:rsidR="00E86CF1" w:rsidRPr="00E86CF1" w:rsidRDefault="00E86CF1" w:rsidP="00E86CF1">
            <w:r w:rsidRPr="00E86CF1">
              <w:t>3</w:t>
            </w:r>
          </w:p>
        </w:tc>
        <w:tc>
          <w:tcPr>
            <w:tcW w:w="923" w:type="dxa"/>
            <w:noWrap/>
            <w:hideMark/>
          </w:tcPr>
          <w:p w14:paraId="4790B3E7" w14:textId="77777777" w:rsidR="00E86CF1" w:rsidRPr="00E86CF1" w:rsidRDefault="00E86CF1" w:rsidP="00E86CF1">
            <w:pPr>
              <w:jc w:val="left"/>
            </w:pPr>
            <w:r w:rsidRPr="00E86CF1">
              <w:t>tin</w:t>
            </w:r>
          </w:p>
        </w:tc>
        <w:tc>
          <w:tcPr>
            <w:tcW w:w="1390" w:type="dxa"/>
            <w:noWrap/>
            <w:hideMark/>
          </w:tcPr>
          <w:p w14:paraId="15527DF0" w14:textId="77777777" w:rsidR="00E86CF1" w:rsidRPr="00E86CF1" w:rsidRDefault="00E86CF1">
            <w:pPr>
              <w:jc w:val="left"/>
            </w:pPr>
            <w:r w:rsidRPr="00E86CF1">
              <w:t> </w:t>
            </w:r>
          </w:p>
        </w:tc>
        <w:tc>
          <w:tcPr>
            <w:tcW w:w="1417" w:type="dxa"/>
            <w:noWrap/>
            <w:hideMark/>
          </w:tcPr>
          <w:p w14:paraId="18B60B93" w14:textId="77777777" w:rsidR="00E86CF1" w:rsidRPr="00E86CF1" w:rsidRDefault="00E86CF1">
            <w:r w:rsidRPr="00E86CF1">
              <w:t> </w:t>
            </w:r>
          </w:p>
        </w:tc>
      </w:tr>
      <w:tr w:rsidR="00E86CF1" w:rsidRPr="00E86CF1" w14:paraId="1A9D53D4" w14:textId="77777777" w:rsidTr="00A53751">
        <w:trPr>
          <w:trHeight w:val="290"/>
        </w:trPr>
        <w:tc>
          <w:tcPr>
            <w:tcW w:w="840" w:type="dxa"/>
            <w:noWrap/>
            <w:hideMark/>
          </w:tcPr>
          <w:p w14:paraId="216FD329" w14:textId="77777777" w:rsidR="00E86CF1" w:rsidRPr="00E86CF1" w:rsidRDefault="00E86CF1" w:rsidP="00E86CF1">
            <w:r w:rsidRPr="00E86CF1">
              <w:t>33</w:t>
            </w:r>
          </w:p>
        </w:tc>
        <w:tc>
          <w:tcPr>
            <w:tcW w:w="4455" w:type="dxa"/>
            <w:noWrap/>
            <w:hideMark/>
          </w:tcPr>
          <w:p w14:paraId="5A049805" w14:textId="77777777" w:rsidR="00E86CF1" w:rsidRPr="00E86CF1" w:rsidRDefault="00E86CF1">
            <w:pPr>
              <w:jc w:val="left"/>
            </w:pPr>
            <w:r w:rsidRPr="00E86CF1">
              <w:t>acrylic paint 4ltrs</w:t>
            </w:r>
          </w:p>
        </w:tc>
        <w:tc>
          <w:tcPr>
            <w:tcW w:w="751" w:type="dxa"/>
            <w:noWrap/>
            <w:hideMark/>
          </w:tcPr>
          <w:p w14:paraId="7D48E6A2" w14:textId="77777777" w:rsidR="00E86CF1" w:rsidRPr="00E86CF1" w:rsidRDefault="00E86CF1" w:rsidP="00E86CF1">
            <w:r w:rsidRPr="00E86CF1">
              <w:t>2</w:t>
            </w:r>
          </w:p>
        </w:tc>
        <w:tc>
          <w:tcPr>
            <w:tcW w:w="923" w:type="dxa"/>
            <w:noWrap/>
            <w:hideMark/>
          </w:tcPr>
          <w:p w14:paraId="70C4C77D" w14:textId="77777777" w:rsidR="00E86CF1" w:rsidRPr="00E86CF1" w:rsidRDefault="00E86CF1" w:rsidP="00E86CF1">
            <w:pPr>
              <w:jc w:val="left"/>
            </w:pPr>
            <w:r w:rsidRPr="00E86CF1">
              <w:t>tin</w:t>
            </w:r>
          </w:p>
        </w:tc>
        <w:tc>
          <w:tcPr>
            <w:tcW w:w="1390" w:type="dxa"/>
            <w:noWrap/>
            <w:hideMark/>
          </w:tcPr>
          <w:p w14:paraId="48260351" w14:textId="77777777" w:rsidR="00E86CF1" w:rsidRPr="00E86CF1" w:rsidRDefault="00E86CF1">
            <w:pPr>
              <w:jc w:val="left"/>
            </w:pPr>
            <w:r w:rsidRPr="00E86CF1">
              <w:t> </w:t>
            </w:r>
          </w:p>
        </w:tc>
        <w:tc>
          <w:tcPr>
            <w:tcW w:w="1417" w:type="dxa"/>
            <w:noWrap/>
            <w:hideMark/>
          </w:tcPr>
          <w:p w14:paraId="755A0C78" w14:textId="77777777" w:rsidR="00E86CF1" w:rsidRPr="00E86CF1" w:rsidRDefault="00E86CF1">
            <w:r w:rsidRPr="00E86CF1">
              <w:t> </w:t>
            </w:r>
          </w:p>
        </w:tc>
      </w:tr>
      <w:tr w:rsidR="00E86CF1" w:rsidRPr="00E86CF1" w14:paraId="14DB0887" w14:textId="77777777" w:rsidTr="00A53751">
        <w:trPr>
          <w:trHeight w:val="290"/>
        </w:trPr>
        <w:tc>
          <w:tcPr>
            <w:tcW w:w="840" w:type="dxa"/>
            <w:noWrap/>
            <w:hideMark/>
          </w:tcPr>
          <w:p w14:paraId="20A5A5CA" w14:textId="77777777" w:rsidR="00E86CF1" w:rsidRPr="00E86CF1" w:rsidRDefault="00E86CF1" w:rsidP="00E86CF1">
            <w:r w:rsidRPr="00E86CF1">
              <w:t>34</w:t>
            </w:r>
          </w:p>
        </w:tc>
        <w:tc>
          <w:tcPr>
            <w:tcW w:w="4455" w:type="dxa"/>
            <w:noWrap/>
            <w:hideMark/>
          </w:tcPr>
          <w:p w14:paraId="0DD5EB96" w14:textId="77777777" w:rsidR="00E86CF1" w:rsidRPr="00E86CF1" w:rsidRDefault="00E86CF1">
            <w:pPr>
              <w:jc w:val="left"/>
            </w:pPr>
            <w:r w:rsidRPr="00E86CF1">
              <w:t>Tray complete with roller and sleeve</w:t>
            </w:r>
          </w:p>
        </w:tc>
        <w:tc>
          <w:tcPr>
            <w:tcW w:w="751" w:type="dxa"/>
            <w:noWrap/>
            <w:hideMark/>
          </w:tcPr>
          <w:p w14:paraId="62BB8B9E" w14:textId="77777777" w:rsidR="00E86CF1" w:rsidRPr="00E86CF1" w:rsidRDefault="00E86CF1" w:rsidP="00E86CF1">
            <w:r w:rsidRPr="00E86CF1">
              <w:t>2</w:t>
            </w:r>
          </w:p>
        </w:tc>
        <w:tc>
          <w:tcPr>
            <w:tcW w:w="923" w:type="dxa"/>
            <w:noWrap/>
            <w:hideMark/>
          </w:tcPr>
          <w:p w14:paraId="4FE81A18" w14:textId="77777777" w:rsidR="00E86CF1" w:rsidRPr="00E86CF1" w:rsidRDefault="00E86CF1" w:rsidP="00E86CF1">
            <w:pPr>
              <w:jc w:val="left"/>
            </w:pPr>
            <w:r w:rsidRPr="00E86CF1">
              <w:t>no</w:t>
            </w:r>
          </w:p>
        </w:tc>
        <w:tc>
          <w:tcPr>
            <w:tcW w:w="1390" w:type="dxa"/>
            <w:noWrap/>
            <w:hideMark/>
          </w:tcPr>
          <w:p w14:paraId="163DE190" w14:textId="77777777" w:rsidR="00E86CF1" w:rsidRPr="00E86CF1" w:rsidRDefault="00E86CF1">
            <w:pPr>
              <w:jc w:val="left"/>
            </w:pPr>
            <w:r w:rsidRPr="00E86CF1">
              <w:t> </w:t>
            </w:r>
          </w:p>
        </w:tc>
        <w:tc>
          <w:tcPr>
            <w:tcW w:w="1417" w:type="dxa"/>
            <w:noWrap/>
            <w:hideMark/>
          </w:tcPr>
          <w:p w14:paraId="5F0318CB" w14:textId="77777777" w:rsidR="00E86CF1" w:rsidRPr="00E86CF1" w:rsidRDefault="00E86CF1">
            <w:r w:rsidRPr="00E86CF1">
              <w:t> </w:t>
            </w:r>
          </w:p>
        </w:tc>
      </w:tr>
      <w:tr w:rsidR="00E86CF1" w:rsidRPr="00E86CF1" w14:paraId="4418E37C" w14:textId="77777777" w:rsidTr="00A53751">
        <w:trPr>
          <w:trHeight w:val="290"/>
        </w:trPr>
        <w:tc>
          <w:tcPr>
            <w:tcW w:w="840" w:type="dxa"/>
            <w:noWrap/>
            <w:hideMark/>
          </w:tcPr>
          <w:p w14:paraId="31E2E249" w14:textId="77777777" w:rsidR="00E86CF1" w:rsidRPr="00E86CF1" w:rsidRDefault="00E86CF1" w:rsidP="00E86CF1">
            <w:r w:rsidRPr="00E86CF1">
              <w:t>35</w:t>
            </w:r>
          </w:p>
        </w:tc>
        <w:tc>
          <w:tcPr>
            <w:tcW w:w="4455" w:type="dxa"/>
            <w:noWrap/>
            <w:hideMark/>
          </w:tcPr>
          <w:p w14:paraId="680FC9AF" w14:textId="77777777" w:rsidR="00E86CF1" w:rsidRPr="00E86CF1" w:rsidRDefault="00E86CF1">
            <w:pPr>
              <w:jc w:val="left"/>
            </w:pPr>
            <w:r w:rsidRPr="00E86CF1">
              <w:t>4 inch paint brush</w:t>
            </w:r>
          </w:p>
        </w:tc>
        <w:tc>
          <w:tcPr>
            <w:tcW w:w="751" w:type="dxa"/>
            <w:noWrap/>
            <w:hideMark/>
          </w:tcPr>
          <w:p w14:paraId="40B91D22" w14:textId="77777777" w:rsidR="00E86CF1" w:rsidRPr="00E86CF1" w:rsidRDefault="00E86CF1" w:rsidP="00E86CF1">
            <w:r w:rsidRPr="00E86CF1">
              <w:t>2</w:t>
            </w:r>
          </w:p>
        </w:tc>
        <w:tc>
          <w:tcPr>
            <w:tcW w:w="923" w:type="dxa"/>
            <w:noWrap/>
            <w:hideMark/>
          </w:tcPr>
          <w:p w14:paraId="189F8409" w14:textId="77777777" w:rsidR="00E86CF1" w:rsidRPr="00E86CF1" w:rsidRDefault="00E86CF1" w:rsidP="00E86CF1">
            <w:pPr>
              <w:jc w:val="left"/>
            </w:pPr>
            <w:r w:rsidRPr="00E86CF1">
              <w:t>no</w:t>
            </w:r>
          </w:p>
        </w:tc>
        <w:tc>
          <w:tcPr>
            <w:tcW w:w="1390" w:type="dxa"/>
            <w:noWrap/>
            <w:hideMark/>
          </w:tcPr>
          <w:p w14:paraId="3A990936" w14:textId="77777777" w:rsidR="00E86CF1" w:rsidRPr="00E86CF1" w:rsidRDefault="00E86CF1">
            <w:pPr>
              <w:jc w:val="left"/>
            </w:pPr>
            <w:r w:rsidRPr="00E86CF1">
              <w:t> </w:t>
            </w:r>
          </w:p>
        </w:tc>
        <w:tc>
          <w:tcPr>
            <w:tcW w:w="1417" w:type="dxa"/>
            <w:noWrap/>
            <w:hideMark/>
          </w:tcPr>
          <w:p w14:paraId="1C034272" w14:textId="77777777" w:rsidR="00E86CF1" w:rsidRPr="00E86CF1" w:rsidRDefault="00E86CF1">
            <w:r w:rsidRPr="00E86CF1">
              <w:t> </w:t>
            </w:r>
          </w:p>
        </w:tc>
      </w:tr>
      <w:tr w:rsidR="00E86CF1" w:rsidRPr="00E86CF1" w14:paraId="724C2F96" w14:textId="77777777" w:rsidTr="00A53751">
        <w:trPr>
          <w:trHeight w:val="290"/>
        </w:trPr>
        <w:tc>
          <w:tcPr>
            <w:tcW w:w="840" w:type="dxa"/>
            <w:noWrap/>
            <w:hideMark/>
          </w:tcPr>
          <w:p w14:paraId="09DBDE3F" w14:textId="77777777" w:rsidR="00E86CF1" w:rsidRPr="00E86CF1" w:rsidRDefault="00E86CF1" w:rsidP="00E86CF1">
            <w:r w:rsidRPr="00E86CF1">
              <w:t>36</w:t>
            </w:r>
          </w:p>
        </w:tc>
        <w:tc>
          <w:tcPr>
            <w:tcW w:w="4455" w:type="dxa"/>
            <w:noWrap/>
            <w:hideMark/>
          </w:tcPr>
          <w:p w14:paraId="52E9D454" w14:textId="77777777" w:rsidR="00E86CF1" w:rsidRPr="00E86CF1" w:rsidRDefault="00E86CF1">
            <w:pPr>
              <w:jc w:val="left"/>
            </w:pPr>
            <w:r w:rsidRPr="00E86CF1">
              <w:t>2 inch paint brush</w:t>
            </w:r>
          </w:p>
        </w:tc>
        <w:tc>
          <w:tcPr>
            <w:tcW w:w="751" w:type="dxa"/>
            <w:noWrap/>
            <w:hideMark/>
          </w:tcPr>
          <w:p w14:paraId="6F837241" w14:textId="77777777" w:rsidR="00E86CF1" w:rsidRPr="00E86CF1" w:rsidRDefault="00E86CF1" w:rsidP="00E86CF1">
            <w:r w:rsidRPr="00E86CF1">
              <w:t>2</w:t>
            </w:r>
          </w:p>
        </w:tc>
        <w:tc>
          <w:tcPr>
            <w:tcW w:w="923" w:type="dxa"/>
            <w:noWrap/>
            <w:hideMark/>
          </w:tcPr>
          <w:p w14:paraId="20C31C5B" w14:textId="77777777" w:rsidR="00E86CF1" w:rsidRPr="00E86CF1" w:rsidRDefault="00E86CF1" w:rsidP="00E86CF1">
            <w:pPr>
              <w:jc w:val="left"/>
            </w:pPr>
            <w:r w:rsidRPr="00E86CF1">
              <w:t>no</w:t>
            </w:r>
          </w:p>
        </w:tc>
        <w:tc>
          <w:tcPr>
            <w:tcW w:w="1390" w:type="dxa"/>
            <w:noWrap/>
            <w:hideMark/>
          </w:tcPr>
          <w:p w14:paraId="78238288" w14:textId="77777777" w:rsidR="00E86CF1" w:rsidRPr="00E86CF1" w:rsidRDefault="00E86CF1">
            <w:pPr>
              <w:jc w:val="left"/>
            </w:pPr>
            <w:r w:rsidRPr="00E86CF1">
              <w:t> </w:t>
            </w:r>
          </w:p>
        </w:tc>
        <w:tc>
          <w:tcPr>
            <w:tcW w:w="1417" w:type="dxa"/>
            <w:noWrap/>
            <w:hideMark/>
          </w:tcPr>
          <w:p w14:paraId="05539372" w14:textId="77777777" w:rsidR="00E86CF1" w:rsidRPr="00E86CF1" w:rsidRDefault="00E86CF1">
            <w:r w:rsidRPr="00E86CF1">
              <w:t> </w:t>
            </w:r>
          </w:p>
        </w:tc>
      </w:tr>
      <w:tr w:rsidR="00E86CF1" w:rsidRPr="00E86CF1" w14:paraId="1E26209A" w14:textId="77777777" w:rsidTr="00A53751">
        <w:trPr>
          <w:trHeight w:val="290"/>
        </w:trPr>
        <w:tc>
          <w:tcPr>
            <w:tcW w:w="840" w:type="dxa"/>
            <w:noWrap/>
            <w:hideMark/>
          </w:tcPr>
          <w:p w14:paraId="6FCA9004" w14:textId="77777777" w:rsidR="00E86CF1" w:rsidRPr="00E86CF1" w:rsidRDefault="00E86CF1" w:rsidP="00E86CF1">
            <w:r w:rsidRPr="00E86CF1">
              <w:t>37</w:t>
            </w:r>
          </w:p>
        </w:tc>
        <w:tc>
          <w:tcPr>
            <w:tcW w:w="4455" w:type="dxa"/>
            <w:noWrap/>
            <w:hideMark/>
          </w:tcPr>
          <w:p w14:paraId="4903D37A" w14:textId="77777777" w:rsidR="00E86CF1" w:rsidRPr="00E86CF1" w:rsidRDefault="00E86CF1">
            <w:pPr>
              <w:jc w:val="left"/>
            </w:pPr>
            <w:r w:rsidRPr="00E86CF1">
              <w:t>1 inch paint brush</w:t>
            </w:r>
          </w:p>
        </w:tc>
        <w:tc>
          <w:tcPr>
            <w:tcW w:w="751" w:type="dxa"/>
            <w:noWrap/>
            <w:hideMark/>
          </w:tcPr>
          <w:p w14:paraId="32D4CA0F" w14:textId="77777777" w:rsidR="00E86CF1" w:rsidRPr="00E86CF1" w:rsidRDefault="00E86CF1" w:rsidP="00E86CF1">
            <w:r w:rsidRPr="00E86CF1">
              <w:t>2</w:t>
            </w:r>
          </w:p>
        </w:tc>
        <w:tc>
          <w:tcPr>
            <w:tcW w:w="923" w:type="dxa"/>
            <w:noWrap/>
            <w:hideMark/>
          </w:tcPr>
          <w:p w14:paraId="28587A04" w14:textId="77777777" w:rsidR="00E86CF1" w:rsidRPr="00E86CF1" w:rsidRDefault="00E86CF1" w:rsidP="00E86CF1">
            <w:pPr>
              <w:jc w:val="left"/>
            </w:pPr>
            <w:r w:rsidRPr="00E86CF1">
              <w:t>no</w:t>
            </w:r>
          </w:p>
        </w:tc>
        <w:tc>
          <w:tcPr>
            <w:tcW w:w="1390" w:type="dxa"/>
            <w:noWrap/>
            <w:hideMark/>
          </w:tcPr>
          <w:p w14:paraId="654DB9C0" w14:textId="77777777" w:rsidR="00E86CF1" w:rsidRPr="00E86CF1" w:rsidRDefault="00E86CF1">
            <w:pPr>
              <w:jc w:val="left"/>
            </w:pPr>
            <w:r w:rsidRPr="00E86CF1">
              <w:t> </w:t>
            </w:r>
          </w:p>
        </w:tc>
        <w:tc>
          <w:tcPr>
            <w:tcW w:w="1417" w:type="dxa"/>
            <w:noWrap/>
            <w:hideMark/>
          </w:tcPr>
          <w:p w14:paraId="71DBF3D5" w14:textId="77777777" w:rsidR="00E86CF1" w:rsidRPr="00E86CF1" w:rsidRDefault="00E86CF1">
            <w:r w:rsidRPr="00E86CF1">
              <w:t> </w:t>
            </w:r>
          </w:p>
        </w:tc>
      </w:tr>
      <w:tr w:rsidR="00E86CF1" w:rsidRPr="00E86CF1" w14:paraId="63DD4170" w14:textId="77777777" w:rsidTr="00A53751">
        <w:trPr>
          <w:trHeight w:val="290"/>
        </w:trPr>
        <w:tc>
          <w:tcPr>
            <w:tcW w:w="840" w:type="dxa"/>
            <w:noWrap/>
            <w:hideMark/>
          </w:tcPr>
          <w:p w14:paraId="37BD6EEA" w14:textId="77777777" w:rsidR="00E86CF1" w:rsidRPr="00E86CF1" w:rsidRDefault="00E86CF1" w:rsidP="00E86CF1">
            <w:r w:rsidRPr="00E86CF1">
              <w:t> </w:t>
            </w:r>
          </w:p>
        </w:tc>
        <w:tc>
          <w:tcPr>
            <w:tcW w:w="4455" w:type="dxa"/>
            <w:noWrap/>
            <w:hideMark/>
          </w:tcPr>
          <w:p w14:paraId="7954DEF8" w14:textId="77777777" w:rsidR="00E86CF1" w:rsidRPr="00E86CF1" w:rsidRDefault="00E86CF1">
            <w:pPr>
              <w:jc w:val="left"/>
              <w:rPr>
                <w:b/>
                <w:bCs/>
              </w:rPr>
            </w:pPr>
            <w:r w:rsidRPr="00E86CF1">
              <w:rPr>
                <w:b/>
                <w:bCs/>
              </w:rPr>
              <w:t xml:space="preserve">Electrical </w:t>
            </w:r>
          </w:p>
        </w:tc>
        <w:tc>
          <w:tcPr>
            <w:tcW w:w="751" w:type="dxa"/>
            <w:noWrap/>
            <w:hideMark/>
          </w:tcPr>
          <w:p w14:paraId="47FAD9BD" w14:textId="77777777" w:rsidR="00E86CF1" w:rsidRPr="00E86CF1" w:rsidRDefault="00E86CF1" w:rsidP="00E86CF1">
            <w:r w:rsidRPr="00E86CF1">
              <w:t> </w:t>
            </w:r>
          </w:p>
        </w:tc>
        <w:tc>
          <w:tcPr>
            <w:tcW w:w="923" w:type="dxa"/>
            <w:noWrap/>
            <w:hideMark/>
          </w:tcPr>
          <w:p w14:paraId="7D7FF50F" w14:textId="77777777" w:rsidR="00E86CF1" w:rsidRPr="00E86CF1" w:rsidRDefault="00E86CF1" w:rsidP="00E86CF1">
            <w:pPr>
              <w:jc w:val="left"/>
            </w:pPr>
            <w:r w:rsidRPr="00E86CF1">
              <w:t> </w:t>
            </w:r>
          </w:p>
        </w:tc>
        <w:tc>
          <w:tcPr>
            <w:tcW w:w="1390" w:type="dxa"/>
            <w:noWrap/>
            <w:hideMark/>
          </w:tcPr>
          <w:p w14:paraId="30E932A4" w14:textId="77777777" w:rsidR="00E86CF1" w:rsidRPr="00E86CF1" w:rsidRDefault="00E86CF1">
            <w:pPr>
              <w:jc w:val="left"/>
            </w:pPr>
            <w:r w:rsidRPr="00E86CF1">
              <w:t> </w:t>
            </w:r>
          </w:p>
        </w:tc>
        <w:tc>
          <w:tcPr>
            <w:tcW w:w="1417" w:type="dxa"/>
            <w:noWrap/>
            <w:hideMark/>
          </w:tcPr>
          <w:p w14:paraId="7D489085" w14:textId="77777777" w:rsidR="00E86CF1" w:rsidRPr="00E86CF1" w:rsidRDefault="00E86CF1">
            <w:r w:rsidRPr="00E86CF1">
              <w:t> </w:t>
            </w:r>
          </w:p>
        </w:tc>
      </w:tr>
      <w:tr w:rsidR="00E86CF1" w:rsidRPr="00E86CF1" w14:paraId="466E31A0" w14:textId="77777777" w:rsidTr="00A53751">
        <w:trPr>
          <w:trHeight w:val="290"/>
        </w:trPr>
        <w:tc>
          <w:tcPr>
            <w:tcW w:w="840" w:type="dxa"/>
            <w:noWrap/>
            <w:hideMark/>
          </w:tcPr>
          <w:p w14:paraId="3A246118" w14:textId="77777777" w:rsidR="00E86CF1" w:rsidRPr="00E86CF1" w:rsidRDefault="00E86CF1" w:rsidP="00E86CF1">
            <w:r w:rsidRPr="00E86CF1">
              <w:t>38</w:t>
            </w:r>
          </w:p>
        </w:tc>
        <w:tc>
          <w:tcPr>
            <w:tcW w:w="4455" w:type="dxa"/>
            <w:noWrap/>
            <w:hideMark/>
          </w:tcPr>
          <w:p w14:paraId="20ADB5C7" w14:textId="77777777" w:rsidR="00E86CF1" w:rsidRPr="00E86CF1" w:rsidRDefault="00E86CF1">
            <w:pPr>
              <w:jc w:val="left"/>
            </w:pPr>
            <w:r w:rsidRPr="00E86CF1">
              <w:t>4'0 fluorescent light fittings single tube complete</w:t>
            </w:r>
          </w:p>
        </w:tc>
        <w:tc>
          <w:tcPr>
            <w:tcW w:w="751" w:type="dxa"/>
            <w:noWrap/>
            <w:hideMark/>
          </w:tcPr>
          <w:p w14:paraId="432367E3" w14:textId="77777777" w:rsidR="00E86CF1" w:rsidRPr="00E86CF1" w:rsidRDefault="00E86CF1" w:rsidP="00E86CF1">
            <w:r w:rsidRPr="00E86CF1">
              <w:t>2</w:t>
            </w:r>
          </w:p>
        </w:tc>
        <w:tc>
          <w:tcPr>
            <w:tcW w:w="923" w:type="dxa"/>
            <w:noWrap/>
            <w:hideMark/>
          </w:tcPr>
          <w:p w14:paraId="40554C14" w14:textId="77777777" w:rsidR="00E86CF1" w:rsidRPr="00E86CF1" w:rsidRDefault="00E86CF1" w:rsidP="00E86CF1">
            <w:pPr>
              <w:jc w:val="left"/>
            </w:pPr>
            <w:r w:rsidRPr="00E86CF1">
              <w:t>no</w:t>
            </w:r>
          </w:p>
        </w:tc>
        <w:tc>
          <w:tcPr>
            <w:tcW w:w="1390" w:type="dxa"/>
            <w:noWrap/>
            <w:hideMark/>
          </w:tcPr>
          <w:p w14:paraId="2354623A" w14:textId="77777777" w:rsidR="00E86CF1" w:rsidRPr="00E86CF1" w:rsidRDefault="00E86CF1">
            <w:pPr>
              <w:jc w:val="left"/>
            </w:pPr>
            <w:r w:rsidRPr="00E86CF1">
              <w:t> </w:t>
            </w:r>
          </w:p>
        </w:tc>
        <w:tc>
          <w:tcPr>
            <w:tcW w:w="1417" w:type="dxa"/>
            <w:noWrap/>
            <w:hideMark/>
          </w:tcPr>
          <w:p w14:paraId="7748FF11" w14:textId="77777777" w:rsidR="00E86CF1" w:rsidRPr="00E86CF1" w:rsidRDefault="00E86CF1">
            <w:r w:rsidRPr="00E86CF1">
              <w:t> </w:t>
            </w:r>
          </w:p>
        </w:tc>
      </w:tr>
      <w:tr w:rsidR="00E86CF1" w:rsidRPr="00E86CF1" w14:paraId="2206E315" w14:textId="77777777" w:rsidTr="00A53751">
        <w:trPr>
          <w:trHeight w:val="290"/>
        </w:trPr>
        <w:tc>
          <w:tcPr>
            <w:tcW w:w="840" w:type="dxa"/>
            <w:noWrap/>
            <w:hideMark/>
          </w:tcPr>
          <w:p w14:paraId="0C72AA1C" w14:textId="77777777" w:rsidR="00E86CF1" w:rsidRPr="00E86CF1" w:rsidRDefault="00E86CF1" w:rsidP="00E86CF1">
            <w:r w:rsidRPr="00E86CF1">
              <w:t>39</w:t>
            </w:r>
          </w:p>
        </w:tc>
        <w:tc>
          <w:tcPr>
            <w:tcW w:w="4455" w:type="dxa"/>
            <w:noWrap/>
            <w:hideMark/>
          </w:tcPr>
          <w:p w14:paraId="25F4A5A0" w14:textId="77777777" w:rsidR="00E86CF1" w:rsidRPr="00E86CF1" w:rsidRDefault="00E86CF1">
            <w:pPr>
              <w:jc w:val="left"/>
            </w:pPr>
            <w:r w:rsidRPr="00E86CF1">
              <w:t>General power outlet double complete</w:t>
            </w:r>
          </w:p>
        </w:tc>
        <w:tc>
          <w:tcPr>
            <w:tcW w:w="751" w:type="dxa"/>
            <w:noWrap/>
            <w:hideMark/>
          </w:tcPr>
          <w:p w14:paraId="3582C078" w14:textId="77777777" w:rsidR="00E86CF1" w:rsidRPr="00E86CF1" w:rsidRDefault="00E86CF1" w:rsidP="00E86CF1">
            <w:r w:rsidRPr="00E86CF1">
              <w:t>2</w:t>
            </w:r>
          </w:p>
        </w:tc>
        <w:tc>
          <w:tcPr>
            <w:tcW w:w="923" w:type="dxa"/>
            <w:noWrap/>
            <w:hideMark/>
          </w:tcPr>
          <w:p w14:paraId="741E9129" w14:textId="77777777" w:rsidR="00E86CF1" w:rsidRPr="00E86CF1" w:rsidRDefault="00E86CF1" w:rsidP="00E86CF1">
            <w:pPr>
              <w:jc w:val="left"/>
            </w:pPr>
            <w:r w:rsidRPr="00E86CF1">
              <w:t>no</w:t>
            </w:r>
          </w:p>
        </w:tc>
        <w:tc>
          <w:tcPr>
            <w:tcW w:w="1390" w:type="dxa"/>
            <w:noWrap/>
            <w:hideMark/>
          </w:tcPr>
          <w:p w14:paraId="53B3BC5E" w14:textId="77777777" w:rsidR="00E86CF1" w:rsidRPr="00E86CF1" w:rsidRDefault="00E86CF1">
            <w:pPr>
              <w:jc w:val="left"/>
            </w:pPr>
            <w:r w:rsidRPr="00E86CF1">
              <w:t> </w:t>
            </w:r>
          </w:p>
        </w:tc>
        <w:tc>
          <w:tcPr>
            <w:tcW w:w="1417" w:type="dxa"/>
            <w:noWrap/>
            <w:hideMark/>
          </w:tcPr>
          <w:p w14:paraId="314E4056" w14:textId="77777777" w:rsidR="00E86CF1" w:rsidRPr="00E86CF1" w:rsidRDefault="00E86CF1">
            <w:r w:rsidRPr="00E86CF1">
              <w:t> </w:t>
            </w:r>
          </w:p>
        </w:tc>
      </w:tr>
      <w:tr w:rsidR="00E86CF1" w:rsidRPr="00E86CF1" w14:paraId="066B05C2" w14:textId="77777777" w:rsidTr="00A53751">
        <w:trPr>
          <w:trHeight w:val="290"/>
        </w:trPr>
        <w:tc>
          <w:tcPr>
            <w:tcW w:w="840" w:type="dxa"/>
            <w:noWrap/>
            <w:hideMark/>
          </w:tcPr>
          <w:p w14:paraId="7D426D2C" w14:textId="77777777" w:rsidR="00E86CF1" w:rsidRPr="00E86CF1" w:rsidRDefault="00E86CF1" w:rsidP="00E86CF1">
            <w:r w:rsidRPr="00E86CF1">
              <w:t>40</w:t>
            </w:r>
          </w:p>
        </w:tc>
        <w:tc>
          <w:tcPr>
            <w:tcW w:w="4455" w:type="dxa"/>
            <w:noWrap/>
            <w:hideMark/>
          </w:tcPr>
          <w:p w14:paraId="78633B4D" w14:textId="77777777" w:rsidR="00E86CF1" w:rsidRPr="00E86CF1" w:rsidRDefault="00E86CF1">
            <w:pPr>
              <w:jc w:val="left"/>
            </w:pPr>
            <w:r w:rsidRPr="00E86CF1">
              <w:t>light switch one way</w:t>
            </w:r>
          </w:p>
        </w:tc>
        <w:tc>
          <w:tcPr>
            <w:tcW w:w="751" w:type="dxa"/>
            <w:noWrap/>
            <w:hideMark/>
          </w:tcPr>
          <w:p w14:paraId="11E6DECE" w14:textId="77777777" w:rsidR="00E86CF1" w:rsidRPr="00E86CF1" w:rsidRDefault="00E86CF1" w:rsidP="00E86CF1">
            <w:r w:rsidRPr="00E86CF1">
              <w:t>1</w:t>
            </w:r>
          </w:p>
        </w:tc>
        <w:tc>
          <w:tcPr>
            <w:tcW w:w="923" w:type="dxa"/>
            <w:noWrap/>
            <w:hideMark/>
          </w:tcPr>
          <w:p w14:paraId="60FE329E" w14:textId="77777777" w:rsidR="00E86CF1" w:rsidRPr="00E86CF1" w:rsidRDefault="00E86CF1" w:rsidP="00E86CF1">
            <w:pPr>
              <w:jc w:val="left"/>
            </w:pPr>
            <w:r w:rsidRPr="00E86CF1">
              <w:t>no</w:t>
            </w:r>
          </w:p>
        </w:tc>
        <w:tc>
          <w:tcPr>
            <w:tcW w:w="1390" w:type="dxa"/>
            <w:noWrap/>
            <w:hideMark/>
          </w:tcPr>
          <w:p w14:paraId="12E8B091" w14:textId="77777777" w:rsidR="00E86CF1" w:rsidRPr="00E86CF1" w:rsidRDefault="00E86CF1">
            <w:pPr>
              <w:jc w:val="left"/>
            </w:pPr>
            <w:r w:rsidRPr="00E86CF1">
              <w:t> </w:t>
            </w:r>
          </w:p>
        </w:tc>
        <w:tc>
          <w:tcPr>
            <w:tcW w:w="1417" w:type="dxa"/>
            <w:noWrap/>
            <w:hideMark/>
          </w:tcPr>
          <w:p w14:paraId="03CA6400" w14:textId="77777777" w:rsidR="00E86CF1" w:rsidRPr="00E86CF1" w:rsidRDefault="00E86CF1">
            <w:r w:rsidRPr="00E86CF1">
              <w:t> </w:t>
            </w:r>
          </w:p>
        </w:tc>
      </w:tr>
      <w:tr w:rsidR="00E86CF1" w:rsidRPr="00E86CF1" w14:paraId="73EA3775" w14:textId="77777777" w:rsidTr="00A53751">
        <w:trPr>
          <w:trHeight w:val="290"/>
        </w:trPr>
        <w:tc>
          <w:tcPr>
            <w:tcW w:w="840" w:type="dxa"/>
            <w:noWrap/>
            <w:hideMark/>
          </w:tcPr>
          <w:p w14:paraId="52C887F7" w14:textId="77777777" w:rsidR="00E86CF1" w:rsidRPr="00E86CF1" w:rsidRDefault="00E86CF1" w:rsidP="00E86CF1">
            <w:r w:rsidRPr="00E86CF1">
              <w:t>41</w:t>
            </w:r>
          </w:p>
        </w:tc>
        <w:tc>
          <w:tcPr>
            <w:tcW w:w="4455" w:type="dxa"/>
            <w:noWrap/>
            <w:hideMark/>
          </w:tcPr>
          <w:p w14:paraId="7214FA2D" w14:textId="77777777" w:rsidR="00E86CF1" w:rsidRPr="00E86CF1" w:rsidRDefault="00E86CF1">
            <w:pPr>
              <w:jc w:val="left"/>
            </w:pPr>
            <w:r w:rsidRPr="00E86CF1">
              <w:t>1.5mm cable 3 core</w:t>
            </w:r>
          </w:p>
        </w:tc>
        <w:tc>
          <w:tcPr>
            <w:tcW w:w="751" w:type="dxa"/>
            <w:noWrap/>
            <w:hideMark/>
          </w:tcPr>
          <w:p w14:paraId="29CE7C52" w14:textId="77777777" w:rsidR="00E86CF1" w:rsidRPr="00E86CF1" w:rsidRDefault="00E86CF1" w:rsidP="00E86CF1">
            <w:r w:rsidRPr="00E86CF1">
              <w:t>10</w:t>
            </w:r>
          </w:p>
        </w:tc>
        <w:tc>
          <w:tcPr>
            <w:tcW w:w="923" w:type="dxa"/>
            <w:noWrap/>
            <w:hideMark/>
          </w:tcPr>
          <w:p w14:paraId="718425E2" w14:textId="77777777" w:rsidR="00E86CF1" w:rsidRPr="00E86CF1" w:rsidRDefault="00E86CF1" w:rsidP="00E86CF1">
            <w:pPr>
              <w:jc w:val="left"/>
            </w:pPr>
            <w:r w:rsidRPr="00E86CF1">
              <w:t>mtr</w:t>
            </w:r>
          </w:p>
        </w:tc>
        <w:tc>
          <w:tcPr>
            <w:tcW w:w="1390" w:type="dxa"/>
            <w:noWrap/>
            <w:hideMark/>
          </w:tcPr>
          <w:p w14:paraId="75AE55F8" w14:textId="77777777" w:rsidR="00E86CF1" w:rsidRPr="00E86CF1" w:rsidRDefault="00E86CF1">
            <w:pPr>
              <w:jc w:val="left"/>
            </w:pPr>
            <w:r w:rsidRPr="00E86CF1">
              <w:t> </w:t>
            </w:r>
          </w:p>
        </w:tc>
        <w:tc>
          <w:tcPr>
            <w:tcW w:w="1417" w:type="dxa"/>
            <w:noWrap/>
            <w:hideMark/>
          </w:tcPr>
          <w:p w14:paraId="3C250980" w14:textId="77777777" w:rsidR="00E86CF1" w:rsidRPr="00E86CF1" w:rsidRDefault="00E86CF1">
            <w:r w:rsidRPr="00E86CF1">
              <w:t> </w:t>
            </w:r>
          </w:p>
        </w:tc>
      </w:tr>
      <w:tr w:rsidR="00E86CF1" w:rsidRPr="00E86CF1" w14:paraId="415ECE62" w14:textId="77777777" w:rsidTr="00A53751">
        <w:trPr>
          <w:trHeight w:val="290"/>
        </w:trPr>
        <w:tc>
          <w:tcPr>
            <w:tcW w:w="840" w:type="dxa"/>
            <w:noWrap/>
            <w:hideMark/>
          </w:tcPr>
          <w:p w14:paraId="7B5E7A0A" w14:textId="77777777" w:rsidR="00E86CF1" w:rsidRPr="00E86CF1" w:rsidRDefault="00E86CF1" w:rsidP="00E86CF1">
            <w:r w:rsidRPr="00E86CF1">
              <w:lastRenderedPageBreak/>
              <w:t>42</w:t>
            </w:r>
          </w:p>
        </w:tc>
        <w:tc>
          <w:tcPr>
            <w:tcW w:w="4455" w:type="dxa"/>
            <w:noWrap/>
            <w:hideMark/>
          </w:tcPr>
          <w:p w14:paraId="727CB942" w14:textId="77777777" w:rsidR="00E86CF1" w:rsidRPr="00E86CF1" w:rsidRDefault="00E86CF1">
            <w:pPr>
              <w:jc w:val="left"/>
            </w:pPr>
            <w:r w:rsidRPr="00E86CF1">
              <w:t>2.5mm cable 3 core</w:t>
            </w:r>
          </w:p>
        </w:tc>
        <w:tc>
          <w:tcPr>
            <w:tcW w:w="751" w:type="dxa"/>
            <w:noWrap/>
            <w:hideMark/>
          </w:tcPr>
          <w:p w14:paraId="35DBFAE9" w14:textId="77777777" w:rsidR="00E86CF1" w:rsidRPr="00E86CF1" w:rsidRDefault="00E86CF1" w:rsidP="00E86CF1">
            <w:r w:rsidRPr="00E86CF1">
              <w:t>10</w:t>
            </w:r>
          </w:p>
        </w:tc>
        <w:tc>
          <w:tcPr>
            <w:tcW w:w="923" w:type="dxa"/>
            <w:noWrap/>
            <w:hideMark/>
          </w:tcPr>
          <w:p w14:paraId="53357FB4" w14:textId="77777777" w:rsidR="00E86CF1" w:rsidRPr="00E86CF1" w:rsidRDefault="00E86CF1" w:rsidP="00E86CF1">
            <w:pPr>
              <w:jc w:val="left"/>
            </w:pPr>
            <w:r w:rsidRPr="00E86CF1">
              <w:t>mtr</w:t>
            </w:r>
          </w:p>
        </w:tc>
        <w:tc>
          <w:tcPr>
            <w:tcW w:w="1390" w:type="dxa"/>
            <w:noWrap/>
            <w:hideMark/>
          </w:tcPr>
          <w:p w14:paraId="46710C09" w14:textId="77777777" w:rsidR="00E86CF1" w:rsidRPr="00E86CF1" w:rsidRDefault="00E86CF1">
            <w:pPr>
              <w:jc w:val="left"/>
            </w:pPr>
            <w:r w:rsidRPr="00E86CF1">
              <w:t> </w:t>
            </w:r>
          </w:p>
        </w:tc>
        <w:tc>
          <w:tcPr>
            <w:tcW w:w="1417" w:type="dxa"/>
            <w:noWrap/>
            <w:hideMark/>
          </w:tcPr>
          <w:p w14:paraId="79E78178" w14:textId="77777777" w:rsidR="00E86CF1" w:rsidRPr="00E86CF1" w:rsidRDefault="00E86CF1">
            <w:r w:rsidRPr="00E86CF1">
              <w:t> </w:t>
            </w:r>
          </w:p>
        </w:tc>
      </w:tr>
      <w:tr w:rsidR="00E86CF1" w:rsidRPr="00E86CF1" w14:paraId="595DB491" w14:textId="77777777" w:rsidTr="00A53751">
        <w:trPr>
          <w:trHeight w:val="290"/>
        </w:trPr>
        <w:tc>
          <w:tcPr>
            <w:tcW w:w="840" w:type="dxa"/>
            <w:noWrap/>
            <w:hideMark/>
          </w:tcPr>
          <w:p w14:paraId="6D204DC1" w14:textId="77777777" w:rsidR="00E86CF1" w:rsidRPr="00E86CF1" w:rsidRDefault="00E86CF1" w:rsidP="00E86CF1">
            <w:r w:rsidRPr="00E86CF1">
              <w:t>43</w:t>
            </w:r>
          </w:p>
        </w:tc>
        <w:tc>
          <w:tcPr>
            <w:tcW w:w="4455" w:type="dxa"/>
            <w:hideMark/>
          </w:tcPr>
          <w:p w14:paraId="0B53E23F" w14:textId="77777777" w:rsidR="00E86CF1" w:rsidRPr="00E86CF1" w:rsidRDefault="00E86CF1">
            <w:pPr>
              <w:jc w:val="left"/>
            </w:pPr>
            <w:r w:rsidRPr="00E86CF1">
              <w:t xml:space="preserve">6mm cable </w:t>
            </w:r>
          </w:p>
        </w:tc>
        <w:tc>
          <w:tcPr>
            <w:tcW w:w="751" w:type="dxa"/>
            <w:noWrap/>
            <w:hideMark/>
          </w:tcPr>
          <w:p w14:paraId="2C1B4B8D" w14:textId="77777777" w:rsidR="00E86CF1" w:rsidRPr="00E86CF1" w:rsidRDefault="00E86CF1" w:rsidP="00E86CF1">
            <w:r w:rsidRPr="00E86CF1">
              <w:t>10</w:t>
            </w:r>
          </w:p>
        </w:tc>
        <w:tc>
          <w:tcPr>
            <w:tcW w:w="923" w:type="dxa"/>
            <w:noWrap/>
            <w:hideMark/>
          </w:tcPr>
          <w:p w14:paraId="2E2E30B2" w14:textId="77777777" w:rsidR="00E86CF1" w:rsidRPr="00E86CF1" w:rsidRDefault="00E86CF1" w:rsidP="00E86CF1">
            <w:pPr>
              <w:jc w:val="left"/>
            </w:pPr>
            <w:r w:rsidRPr="00E86CF1">
              <w:t>mtr</w:t>
            </w:r>
          </w:p>
        </w:tc>
        <w:tc>
          <w:tcPr>
            <w:tcW w:w="1390" w:type="dxa"/>
            <w:noWrap/>
            <w:hideMark/>
          </w:tcPr>
          <w:p w14:paraId="3D0EF9A7" w14:textId="77777777" w:rsidR="00E86CF1" w:rsidRPr="00E86CF1" w:rsidRDefault="00E86CF1">
            <w:pPr>
              <w:jc w:val="left"/>
            </w:pPr>
            <w:r w:rsidRPr="00E86CF1">
              <w:t> </w:t>
            </w:r>
          </w:p>
        </w:tc>
        <w:tc>
          <w:tcPr>
            <w:tcW w:w="1417" w:type="dxa"/>
            <w:noWrap/>
            <w:hideMark/>
          </w:tcPr>
          <w:p w14:paraId="028C3F1C" w14:textId="77777777" w:rsidR="00E86CF1" w:rsidRPr="00E86CF1" w:rsidRDefault="00E86CF1">
            <w:r w:rsidRPr="00E86CF1">
              <w:t> </w:t>
            </w:r>
          </w:p>
        </w:tc>
      </w:tr>
      <w:tr w:rsidR="00E86CF1" w:rsidRPr="00E86CF1" w14:paraId="46C611E9" w14:textId="77777777" w:rsidTr="00A53751">
        <w:trPr>
          <w:trHeight w:val="290"/>
        </w:trPr>
        <w:tc>
          <w:tcPr>
            <w:tcW w:w="840" w:type="dxa"/>
            <w:noWrap/>
            <w:hideMark/>
          </w:tcPr>
          <w:p w14:paraId="7AE4FCA3" w14:textId="77777777" w:rsidR="00E86CF1" w:rsidRPr="00E86CF1" w:rsidRDefault="00E86CF1" w:rsidP="00E86CF1">
            <w:r w:rsidRPr="00E86CF1">
              <w:t>44</w:t>
            </w:r>
          </w:p>
        </w:tc>
        <w:tc>
          <w:tcPr>
            <w:tcW w:w="4455" w:type="dxa"/>
            <w:noWrap/>
            <w:hideMark/>
          </w:tcPr>
          <w:p w14:paraId="3DBCE184" w14:textId="77777777" w:rsidR="00E86CF1" w:rsidRPr="00E86CF1" w:rsidRDefault="00E86CF1">
            <w:pPr>
              <w:jc w:val="left"/>
            </w:pPr>
            <w:r w:rsidRPr="00E86CF1">
              <w:t>Earth wire 4mm cable</w:t>
            </w:r>
          </w:p>
        </w:tc>
        <w:tc>
          <w:tcPr>
            <w:tcW w:w="751" w:type="dxa"/>
            <w:noWrap/>
            <w:hideMark/>
          </w:tcPr>
          <w:p w14:paraId="122458CD" w14:textId="77777777" w:rsidR="00E86CF1" w:rsidRPr="00E86CF1" w:rsidRDefault="00E86CF1" w:rsidP="00E86CF1">
            <w:r w:rsidRPr="00E86CF1">
              <w:t>10</w:t>
            </w:r>
          </w:p>
        </w:tc>
        <w:tc>
          <w:tcPr>
            <w:tcW w:w="923" w:type="dxa"/>
            <w:noWrap/>
            <w:hideMark/>
          </w:tcPr>
          <w:p w14:paraId="176F6DC4" w14:textId="77777777" w:rsidR="00E86CF1" w:rsidRPr="00E86CF1" w:rsidRDefault="00E86CF1" w:rsidP="00E86CF1">
            <w:pPr>
              <w:jc w:val="left"/>
            </w:pPr>
            <w:r w:rsidRPr="00E86CF1">
              <w:t>mtr</w:t>
            </w:r>
          </w:p>
        </w:tc>
        <w:tc>
          <w:tcPr>
            <w:tcW w:w="1390" w:type="dxa"/>
            <w:noWrap/>
            <w:hideMark/>
          </w:tcPr>
          <w:p w14:paraId="28D2C202" w14:textId="77777777" w:rsidR="00E86CF1" w:rsidRPr="00E86CF1" w:rsidRDefault="00E86CF1">
            <w:pPr>
              <w:jc w:val="left"/>
            </w:pPr>
            <w:r w:rsidRPr="00E86CF1">
              <w:t> </w:t>
            </w:r>
          </w:p>
        </w:tc>
        <w:tc>
          <w:tcPr>
            <w:tcW w:w="1417" w:type="dxa"/>
            <w:noWrap/>
            <w:hideMark/>
          </w:tcPr>
          <w:p w14:paraId="38699D58" w14:textId="77777777" w:rsidR="00E86CF1" w:rsidRPr="00E86CF1" w:rsidRDefault="00E86CF1">
            <w:r w:rsidRPr="00E86CF1">
              <w:t> </w:t>
            </w:r>
          </w:p>
        </w:tc>
      </w:tr>
      <w:tr w:rsidR="00E86CF1" w:rsidRPr="00E86CF1" w14:paraId="51C73E0D" w14:textId="77777777" w:rsidTr="00A53751">
        <w:trPr>
          <w:trHeight w:val="290"/>
        </w:trPr>
        <w:tc>
          <w:tcPr>
            <w:tcW w:w="840" w:type="dxa"/>
            <w:noWrap/>
            <w:hideMark/>
          </w:tcPr>
          <w:p w14:paraId="37A9E26C" w14:textId="77777777" w:rsidR="00E86CF1" w:rsidRPr="00E86CF1" w:rsidRDefault="00E86CF1" w:rsidP="00E86CF1">
            <w:r w:rsidRPr="00E86CF1">
              <w:t>45</w:t>
            </w:r>
          </w:p>
        </w:tc>
        <w:tc>
          <w:tcPr>
            <w:tcW w:w="4455" w:type="dxa"/>
            <w:noWrap/>
            <w:hideMark/>
          </w:tcPr>
          <w:p w14:paraId="0B602DB7" w14:textId="77777777" w:rsidR="00E86CF1" w:rsidRPr="00E86CF1" w:rsidRDefault="00E86CF1">
            <w:pPr>
              <w:jc w:val="left"/>
            </w:pPr>
            <w:r w:rsidRPr="00E86CF1">
              <w:t>25mm pvc pipe conduit</w:t>
            </w:r>
          </w:p>
        </w:tc>
        <w:tc>
          <w:tcPr>
            <w:tcW w:w="751" w:type="dxa"/>
            <w:noWrap/>
            <w:hideMark/>
          </w:tcPr>
          <w:p w14:paraId="03C68F37" w14:textId="77777777" w:rsidR="00E86CF1" w:rsidRPr="00E86CF1" w:rsidRDefault="00E86CF1" w:rsidP="00E86CF1">
            <w:r w:rsidRPr="00E86CF1">
              <w:t>12</w:t>
            </w:r>
          </w:p>
        </w:tc>
        <w:tc>
          <w:tcPr>
            <w:tcW w:w="923" w:type="dxa"/>
            <w:noWrap/>
            <w:hideMark/>
          </w:tcPr>
          <w:p w14:paraId="7370DA43" w14:textId="77777777" w:rsidR="00E86CF1" w:rsidRPr="00E86CF1" w:rsidRDefault="00E86CF1" w:rsidP="00E86CF1">
            <w:pPr>
              <w:jc w:val="left"/>
            </w:pPr>
            <w:r w:rsidRPr="00E86CF1">
              <w:t>length</w:t>
            </w:r>
          </w:p>
        </w:tc>
        <w:tc>
          <w:tcPr>
            <w:tcW w:w="1390" w:type="dxa"/>
            <w:noWrap/>
            <w:hideMark/>
          </w:tcPr>
          <w:p w14:paraId="4B723FC4" w14:textId="77777777" w:rsidR="00E86CF1" w:rsidRPr="00E86CF1" w:rsidRDefault="00E86CF1">
            <w:pPr>
              <w:jc w:val="left"/>
            </w:pPr>
            <w:r w:rsidRPr="00E86CF1">
              <w:t> </w:t>
            </w:r>
          </w:p>
        </w:tc>
        <w:tc>
          <w:tcPr>
            <w:tcW w:w="1417" w:type="dxa"/>
            <w:noWrap/>
            <w:hideMark/>
          </w:tcPr>
          <w:p w14:paraId="79050CC1" w14:textId="77777777" w:rsidR="00E86CF1" w:rsidRPr="00E86CF1" w:rsidRDefault="00E86CF1">
            <w:r w:rsidRPr="00E86CF1">
              <w:t> </w:t>
            </w:r>
          </w:p>
        </w:tc>
      </w:tr>
      <w:tr w:rsidR="00E86CF1" w:rsidRPr="00E86CF1" w14:paraId="7AE0110A" w14:textId="77777777" w:rsidTr="00A53751">
        <w:trPr>
          <w:trHeight w:val="290"/>
        </w:trPr>
        <w:tc>
          <w:tcPr>
            <w:tcW w:w="840" w:type="dxa"/>
            <w:noWrap/>
            <w:hideMark/>
          </w:tcPr>
          <w:p w14:paraId="63A44EF7" w14:textId="77777777" w:rsidR="00E86CF1" w:rsidRPr="00E86CF1" w:rsidRDefault="00E86CF1" w:rsidP="00E86CF1">
            <w:r w:rsidRPr="00E86CF1">
              <w:t>46</w:t>
            </w:r>
          </w:p>
        </w:tc>
        <w:tc>
          <w:tcPr>
            <w:tcW w:w="4455" w:type="dxa"/>
            <w:noWrap/>
            <w:hideMark/>
          </w:tcPr>
          <w:p w14:paraId="31763631" w14:textId="77777777" w:rsidR="00E86CF1" w:rsidRPr="00E86CF1" w:rsidRDefault="00E86CF1">
            <w:pPr>
              <w:jc w:val="left"/>
            </w:pPr>
            <w:r w:rsidRPr="00E86CF1">
              <w:t xml:space="preserve">Switchboard box for 6 circuit breaker </w:t>
            </w:r>
          </w:p>
        </w:tc>
        <w:tc>
          <w:tcPr>
            <w:tcW w:w="751" w:type="dxa"/>
            <w:noWrap/>
            <w:hideMark/>
          </w:tcPr>
          <w:p w14:paraId="1F09D530" w14:textId="77777777" w:rsidR="00E86CF1" w:rsidRPr="00E86CF1" w:rsidRDefault="00E86CF1" w:rsidP="00E86CF1">
            <w:r w:rsidRPr="00E86CF1">
              <w:t>1</w:t>
            </w:r>
          </w:p>
        </w:tc>
        <w:tc>
          <w:tcPr>
            <w:tcW w:w="923" w:type="dxa"/>
            <w:noWrap/>
            <w:hideMark/>
          </w:tcPr>
          <w:p w14:paraId="57444EAE" w14:textId="77777777" w:rsidR="00E86CF1" w:rsidRPr="00E86CF1" w:rsidRDefault="00E86CF1" w:rsidP="00E86CF1">
            <w:pPr>
              <w:jc w:val="left"/>
            </w:pPr>
            <w:r w:rsidRPr="00E86CF1">
              <w:t>no</w:t>
            </w:r>
          </w:p>
        </w:tc>
        <w:tc>
          <w:tcPr>
            <w:tcW w:w="1390" w:type="dxa"/>
            <w:noWrap/>
            <w:hideMark/>
          </w:tcPr>
          <w:p w14:paraId="728B448C" w14:textId="77777777" w:rsidR="00E86CF1" w:rsidRPr="00E86CF1" w:rsidRDefault="00E86CF1">
            <w:pPr>
              <w:jc w:val="left"/>
            </w:pPr>
            <w:r w:rsidRPr="00E86CF1">
              <w:t> </w:t>
            </w:r>
          </w:p>
        </w:tc>
        <w:tc>
          <w:tcPr>
            <w:tcW w:w="1417" w:type="dxa"/>
            <w:noWrap/>
            <w:hideMark/>
          </w:tcPr>
          <w:p w14:paraId="63D198CE" w14:textId="77777777" w:rsidR="00E86CF1" w:rsidRPr="00E86CF1" w:rsidRDefault="00E86CF1">
            <w:r w:rsidRPr="00E86CF1">
              <w:t> </w:t>
            </w:r>
          </w:p>
        </w:tc>
      </w:tr>
      <w:tr w:rsidR="00E86CF1" w:rsidRPr="00E86CF1" w14:paraId="41B9EF43" w14:textId="77777777" w:rsidTr="00A53751">
        <w:trPr>
          <w:trHeight w:val="290"/>
        </w:trPr>
        <w:tc>
          <w:tcPr>
            <w:tcW w:w="840" w:type="dxa"/>
            <w:noWrap/>
            <w:hideMark/>
          </w:tcPr>
          <w:p w14:paraId="00FAB6A8" w14:textId="77777777" w:rsidR="00E86CF1" w:rsidRPr="00E86CF1" w:rsidRDefault="00E86CF1" w:rsidP="00E86CF1">
            <w:r w:rsidRPr="00E86CF1">
              <w:t>47</w:t>
            </w:r>
          </w:p>
        </w:tc>
        <w:tc>
          <w:tcPr>
            <w:tcW w:w="4455" w:type="dxa"/>
            <w:noWrap/>
            <w:hideMark/>
          </w:tcPr>
          <w:p w14:paraId="2D3DEEA0" w14:textId="77777777" w:rsidR="00E86CF1" w:rsidRPr="00E86CF1" w:rsidRDefault="00E86CF1">
            <w:pPr>
              <w:jc w:val="left"/>
            </w:pPr>
            <w:r w:rsidRPr="00E86CF1">
              <w:t>10amp circuit breaker</w:t>
            </w:r>
          </w:p>
        </w:tc>
        <w:tc>
          <w:tcPr>
            <w:tcW w:w="751" w:type="dxa"/>
            <w:noWrap/>
            <w:hideMark/>
          </w:tcPr>
          <w:p w14:paraId="3BF82E51" w14:textId="77777777" w:rsidR="00E86CF1" w:rsidRPr="00E86CF1" w:rsidRDefault="00E86CF1" w:rsidP="00E86CF1">
            <w:r w:rsidRPr="00E86CF1">
              <w:t>1</w:t>
            </w:r>
          </w:p>
        </w:tc>
        <w:tc>
          <w:tcPr>
            <w:tcW w:w="923" w:type="dxa"/>
            <w:noWrap/>
            <w:hideMark/>
          </w:tcPr>
          <w:p w14:paraId="3B15B5A0" w14:textId="77777777" w:rsidR="00E86CF1" w:rsidRPr="00E86CF1" w:rsidRDefault="00E86CF1" w:rsidP="00E86CF1">
            <w:pPr>
              <w:jc w:val="left"/>
            </w:pPr>
            <w:r w:rsidRPr="00E86CF1">
              <w:t>no</w:t>
            </w:r>
          </w:p>
        </w:tc>
        <w:tc>
          <w:tcPr>
            <w:tcW w:w="1390" w:type="dxa"/>
            <w:noWrap/>
            <w:hideMark/>
          </w:tcPr>
          <w:p w14:paraId="4AE59557" w14:textId="77777777" w:rsidR="00E86CF1" w:rsidRPr="00E86CF1" w:rsidRDefault="00E86CF1">
            <w:pPr>
              <w:jc w:val="left"/>
            </w:pPr>
            <w:r w:rsidRPr="00E86CF1">
              <w:t> </w:t>
            </w:r>
          </w:p>
        </w:tc>
        <w:tc>
          <w:tcPr>
            <w:tcW w:w="1417" w:type="dxa"/>
            <w:noWrap/>
            <w:hideMark/>
          </w:tcPr>
          <w:p w14:paraId="649EF8C1" w14:textId="77777777" w:rsidR="00E86CF1" w:rsidRPr="00E86CF1" w:rsidRDefault="00E86CF1">
            <w:r w:rsidRPr="00E86CF1">
              <w:t> </w:t>
            </w:r>
          </w:p>
        </w:tc>
      </w:tr>
      <w:tr w:rsidR="00E86CF1" w:rsidRPr="00E86CF1" w14:paraId="62D2B7A8" w14:textId="77777777" w:rsidTr="00A53751">
        <w:trPr>
          <w:trHeight w:val="290"/>
        </w:trPr>
        <w:tc>
          <w:tcPr>
            <w:tcW w:w="840" w:type="dxa"/>
            <w:noWrap/>
            <w:hideMark/>
          </w:tcPr>
          <w:p w14:paraId="151CAD71" w14:textId="77777777" w:rsidR="00E86CF1" w:rsidRPr="00E86CF1" w:rsidRDefault="00E86CF1" w:rsidP="00E86CF1">
            <w:r w:rsidRPr="00E86CF1">
              <w:t>48</w:t>
            </w:r>
          </w:p>
        </w:tc>
        <w:tc>
          <w:tcPr>
            <w:tcW w:w="4455" w:type="dxa"/>
            <w:noWrap/>
            <w:hideMark/>
          </w:tcPr>
          <w:p w14:paraId="08368233" w14:textId="77777777" w:rsidR="00E86CF1" w:rsidRPr="00E86CF1" w:rsidRDefault="00E86CF1">
            <w:pPr>
              <w:jc w:val="left"/>
            </w:pPr>
            <w:r w:rsidRPr="00E86CF1">
              <w:t>20amp circuit breaker</w:t>
            </w:r>
          </w:p>
        </w:tc>
        <w:tc>
          <w:tcPr>
            <w:tcW w:w="751" w:type="dxa"/>
            <w:noWrap/>
            <w:hideMark/>
          </w:tcPr>
          <w:p w14:paraId="2E2D9035" w14:textId="77777777" w:rsidR="00E86CF1" w:rsidRPr="00E86CF1" w:rsidRDefault="00E86CF1" w:rsidP="00E86CF1">
            <w:r w:rsidRPr="00E86CF1">
              <w:t>1</w:t>
            </w:r>
          </w:p>
        </w:tc>
        <w:tc>
          <w:tcPr>
            <w:tcW w:w="923" w:type="dxa"/>
            <w:noWrap/>
            <w:hideMark/>
          </w:tcPr>
          <w:p w14:paraId="25020524" w14:textId="77777777" w:rsidR="00E86CF1" w:rsidRPr="00E86CF1" w:rsidRDefault="00E86CF1" w:rsidP="00E86CF1">
            <w:pPr>
              <w:jc w:val="left"/>
            </w:pPr>
            <w:r w:rsidRPr="00E86CF1">
              <w:t>no</w:t>
            </w:r>
          </w:p>
        </w:tc>
        <w:tc>
          <w:tcPr>
            <w:tcW w:w="1390" w:type="dxa"/>
            <w:noWrap/>
            <w:hideMark/>
          </w:tcPr>
          <w:p w14:paraId="598BFF48" w14:textId="77777777" w:rsidR="00E86CF1" w:rsidRPr="00E86CF1" w:rsidRDefault="00E86CF1">
            <w:pPr>
              <w:jc w:val="left"/>
            </w:pPr>
            <w:r w:rsidRPr="00E86CF1">
              <w:t> </w:t>
            </w:r>
          </w:p>
        </w:tc>
        <w:tc>
          <w:tcPr>
            <w:tcW w:w="1417" w:type="dxa"/>
            <w:noWrap/>
            <w:hideMark/>
          </w:tcPr>
          <w:p w14:paraId="6ACD58C0" w14:textId="77777777" w:rsidR="00E86CF1" w:rsidRPr="00E86CF1" w:rsidRDefault="00E86CF1">
            <w:r w:rsidRPr="00E86CF1">
              <w:t> </w:t>
            </w:r>
          </w:p>
        </w:tc>
      </w:tr>
      <w:tr w:rsidR="00E86CF1" w:rsidRPr="00E86CF1" w14:paraId="65C8112F" w14:textId="77777777" w:rsidTr="00A53751">
        <w:trPr>
          <w:trHeight w:val="290"/>
        </w:trPr>
        <w:tc>
          <w:tcPr>
            <w:tcW w:w="840" w:type="dxa"/>
            <w:noWrap/>
            <w:hideMark/>
          </w:tcPr>
          <w:p w14:paraId="48DC9640" w14:textId="77777777" w:rsidR="00E86CF1" w:rsidRPr="00E86CF1" w:rsidRDefault="00E86CF1" w:rsidP="00E86CF1">
            <w:r w:rsidRPr="00E86CF1">
              <w:t>49</w:t>
            </w:r>
          </w:p>
        </w:tc>
        <w:tc>
          <w:tcPr>
            <w:tcW w:w="4455" w:type="dxa"/>
            <w:noWrap/>
            <w:hideMark/>
          </w:tcPr>
          <w:p w14:paraId="517CF682" w14:textId="77777777" w:rsidR="00E86CF1" w:rsidRPr="00E86CF1" w:rsidRDefault="00E86CF1">
            <w:pPr>
              <w:jc w:val="left"/>
            </w:pPr>
            <w:r w:rsidRPr="00E86CF1">
              <w:t>60amp circuit breakder</w:t>
            </w:r>
          </w:p>
        </w:tc>
        <w:tc>
          <w:tcPr>
            <w:tcW w:w="751" w:type="dxa"/>
            <w:noWrap/>
            <w:hideMark/>
          </w:tcPr>
          <w:p w14:paraId="4209AA39" w14:textId="77777777" w:rsidR="00E86CF1" w:rsidRPr="00E86CF1" w:rsidRDefault="00E86CF1" w:rsidP="00E86CF1">
            <w:r w:rsidRPr="00E86CF1">
              <w:t>1</w:t>
            </w:r>
          </w:p>
        </w:tc>
        <w:tc>
          <w:tcPr>
            <w:tcW w:w="923" w:type="dxa"/>
            <w:noWrap/>
            <w:hideMark/>
          </w:tcPr>
          <w:p w14:paraId="07D4341D" w14:textId="77777777" w:rsidR="00E86CF1" w:rsidRPr="00E86CF1" w:rsidRDefault="00E86CF1" w:rsidP="00E86CF1">
            <w:pPr>
              <w:jc w:val="left"/>
            </w:pPr>
            <w:r w:rsidRPr="00E86CF1">
              <w:t>no</w:t>
            </w:r>
          </w:p>
        </w:tc>
        <w:tc>
          <w:tcPr>
            <w:tcW w:w="1390" w:type="dxa"/>
            <w:noWrap/>
            <w:hideMark/>
          </w:tcPr>
          <w:p w14:paraId="72DFE31F" w14:textId="77777777" w:rsidR="00E86CF1" w:rsidRPr="00E86CF1" w:rsidRDefault="00E86CF1">
            <w:pPr>
              <w:jc w:val="left"/>
            </w:pPr>
            <w:r w:rsidRPr="00E86CF1">
              <w:t> </w:t>
            </w:r>
          </w:p>
        </w:tc>
        <w:tc>
          <w:tcPr>
            <w:tcW w:w="1417" w:type="dxa"/>
            <w:noWrap/>
            <w:hideMark/>
          </w:tcPr>
          <w:p w14:paraId="12190B02" w14:textId="77777777" w:rsidR="00E86CF1" w:rsidRPr="00E86CF1" w:rsidRDefault="00E86CF1">
            <w:r w:rsidRPr="00E86CF1">
              <w:t> </w:t>
            </w:r>
          </w:p>
        </w:tc>
      </w:tr>
      <w:tr w:rsidR="00E86CF1" w:rsidRPr="00E86CF1" w14:paraId="2611B01C" w14:textId="77777777" w:rsidTr="00A53751">
        <w:trPr>
          <w:trHeight w:val="290"/>
        </w:trPr>
        <w:tc>
          <w:tcPr>
            <w:tcW w:w="840" w:type="dxa"/>
            <w:noWrap/>
            <w:hideMark/>
          </w:tcPr>
          <w:p w14:paraId="47482086" w14:textId="77777777" w:rsidR="00E86CF1" w:rsidRPr="00E86CF1" w:rsidRDefault="00E86CF1" w:rsidP="00E86CF1">
            <w:r w:rsidRPr="00E86CF1">
              <w:t>50</w:t>
            </w:r>
          </w:p>
        </w:tc>
        <w:tc>
          <w:tcPr>
            <w:tcW w:w="4455" w:type="dxa"/>
            <w:noWrap/>
            <w:hideMark/>
          </w:tcPr>
          <w:p w14:paraId="35149676" w14:textId="77777777" w:rsidR="00E86CF1" w:rsidRPr="00E86CF1" w:rsidRDefault="00E86CF1">
            <w:pPr>
              <w:jc w:val="left"/>
            </w:pPr>
            <w:r w:rsidRPr="00E86CF1">
              <w:t>insulating tape</w:t>
            </w:r>
          </w:p>
        </w:tc>
        <w:tc>
          <w:tcPr>
            <w:tcW w:w="751" w:type="dxa"/>
            <w:noWrap/>
            <w:hideMark/>
          </w:tcPr>
          <w:p w14:paraId="71DD0847" w14:textId="77777777" w:rsidR="00E86CF1" w:rsidRPr="00E86CF1" w:rsidRDefault="00E86CF1" w:rsidP="00E86CF1">
            <w:r w:rsidRPr="00E86CF1">
              <w:t>1</w:t>
            </w:r>
          </w:p>
        </w:tc>
        <w:tc>
          <w:tcPr>
            <w:tcW w:w="923" w:type="dxa"/>
            <w:noWrap/>
            <w:hideMark/>
          </w:tcPr>
          <w:p w14:paraId="47937CB6" w14:textId="77777777" w:rsidR="00E86CF1" w:rsidRPr="00E86CF1" w:rsidRDefault="00E86CF1" w:rsidP="00E86CF1">
            <w:pPr>
              <w:jc w:val="left"/>
            </w:pPr>
            <w:r w:rsidRPr="00E86CF1">
              <w:t>no</w:t>
            </w:r>
          </w:p>
        </w:tc>
        <w:tc>
          <w:tcPr>
            <w:tcW w:w="1390" w:type="dxa"/>
            <w:noWrap/>
            <w:hideMark/>
          </w:tcPr>
          <w:p w14:paraId="002421C5" w14:textId="77777777" w:rsidR="00E86CF1" w:rsidRPr="00E86CF1" w:rsidRDefault="00E86CF1">
            <w:pPr>
              <w:jc w:val="left"/>
            </w:pPr>
            <w:r w:rsidRPr="00E86CF1">
              <w:t> </w:t>
            </w:r>
          </w:p>
        </w:tc>
        <w:tc>
          <w:tcPr>
            <w:tcW w:w="1417" w:type="dxa"/>
            <w:noWrap/>
            <w:hideMark/>
          </w:tcPr>
          <w:p w14:paraId="05303945" w14:textId="77777777" w:rsidR="00E86CF1" w:rsidRPr="00E86CF1" w:rsidRDefault="00E86CF1">
            <w:r w:rsidRPr="00E86CF1">
              <w:t> </w:t>
            </w:r>
          </w:p>
        </w:tc>
      </w:tr>
      <w:tr w:rsidR="00E86CF1" w:rsidRPr="00E86CF1" w14:paraId="5B028011" w14:textId="77777777" w:rsidTr="00A53751">
        <w:trPr>
          <w:trHeight w:val="290"/>
        </w:trPr>
        <w:tc>
          <w:tcPr>
            <w:tcW w:w="840" w:type="dxa"/>
            <w:noWrap/>
            <w:hideMark/>
          </w:tcPr>
          <w:p w14:paraId="0F9DF22F" w14:textId="77777777" w:rsidR="00E86CF1" w:rsidRPr="00E86CF1" w:rsidRDefault="00E86CF1" w:rsidP="00E86CF1">
            <w:r w:rsidRPr="00E86CF1">
              <w:t> </w:t>
            </w:r>
          </w:p>
        </w:tc>
        <w:tc>
          <w:tcPr>
            <w:tcW w:w="4455" w:type="dxa"/>
            <w:noWrap/>
            <w:hideMark/>
          </w:tcPr>
          <w:p w14:paraId="3960B7B9" w14:textId="77777777" w:rsidR="00E86CF1" w:rsidRPr="00E86CF1" w:rsidRDefault="00E86CF1">
            <w:pPr>
              <w:jc w:val="left"/>
              <w:rPr>
                <w:b/>
                <w:bCs/>
              </w:rPr>
            </w:pPr>
            <w:r w:rsidRPr="00E86CF1">
              <w:rPr>
                <w:b/>
                <w:bCs/>
              </w:rPr>
              <w:t>Nails, Screw Bolt</w:t>
            </w:r>
          </w:p>
        </w:tc>
        <w:tc>
          <w:tcPr>
            <w:tcW w:w="751" w:type="dxa"/>
            <w:noWrap/>
            <w:hideMark/>
          </w:tcPr>
          <w:p w14:paraId="4E7510B5" w14:textId="77777777" w:rsidR="00E86CF1" w:rsidRPr="00E86CF1" w:rsidRDefault="00E86CF1" w:rsidP="00E86CF1">
            <w:r w:rsidRPr="00E86CF1">
              <w:t> </w:t>
            </w:r>
          </w:p>
        </w:tc>
        <w:tc>
          <w:tcPr>
            <w:tcW w:w="923" w:type="dxa"/>
            <w:noWrap/>
            <w:hideMark/>
          </w:tcPr>
          <w:p w14:paraId="7C0EBF79" w14:textId="77777777" w:rsidR="00E86CF1" w:rsidRPr="00E86CF1" w:rsidRDefault="00E86CF1" w:rsidP="00E86CF1">
            <w:pPr>
              <w:jc w:val="left"/>
            </w:pPr>
            <w:r w:rsidRPr="00E86CF1">
              <w:t> </w:t>
            </w:r>
          </w:p>
        </w:tc>
        <w:tc>
          <w:tcPr>
            <w:tcW w:w="1390" w:type="dxa"/>
            <w:noWrap/>
            <w:hideMark/>
          </w:tcPr>
          <w:p w14:paraId="5CD48F59" w14:textId="77777777" w:rsidR="00E86CF1" w:rsidRPr="00E86CF1" w:rsidRDefault="00E86CF1">
            <w:pPr>
              <w:jc w:val="left"/>
            </w:pPr>
            <w:r w:rsidRPr="00E86CF1">
              <w:t> </w:t>
            </w:r>
          </w:p>
        </w:tc>
        <w:tc>
          <w:tcPr>
            <w:tcW w:w="1417" w:type="dxa"/>
            <w:noWrap/>
            <w:hideMark/>
          </w:tcPr>
          <w:p w14:paraId="618C360D" w14:textId="77777777" w:rsidR="00E86CF1" w:rsidRPr="00E86CF1" w:rsidRDefault="00E86CF1">
            <w:r w:rsidRPr="00E86CF1">
              <w:t> </w:t>
            </w:r>
          </w:p>
        </w:tc>
      </w:tr>
      <w:tr w:rsidR="00E86CF1" w:rsidRPr="00E86CF1" w14:paraId="0E9B1806" w14:textId="77777777" w:rsidTr="00A53751">
        <w:trPr>
          <w:trHeight w:val="290"/>
        </w:trPr>
        <w:tc>
          <w:tcPr>
            <w:tcW w:w="840" w:type="dxa"/>
            <w:noWrap/>
            <w:hideMark/>
          </w:tcPr>
          <w:p w14:paraId="09F7E2DF" w14:textId="77777777" w:rsidR="00E86CF1" w:rsidRPr="00E86CF1" w:rsidRDefault="00E86CF1" w:rsidP="00E86CF1">
            <w:r w:rsidRPr="00E86CF1">
              <w:t>51</w:t>
            </w:r>
          </w:p>
        </w:tc>
        <w:tc>
          <w:tcPr>
            <w:tcW w:w="4455" w:type="dxa"/>
            <w:noWrap/>
            <w:hideMark/>
          </w:tcPr>
          <w:p w14:paraId="05C73E8F" w14:textId="77777777" w:rsidR="00E86CF1" w:rsidRPr="00E86CF1" w:rsidRDefault="00E86CF1">
            <w:pPr>
              <w:jc w:val="left"/>
            </w:pPr>
            <w:r w:rsidRPr="00E86CF1">
              <w:t>4 inch nail</w:t>
            </w:r>
          </w:p>
        </w:tc>
        <w:tc>
          <w:tcPr>
            <w:tcW w:w="751" w:type="dxa"/>
            <w:noWrap/>
            <w:hideMark/>
          </w:tcPr>
          <w:p w14:paraId="47B7BA9B" w14:textId="77777777" w:rsidR="00E86CF1" w:rsidRPr="00E86CF1" w:rsidRDefault="00E86CF1" w:rsidP="00E86CF1">
            <w:r w:rsidRPr="00E86CF1">
              <w:t>10</w:t>
            </w:r>
          </w:p>
        </w:tc>
        <w:tc>
          <w:tcPr>
            <w:tcW w:w="923" w:type="dxa"/>
            <w:noWrap/>
            <w:hideMark/>
          </w:tcPr>
          <w:p w14:paraId="6E7EB129" w14:textId="77777777" w:rsidR="00E86CF1" w:rsidRPr="00E86CF1" w:rsidRDefault="00E86CF1" w:rsidP="00E86CF1">
            <w:pPr>
              <w:jc w:val="left"/>
            </w:pPr>
            <w:r w:rsidRPr="00E86CF1">
              <w:t>pkt</w:t>
            </w:r>
          </w:p>
        </w:tc>
        <w:tc>
          <w:tcPr>
            <w:tcW w:w="1390" w:type="dxa"/>
            <w:noWrap/>
            <w:hideMark/>
          </w:tcPr>
          <w:p w14:paraId="0D5F5E78" w14:textId="77777777" w:rsidR="00E86CF1" w:rsidRPr="00E86CF1" w:rsidRDefault="00E86CF1">
            <w:pPr>
              <w:jc w:val="left"/>
            </w:pPr>
            <w:r w:rsidRPr="00E86CF1">
              <w:t> </w:t>
            </w:r>
          </w:p>
        </w:tc>
        <w:tc>
          <w:tcPr>
            <w:tcW w:w="1417" w:type="dxa"/>
            <w:noWrap/>
            <w:hideMark/>
          </w:tcPr>
          <w:p w14:paraId="1EB7DCB7" w14:textId="77777777" w:rsidR="00E86CF1" w:rsidRPr="00E86CF1" w:rsidRDefault="00E86CF1">
            <w:r w:rsidRPr="00E86CF1">
              <w:t> </w:t>
            </w:r>
          </w:p>
        </w:tc>
      </w:tr>
      <w:tr w:rsidR="00E86CF1" w:rsidRPr="00E86CF1" w14:paraId="5EF632DC" w14:textId="77777777" w:rsidTr="00A53751">
        <w:trPr>
          <w:trHeight w:val="290"/>
        </w:trPr>
        <w:tc>
          <w:tcPr>
            <w:tcW w:w="840" w:type="dxa"/>
            <w:noWrap/>
            <w:hideMark/>
          </w:tcPr>
          <w:p w14:paraId="6EF552DA" w14:textId="77777777" w:rsidR="00E86CF1" w:rsidRPr="00E86CF1" w:rsidRDefault="00E86CF1" w:rsidP="00E86CF1">
            <w:r w:rsidRPr="00E86CF1">
              <w:t>52</w:t>
            </w:r>
          </w:p>
        </w:tc>
        <w:tc>
          <w:tcPr>
            <w:tcW w:w="4455" w:type="dxa"/>
            <w:noWrap/>
            <w:hideMark/>
          </w:tcPr>
          <w:p w14:paraId="547869A2" w14:textId="77777777" w:rsidR="00E86CF1" w:rsidRPr="00E86CF1" w:rsidRDefault="00E86CF1">
            <w:pPr>
              <w:jc w:val="left"/>
            </w:pPr>
            <w:r w:rsidRPr="00E86CF1">
              <w:t xml:space="preserve">3 inch nail </w:t>
            </w:r>
          </w:p>
        </w:tc>
        <w:tc>
          <w:tcPr>
            <w:tcW w:w="751" w:type="dxa"/>
            <w:noWrap/>
            <w:hideMark/>
          </w:tcPr>
          <w:p w14:paraId="2A79502F" w14:textId="77777777" w:rsidR="00E86CF1" w:rsidRPr="00E86CF1" w:rsidRDefault="00E86CF1" w:rsidP="00E86CF1">
            <w:r w:rsidRPr="00E86CF1">
              <w:t>10</w:t>
            </w:r>
          </w:p>
        </w:tc>
        <w:tc>
          <w:tcPr>
            <w:tcW w:w="923" w:type="dxa"/>
            <w:noWrap/>
            <w:hideMark/>
          </w:tcPr>
          <w:p w14:paraId="0B05D6DF" w14:textId="77777777" w:rsidR="00E86CF1" w:rsidRPr="00E86CF1" w:rsidRDefault="00E86CF1" w:rsidP="00E86CF1">
            <w:pPr>
              <w:jc w:val="left"/>
            </w:pPr>
            <w:r w:rsidRPr="00E86CF1">
              <w:t>pkt</w:t>
            </w:r>
          </w:p>
        </w:tc>
        <w:tc>
          <w:tcPr>
            <w:tcW w:w="1390" w:type="dxa"/>
            <w:noWrap/>
            <w:hideMark/>
          </w:tcPr>
          <w:p w14:paraId="7A10DA89" w14:textId="77777777" w:rsidR="00E86CF1" w:rsidRPr="00E86CF1" w:rsidRDefault="00E86CF1">
            <w:pPr>
              <w:jc w:val="left"/>
            </w:pPr>
            <w:r w:rsidRPr="00E86CF1">
              <w:t> </w:t>
            </w:r>
          </w:p>
        </w:tc>
        <w:tc>
          <w:tcPr>
            <w:tcW w:w="1417" w:type="dxa"/>
            <w:noWrap/>
            <w:hideMark/>
          </w:tcPr>
          <w:p w14:paraId="739CBC71" w14:textId="77777777" w:rsidR="00E86CF1" w:rsidRPr="00E86CF1" w:rsidRDefault="00E86CF1">
            <w:r w:rsidRPr="00E86CF1">
              <w:t> </w:t>
            </w:r>
          </w:p>
        </w:tc>
      </w:tr>
      <w:tr w:rsidR="00E86CF1" w:rsidRPr="00E86CF1" w14:paraId="4E281160" w14:textId="77777777" w:rsidTr="00A53751">
        <w:trPr>
          <w:trHeight w:val="290"/>
        </w:trPr>
        <w:tc>
          <w:tcPr>
            <w:tcW w:w="840" w:type="dxa"/>
            <w:noWrap/>
            <w:hideMark/>
          </w:tcPr>
          <w:p w14:paraId="260A0CD9" w14:textId="77777777" w:rsidR="00E86CF1" w:rsidRPr="00E86CF1" w:rsidRDefault="00E86CF1" w:rsidP="00E86CF1">
            <w:r w:rsidRPr="00E86CF1">
              <w:t>53</w:t>
            </w:r>
          </w:p>
        </w:tc>
        <w:tc>
          <w:tcPr>
            <w:tcW w:w="4455" w:type="dxa"/>
            <w:noWrap/>
            <w:hideMark/>
          </w:tcPr>
          <w:p w14:paraId="6A9B9C06" w14:textId="77777777" w:rsidR="00E86CF1" w:rsidRPr="00E86CF1" w:rsidRDefault="00E86CF1">
            <w:pPr>
              <w:jc w:val="left"/>
            </w:pPr>
            <w:r w:rsidRPr="00E86CF1">
              <w:t>2 inch nail</w:t>
            </w:r>
          </w:p>
        </w:tc>
        <w:tc>
          <w:tcPr>
            <w:tcW w:w="751" w:type="dxa"/>
            <w:noWrap/>
            <w:hideMark/>
          </w:tcPr>
          <w:p w14:paraId="6EBD7F0C" w14:textId="77777777" w:rsidR="00E86CF1" w:rsidRPr="00E86CF1" w:rsidRDefault="00E86CF1" w:rsidP="00E86CF1">
            <w:r w:rsidRPr="00E86CF1">
              <w:t>10</w:t>
            </w:r>
          </w:p>
        </w:tc>
        <w:tc>
          <w:tcPr>
            <w:tcW w:w="923" w:type="dxa"/>
            <w:noWrap/>
            <w:hideMark/>
          </w:tcPr>
          <w:p w14:paraId="76BFECA3" w14:textId="77777777" w:rsidR="00E86CF1" w:rsidRPr="00E86CF1" w:rsidRDefault="00E86CF1" w:rsidP="00E86CF1">
            <w:pPr>
              <w:jc w:val="left"/>
            </w:pPr>
            <w:r w:rsidRPr="00E86CF1">
              <w:t>pkt</w:t>
            </w:r>
          </w:p>
        </w:tc>
        <w:tc>
          <w:tcPr>
            <w:tcW w:w="1390" w:type="dxa"/>
            <w:noWrap/>
            <w:hideMark/>
          </w:tcPr>
          <w:p w14:paraId="3BE61E07" w14:textId="77777777" w:rsidR="00E86CF1" w:rsidRPr="00E86CF1" w:rsidRDefault="00E86CF1">
            <w:pPr>
              <w:jc w:val="left"/>
            </w:pPr>
            <w:r w:rsidRPr="00E86CF1">
              <w:t> </w:t>
            </w:r>
          </w:p>
        </w:tc>
        <w:tc>
          <w:tcPr>
            <w:tcW w:w="1417" w:type="dxa"/>
            <w:noWrap/>
            <w:hideMark/>
          </w:tcPr>
          <w:p w14:paraId="061AD347" w14:textId="77777777" w:rsidR="00E86CF1" w:rsidRPr="00E86CF1" w:rsidRDefault="00E86CF1">
            <w:r w:rsidRPr="00E86CF1">
              <w:t> </w:t>
            </w:r>
          </w:p>
        </w:tc>
      </w:tr>
      <w:tr w:rsidR="00E86CF1" w:rsidRPr="00E86CF1" w14:paraId="0ECC9376" w14:textId="77777777" w:rsidTr="00A53751">
        <w:trPr>
          <w:trHeight w:val="290"/>
        </w:trPr>
        <w:tc>
          <w:tcPr>
            <w:tcW w:w="840" w:type="dxa"/>
            <w:noWrap/>
            <w:hideMark/>
          </w:tcPr>
          <w:p w14:paraId="722F6DC2" w14:textId="77777777" w:rsidR="00E86CF1" w:rsidRPr="00E86CF1" w:rsidRDefault="00E86CF1" w:rsidP="00E86CF1">
            <w:r w:rsidRPr="00E86CF1">
              <w:t>54</w:t>
            </w:r>
          </w:p>
        </w:tc>
        <w:tc>
          <w:tcPr>
            <w:tcW w:w="4455" w:type="dxa"/>
            <w:noWrap/>
            <w:hideMark/>
          </w:tcPr>
          <w:p w14:paraId="20929C2C" w14:textId="77777777" w:rsidR="00E86CF1" w:rsidRPr="00E86CF1" w:rsidRDefault="00E86CF1">
            <w:pPr>
              <w:jc w:val="left"/>
            </w:pPr>
            <w:r w:rsidRPr="00E86CF1">
              <w:t>Hexagon roofing screw with EPDM washers</w:t>
            </w:r>
          </w:p>
        </w:tc>
        <w:tc>
          <w:tcPr>
            <w:tcW w:w="751" w:type="dxa"/>
            <w:noWrap/>
            <w:hideMark/>
          </w:tcPr>
          <w:p w14:paraId="337DFEA8" w14:textId="77777777" w:rsidR="00E86CF1" w:rsidRPr="00E86CF1" w:rsidRDefault="00E86CF1" w:rsidP="00E86CF1">
            <w:r w:rsidRPr="00E86CF1">
              <w:t>10</w:t>
            </w:r>
          </w:p>
        </w:tc>
        <w:tc>
          <w:tcPr>
            <w:tcW w:w="923" w:type="dxa"/>
            <w:noWrap/>
            <w:hideMark/>
          </w:tcPr>
          <w:p w14:paraId="039F2F21" w14:textId="77777777" w:rsidR="00E86CF1" w:rsidRPr="00E86CF1" w:rsidRDefault="00E86CF1" w:rsidP="00E86CF1">
            <w:pPr>
              <w:jc w:val="left"/>
            </w:pPr>
            <w:r w:rsidRPr="00E86CF1">
              <w:t>kg</w:t>
            </w:r>
          </w:p>
        </w:tc>
        <w:tc>
          <w:tcPr>
            <w:tcW w:w="1390" w:type="dxa"/>
            <w:noWrap/>
            <w:hideMark/>
          </w:tcPr>
          <w:p w14:paraId="0CDFAC08" w14:textId="77777777" w:rsidR="00E86CF1" w:rsidRPr="00E86CF1" w:rsidRDefault="00E86CF1">
            <w:pPr>
              <w:jc w:val="left"/>
            </w:pPr>
            <w:r w:rsidRPr="00E86CF1">
              <w:t> </w:t>
            </w:r>
          </w:p>
        </w:tc>
        <w:tc>
          <w:tcPr>
            <w:tcW w:w="1417" w:type="dxa"/>
            <w:noWrap/>
            <w:hideMark/>
          </w:tcPr>
          <w:p w14:paraId="7BD7545E" w14:textId="77777777" w:rsidR="00E86CF1" w:rsidRPr="00E86CF1" w:rsidRDefault="00E86CF1">
            <w:r w:rsidRPr="00E86CF1">
              <w:t> </w:t>
            </w:r>
          </w:p>
        </w:tc>
      </w:tr>
      <w:tr w:rsidR="00E86CF1" w:rsidRPr="00E86CF1" w14:paraId="4CCD3804" w14:textId="77777777" w:rsidTr="00A53751">
        <w:trPr>
          <w:trHeight w:val="290"/>
        </w:trPr>
        <w:tc>
          <w:tcPr>
            <w:tcW w:w="840" w:type="dxa"/>
            <w:noWrap/>
            <w:hideMark/>
          </w:tcPr>
          <w:p w14:paraId="5941CC57" w14:textId="77777777" w:rsidR="00E86CF1" w:rsidRPr="00E86CF1" w:rsidRDefault="00E86CF1" w:rsidP="00E86CF1">
            <w:r w:rsidRPr="00E86CF1">
              <w:t> </w:t>
            </w:r>
          </w:p>
        </w:tc>
        <w:tc>
          <w:tcPr>
            <w:tcW w:w="4455" w:type="dxa"/>
            <w:noWrap/>
            <w:hideMark/>
          </w:tcPr>
          <w:p w14:paraId="4C490178" w14:textId="77777777" w:rsidR="00E86CF1" w:rsidRPr="00E86CF1" w:rsidRDefault="00E86CF1">
            <w:pPr>
              <w:jc w:val="left"/>
              <w:rPr>
                <w:b/>
                <w:bCs/>
              </w:rPr>
            </w:pPr>
            <w:r w:rsidRPr="00E86CF1">
              <w:rPr>
                <w:b/>
                <w:bCs/>
              </w:rPr>
              <w:t>External works</w:t>
            </w:r>
          </w:p>
        </w:tc>
        <w:tc>
          <w:tcPr>
            <w:tcW w:w="751" w:type="dxa"/>
            <w:noWrap/>
            <w:hideMark/>
          </w:tcPr>
          <w:p w14:paraId="27CA2699" w14:textId="77777777" w:rsidR="00E86CF1" w:rsidRPr="00E86CF1" w:rsidRDefault="00E86CF1" w:rsidP="00E86CF1">
            <w:r w:rsidRPr="00E86CF1">
              <w:t> </w:t>
            </w:r>
          </w:p>
        </w:tc>
        <w:tc>
          <w:tcPr>
            <w:tcW w:w="923" w:type="dxa"/>
            <w:noWrap/>
            <w:hideMark/>
          </w:tcPr>
          <w:p w14:paraId="1137726F" w14:textId="77777777" w:rsidR="00E86CF1" w:rsidRPr="00E86CF1" w:rsidRDefault="00E86CF1" w:rsidP="00E86CF1">
            <w:pPr>
              <w:jc w:val="left"/>
            </w:pPr>
            <w:r w:rsidRPr="00E86CF1">
              <w:t> </w:t>
            </w:r>
          </w:p>
        </w:tc>
        <w:tc>
          <w:tcPr>
            <w:tcW w:w="1390" w:type="dxa"/>
            <w:noWrap/>
            <w:hideMark/>
          </w:tcPr>
          <w:p w14:paraId="172DBE4E" w14:textId="77777777" w:rsidR="00E86CF1" w:rsidRPr="00E86CF1" w:rsidRDefault="00E86CF1">
            <w:pPr>
              <w:jc w:val="left"/>
            </w:pPr>
            <w:r w:rsidRPr="00E86CF1">
              <w:t> </w:t>
            </w:r>
          </w:p>
        </w:tc>
        <w:tc>
          <w:tcPr>
            <w:tcW w:w="1417" w:type="dxa"/>
            <w:noWrap/>
            <w:hideMark/>
          </w:tcPr>
          <w:p w14:paraId="50EA6FBB" w14:textId="77777777" w:rsidR="00E86CF1" w:rsidRPr="00E86CF1" w:rsidRDefault="00E86CF1">
            <w:r w:rsidRPr="00E86CF1">
              <w:t> </w:t>
            </w:r>
          </w:p>
        </w:tc>
      </w:tr>
      <w:tr w:rsidR="00E86CF1" w:rsidRPr="00E86CF1" w14:paraId="1F5D7182" w14:textId="77777777" w:rsidTr="00A53751">
        <w:trPr>
          <w:trHeight w:val="290"/>
        </w:trPr>
        <w:tc>
          <w:tcPr>
            <w:tcW w:w="840" w:type="dxa"/>
            <w:noWrap/>
            <w:hideMark/>
          </w:tcPr>
          <w:p w14:paraId="77EADE8C" w14:textId="77777777" w:rsidR="00E86CF1" w:rsidRPr="00E86CF1" w:rsidRDefault="00E86CF1" w:rsidP="00E86CF1">
            <w:r w:rsidRPr="00E86CF1">
              <w:t>55</w:t>
            </w:r>
          </w:p>
        </w:tc>
        <w:tc>
          <w:tcPr>
            <w:tcW w:w="4455" w:type="dxa"/>
            <w:noWrap/>
            <w:hideMark/>
          </w:tcPr>
          <w:p w14:paraId="08688CAF" w14:textId="77777777" w:rsidR="00E86CF1" w:rsidRPr="00E86CF1" w:rsidRDefault="00E86CF1">
            <w:pPr>
              <w:jc w:val="left"/>
            </w:pPr>
            <w:r w:rsidRPr="00E86CF1">
              <w:t>6000ltrs water tank completed with outlet</w:t>
            </w:r>
          </w:p>
        </w:tc>
        <w:tc>
          <w:tcPr>
            <w:tcW w:w="751" w:type="dxa"/>
            <w:noWrap/>
            <w:hideMark/>
          </w:tcPr>
          <w:p w14:paraId="2DE9D7BD" w14:textId="77777777" w:rsidR="00E86CF1" w:rsidRPr="00E86CF1" w:rsidRDefault="00E86CF1" w:rsidP="00E86CF1">
            <w:r w:rsidRPr="00E86CF1">
              <w:t>1</w:t>
            </w:r>
          </w:p>
        </w:tc>
        <w:tc>
          <w:tcPr>
            <w:tcW w:w="923" w:type="dxa"/>
            <w:noWrap/>
            <w:hideMark/>
          </w:tcPr>
          <w:p w14:paraId="7F06300B" w14:textId="77777777" w:rsidR="00E86CF1" w:rsidRPr="00E86CF1" w:rsidRDefault="00E86CF1" w:rsidP="00E86CF1">
            <w:pPr>
              <w:jc w:val="left"/>
            </w:pPr>
            <w:r w:rsidRPr="00E86CF1">
              <w:t>no</w:t>
            </w:r>
          </w:p>
        </w:tc>
        <w:tc>
          <w:tcPr>
            <w:tcW w:w="1390" w:type="dxa"/>
            <w:noWrap/>
            <w:hideMark/>
          </w:tcPr>
          <w:p w14:paraId="2B6E13A7" w14:textId="77777777" w:rsidR="00E86CF1" w:rsidRPr="00E86CF1" w:rsidRDefault="00E86CF1">
            <w:pPr>
              <w:jc w:val="left"/>
            </w:pPr>
            <w:r w:rsidRPr="00E86CF1">
              <w:t> </w:t>
            </w:r>
          </w:p>
        </w:tc>
        <w:tc>
          <w:tcPr>
            <w:tcW w:w="1417" w:type="dxa"/>
            <w:noWrap/>
            <w:hideMark/>
          </w:tcPr>
          <w:p w14:paraId="38F4B8AC" w14:textId="77777777" w:rsidR="00E86CF1" w:rsidRPr="00E86CF1" w:rsidRDefault="00E86CF1">
            <w:r w:rsidRPr="00E86CF1">
              <w:t> </w:t>
            </w:r>
          </w:p>
        </w:tc>
      </w:tr>
      <w:tr w:rsidR="00E86CF1" w:rsidRPr="00E86CF1" w14:paraId="0AAD1116" w14:textId="77777777" w:rsidTr="00A53751">
        <w:trPr>
          <w:trHeight w:val="290"/>
        </w:trPr>
        <w:tc>
          <w:tcPr>
            <w:tcW w:w="840" w:type="dxa"/>
            <w:noWrap/>
            <w:hideMark/>
          </w:tcPr>
          <w:p w14:paraId="5ED84597" w14:textId="77777777" w:rsidR="00E86CF1" w:rsidRPr="00E86CF1" w:rsidRDefault="00E86CF1" w:rsidP="00E86CF1">
            <w:pPr>
              <w:rPr>
                <w:b/>
                <w:bCs/>
              </w:rPr>
            </w:pPr>
            <w:r w:rsidRPr="00E86CF1">
              <w:rPr>
                <w:b/>
                <w:bCs/>
              </w:rPr>
              <w:t> </w:t>
            </w:r>
          </w:p>
        </w:tc>
        <w:tc>
          <w:tcPr>
            <w:tcW w:w="4455" w:type="dxa"/>
            <w:noWrap/>
            <w:hideMark/>
          </w:tcPr>
          <w:p w14:paraId="29F2A8FE" w14:textId="77777777" w:rsidR="00E86CF1" w:rsidRPr="00E86CF1" w:rsidRDefault="00E86CF1">
            <w:pPr>
              <w:jc w:val="left"/>
              <w:rPr>
                <w:b/>
                <w:bCs/>
              </w:rPr>
            </w:pPr>
            <w:r w:rsidRPr="00E86CF1">
              <w:rPr>
                <w:b/>
                <w:bCs/>
              </w:rPr>
              <w:t xml:space="preserve">Total cost </w:t>
            </w:r>
          </w:p>
        </w:tc>
        <w:tc>
          <w:tcPr>
            <w:tcW w:w="751" w:type="dxa"/>
            <w:noWrap/>
            <w:hideMark/>
          </w:tcPr>
          <w:p w14:paraId="5D49EAC5" w14:textId="77777777" w:rsidR="00E86CF1" w:rsidRPr="00E86CF1" w:rsidRDefault="00E86CF1" w:rsidP="00E86CF1">
            <w:pPr>
              <w:rPr>
                <w:b/>
                <w:bCs/>
              </w:rPr>
            </w:pPr>
            <w:r w:rsidRPr="00E86CF1">
              <w:rPr>
                <w:b/>
                <w:bCs/>
              </w:rPr>
              <w:t> </w:t>
            </w:r>
          </w:p>
        </w:tc>
        <w:tc>
          <w:tcPr>
            <w:tcW w:w="923" w:type="dxa"/>
            <w:noWrap/>
            <w:hideMark/>
          </w:tcPr>
          <w:p w14:paraId="77C060E1" w14:textId="77777777" w:rsidR="00E86CF1" w:rsidRPr="00E86CF1" w:rsidRDefault="00E86CF1" w:rsidP="00E86CF1">
            <w:pPr>
              <w:jc w:val="left"/>
              <w:rPr>
                <w:b/>
                <w:bCs/>
              </w:rPr>
            </w:pPr>
            <w:r w:rsidRPr="00E86CF1">
              <w:rPr>
                <w:b/>
                <w:bCs/>
              </w:rPr>
              <w:t> </w:t>
            </w:r>
          </w:p>
        </w:tc>
        <w:tc>
          <w:tcPr>
            <w:tcW w:w="1390" w:type="dxa"/>
            <w:noWrap/>
            <w:hideMark/>
          </w:tcPr>
          <w:p w14:paraId="2A51855C" w14:textId="77777777" w:rsidR="00E86CF1" w:rsidRPr="00E86CF1" w:rsidRDefault="00E86CF1">
            <w:pPr>
              <w:jc w:val="left"/>
              <w:rPr>
                <w:b/>
                <w:bCs/>
              </w:rPr>
            </w:pPr>
            <w:r w:rsidRPr="00E86CF1">
              <w:rPr>
                <w:b/>
                <w:bCs/>
              </w:rPr>
              <w:t> </w:t>
            </w:r>
          </w:p>
        </w:tc>
        <w:tc>
          <w:tcPr>
            <w:tcW w:w="1417" w:type="dxa"/>
            <w:noWrap/>
            <w:hideMark/>
          </w:tcPr>
          <w:p w14:paraId="1475EA60" w14:textId="77777777" w:rsidR="00E86CF1" w:rsidRPr="00E86CF1" w:rsidRDefault="00E86CF1">
            <w:pPr>
              <w:rPr>
                <w:b/>
                <w:bCs/>
              </w:rPr>
            </w:pPr>
            <w:r w:rsidRPr="00E86CF1">
              <w:rPr>
                <w:b/>
                <w:bCs/>
              </w:rPr>
              <w:t> </w:t>
            </w:r>
          </w:p>
        </w:tc>
      </w:tr>
      <w:tr w:rsidR="00E86CF1" w:rsidRPr="00E86CF1" w14:paraId="4AB66D3F" w14:textId="77777777" w:rsidTr="00A53751">
        <w:trPr>
          <w:trHeight w:val="290"/>
        </w:trPr>
        <w:tc>
          <w:tcPr>
            <w:tcW w:w="840" w:type="dxa"/>
            <w:noWrap/>
            <w:hideMark/>
          </w:tcPr>
          <w:p w14:paraId="2C7532EA" w14:textId="77777777" w:rsidR="00E86CF1" w:rsidRPr="00E86CF1" w:rsidRDefault="00E86CF1" w:rsidP="00E86CF1">
            <w:pPr>
              <w:rPr>
                <w:b/>
                <w:bCs/>
              </w:rPr>
            </w:pPr>
            <w:r w:rsidRPr="00E86CF1">
              <w:rPr>
                <w:b/>
                <w:bCs/>
              </w:rPr>
              <w:t> </w:t>
            </w:r>
          </w:p>
        </w:tc>
        <w:tc>
          <w:tcPr>
            <w:tcW w:w="4455" w:type="dxa"/>
            <w:noWrap/>
            <w:hideMark/>
          </w:tcPr>
          <w:p w14:paraId="272EFE25" w14:textId="77777777" w:rsidR="00E86CF1" w:rsidRPr="00E86CF1" w:rsidRDefault="00E86CF1">
            <w:pPr>
              <w:jc w:val="left"/>
              <w:rPr>
                <w:b/>
                <w:bCs/>
              </w:rPr>
            </w:pPr>
            <w:r w:rsidRPr="00E86CF1">
              <w:rPr>
                <w:b/>
                <w:bCs/>
              </w:rPr>
              <w:t>vat</w:t>
            </w:r>
          </w:p>
        </w:tc>
        <w:tc>
          <w:tcPr>
            <w:tcW w:w="751" w:type="dxa"/>
            <w:noWrap/>
            <w:hideMark/>
          </w:tcPr>
          <w:p w14:paraId="50D8A1B0" w14:textId="77777777" w:rsidR="00E86CF1" w:rsidRPr="00E86CF1" w:rsidRDefault="00E86CF1" w:rsidP="00E86CF1">
            <w:pPr>
              <w:rPr>
                <w:b/>
                <w:bCs/>
              </w:rPr>
            </w:pPr>
            <w:r w:rsidRPr="00E86CF1">
              <w:rPr>
                <w:b/>
                <w:bCs/>
              </w:rPr>
              <w:t> </w:t>
            </w:r>
          </w:p>
        </w:tc>
        <w:tc>
          <w:tcPr>
            <w:tcW w:w="923" w:type="dxa"/>
            <w:noWrap/>
            <w:hideMark/>
          </w:tcPr>
          <w:p w14:paraId="21BFCB62" w14:textId="77777777" w:rsidR="00E86CF1" w:rsidRPr="00E86CF1" w:rsidRDefault="00E86CF1" w:rsidP="00E86CF1">
            <w:pPr>
              <w:jc w:val="left"/>
              <w:rPr>
                <w:b/>
                <w:bCs/>
              </w:rPr>
            </w:pPr>
            <w:r w:rsidRPr="00E86CF1">
              <w:rPr>
                <w:b/>
                <w:bCs/>
              </w:rPr>
              <w:t> </w:t>
            </w:r>
          </w:p>
        </w:tc>
        <w:tc>
          <w:tcPr>
            <w:tcW w:w="1390" w:type="dxa"/>
            <w:noWrap/>
            <w:hideMark/>
          </w:tcPr>
          <w:p w14:paraId="55EA3E66" w14:textId="77777777" w:rsidR="00E86CF1" w:rsidRPr="00E86CF1" w:rsidRDefault="00E86CF1">
            <w:pPr>
              <w:jc w:val="left"/>
              <w:rPr>
                <w:b/>
                <w:bCs/>
              </w:rPr>
            </w:pPr>
            <w:r w:rsidRPr="00E86CF1">
              <w:rPr>
                <w:b/>
                <w:bCs/>
              </w:rPr>
              <w:t> </w:t>
            </w:r>
          </w:p>
        </w:tc>
        <w:tc>
          <w:tcPr>
            <w:tcW w:w="1417" w:type="dxa"/>
            <w:noWrap/>
            <w:hideMark/>
          </w:tcPr>
          <w:p w14:paraId="1668BA0E" w14:textId="77777777" w:rsidR="00E86CF1" w:rsidRPr="00E86CF1" w:rsidRDefault="00E86CF1">
            <w:pPr>
              <w:rPr>
                <w:b/>
                <w:bCs/>
              </w:rPr>
            </w:pPr>
            <w:r w:rsidRPr="00E86CF1">
              <w:rPr>
                <w:b/>
                <w:bCs/>
              </w:rPr>
              <w:t> </w:t>
            </w:r>
          </w:p>
        </w:tc>
      </w:tr>
      <w:tr w:rsidR="00E86CF1" w:rsidRPr="00E86CF1" w14:paraId="005B2E0B" w14:textId="77777777" w:rsidTr="00A53751">
        <w:trPr>
          <w:trHeight w:val="290"/>
        </w:trPr>
        <w:tc>
          <w:tcPr>
            <w:tcW w:w="840" w:type="dxa"/>
            <w:noWrap/>
            <w:hideMark/>
          </w:tcPr>
          <w:p w14:paraId="5389F2A3" w14:textId="77777777" w:rsidR="00E86CF1" w:rsidRPr="00E86CF1" w:rsidRDefault="00E86CF1" w:rsidP="00E86CF1">
            <w:pPr>
              <w:rPr>
                <w:b/>
                <w:bCs/>
              </w:rPr>
            </w:pPr>
            <w:r w:rsidRPr="00E86CF1">
              <w:rPr>
                <w:b/>
                <w:bCs/>
              </w:rPr>
              <w:t> </w:t>
            </w:r>
          </w:p>
        </w:tc>
        <w:tc>
          <w:tcPr>
            <w:tcW w:w="4455" w:type="dxa"/>
            <w:noWrap/>
            <w:hideMark/>
          </w:tcPr>
          <w:p w14:paraId="6E2E2E81" w14:textId="77777777" w:rsidR="00E86CF1" w:rsidRPr="00E86CF1" w:rsidRDefault="00E86CF1">
            <w:pPr>
              <w:jc w:val="left"/>
              <w:rPr>
                <w:b/>
                <w:bCs/>
              </w:rPr>
            </w:pPr>
            <w:r w:rsidRPr="00E86CF1">
              <w:rPr>
                <w:b/>
                <w:bCs/>
              </w:rPr>
              <w:t> </w:t>
            </w:r>
          </w:p>
        </w:tc>
        <w:tc>
          <w:tcPr>
            <w:tcW w:w="751" w:type="dxa"/>
            <w:noWrap/>
            <w:hideMark/>
          </w:tcPr>
          <w:p w14:paraId="7CBAFC27" w14:textId="77777777" w:rsidR="00E86CF1" w:rsidRPr="00E86CF1" w:rsidRDefault="00E86CF1" w:rsidP="00E86CF1">
            <w:pPr>
              <w:rPr>
                <w:b/>
                <w:bCs/>
              </w:rPr>
            </w:pPr>
            <w:r w:rsidRPr="00E86CF1">
              <w:rPr>
                <w:b/>
                <w:bCs/>
              </w:rPr>
              <w:t> </w:t>
            </w:r>
          </w:p>
        </w:tc>
        <w:tc>
          <w:tcPr>
            <w:tcW w:w="923" w:type="dxa"/>
            <w:noWrap/>
            <w:hideMark/>
          </w:tcPr>
          <w:p w14:paraId="2C685696" w14:textId="77777777" w:rsidR="00E86CF1" w:rsidRPr="00E86CF1" w:rsidRDefault="00E86CF1" w:rsidP="00E86CF1">
            <w:pPr>
              <w:jc w:val="left"/>
              <w:rPr>
                <w:b/>
                <w:bCs/>
              </w:rPr>
            </w:pPr>
            <w:r w:rsidRPr="00E86CF1">
              <w:rPr>
                <w:b/>
                <w:bCs/>
              </w:rPr>
              <w:t> </w:t>
            </w:r>
          </w:p>
        </w:tc>
        <w:tc>
          <w:tcPr>
            <w:tcW w:w="1390" w:type="dxa"/>
            <w:noWrap/>
            <w:hideMark/>
          </w:tcPr>
          <w:p w14:paraId="39CE7A0E" w14:textId="77777777" w:rsidR="00E86CF1" w:rsidRPr="00E86CF1" w:rsidRDefault="00E86CF1">
            <w:pPr>
              <w:jc w:val="left"/>
              <w:rPr>
                <w:b/>
                <w:bCs/>
              </w:rPr>
            </w:pPr>
            <w:r w:rsidRPr="00E86CF1">
              <w:rPr>
                <w:b/>
                <w:bCs/>
              </w:rPr>
              <w:t> </w:t>
            </w:r>
          </w:p>
        </w:tc>
        <w:tc>
          <w:tcPr>
            <w:tcW w:w="1417" w:type="dxa"/>
            <w:noWrap/>
            <w:hideMark/>
          </w:tcPr>
          <w:p w14:paraId="412D4274" w14:textId="77777777" w:rsidR="00E86CF1" w:rsidRPr="00E86CF1" w:rsidRDefault="00E86CF1">
            <w:pPr>
              <w:rPr>
                <w:b/>
                <w:bCs/>
              </w:rPr>
            </w:pPr>
            <w:r w:rsidRPr="00E86CF1">
              <w:rPr>
                <w:b/>
                <w:bCs/>
              </w:rPr>
              <w:t> </w:t>
            </w:r>
          </w:p>
        </w:tc>
      </w:tr>
      <w:tr w:rsidR="00E86CF1" w:rsidRPr="00E86CF1" w14:paraId="1097074B" w14:textId="77777777" w:rsidTr="00A53751">
        <w:trPr>
          <w:trHeight w:val="290"/>
        </w:trPr>
        <w:tc>
          <w:tcPr>
            <w:tcW w:w="840" w:type="dxa"/>
            <w:noWrap/>
            <w:hideMark/>
          </w:tcPr>
          <w:p w14:paraId="4501FD90" w14:textId="77777777" w:rsidR="00E86CF1" w:rsidRPr="00E86CF1" w:rsidRDefault="00E86CF1" w:rsidP="00E86CF1">
            <w:pPr>
              <w:rPr>
                <w:b/>
                <w:bCs/>
              </w:rPr>
            </w:pPr>
            <w:r w:rsidRPr="00E86CF1">
              <w:rPr>
                <w:b/>
                <w:bCs/>
              </w:rPr>
              <w:t> </w:t>
            </w:r>
          </w:p>
        </w:tc>
        <w:tc>
          <w:tcPr>
            <w:tcW w:w="4455" w:type="dxa"/>
            <w:noWrap/>
            <w:hideMark/>
          </w:tcPr>
          <w:p w14:paraId="78696589" w14:textId="77777777" w:rsidR="00E86CF1" w:rsidRPr="00E86CF1" w:rsidRDefault="00E86CF1">
            <w:pPr>
              <w:jc w:val="left"/>
              <w:rPr>
                <w:b/>
                <w:bCs/>
              </w:rPr>
            </w:pPr>
            <w:r w:rsidRPr="00E86CF1">
              <w:rPr>
                <w:b/>
                <w:bCs/>
              </w:rPr>
              <w:t>other charges</w:t>
            </w:r>
          </w:p>
        </w:tc>
        <w:tc>
          <w:tcPr>
            <w:tcW w:w="751" w:type="dxa"/>
            <w:noWrap/>
            <w:hideMark/>
          </w:tcPr>
          <w:p w14:paraId="7E693A64" w14:textId="77777777" w:rsidR="00E86CF1" w:rsidRPr="00E86CF1" w:rsidRDefault="00E86CF1" w:rsidP="00E86CF1">
            <w:pPr>
              <w:rPr>
                <w:b/>
                <w:bCs/>
              </w:rPr>
            </w:pPr>
            <w:r w:rsidRPr="00E86CF1">
              <w:rPr>
                <w:b/>
                <w:bCs/>
              </w:rPr>
              <w:t> </w:t>
            </w:r>
          </w:p>
        </w:tc>
        <w:tc>
          <w:tcPr>
            <w:tcW w:w="923" w:type="dxa"/>
            <w:noWrap/>
            <w:hideMark/>
          </w:tcPr>
          <w:p w14:paraId="25F217D3" w14:textId="77777777" w:rsidR="00E86CF1" w:rsidRPr="00E86CF1" w:rsidRDefault="00E86CF1" w:rsidP="00E86CF1">
            <w:pPr>
              <w:jc w:val="left"/>
              <w:rPr>
                <w:b/>
                <w:bCs/>
              </w:rPr>
            </w:pPr>
            <w:r w:rsidRPr="00E86CF1">
              <w:rPr>
                <w:b/>
                <w:bCs/>
              </w:rPr>
              <w:t> </w:t>
            </w:r>
          </w:p>
        </w:tc>
        <w:tc>
          <w:tcPr>
            <w:tcW w:w="1390" w:type="dxa"/>
            <w:noWrap/>
            <w:hideMark/>
          </w:tcPr>
          <w:p w14:paraId="5388B91E" w14:textId="77777777" w:rsidR="00E86CF1" w:rsidRPr="00E86CF1" w:rsidRDefault="00E86CF1">
            <w:pPr>
              <w:jc w:val="left"/>
              <w:rPr>
                <w:b/>
                <w:bCs/>
              </w:rPr>
            </w:pPr>
            <w:r w:rsidRPr="00E86CF1">
              <w:rPr>
                <w:b/>
                <w:bCs/>
              </w:rPr>
              <w:t> </w:t>
            </w:r>
          </w:p>
        </w:tc>
        <w:tc>
          <w:tcPr>
            <w:tcW w:w="1417" w:type="dxa"/>
            <w:noWrap/>
            <w:hideMark/>
          </w:tcPr>
          <w:p w14:paraId="3F3287F8" w14:textId="77777777" w:rsidR="00E86CF1" w:rsidRPr="00E86CF1" w:rsidRDefault="00E86CF1">
            <w:pPr>
              <w:rPr>
                <w:b/>
                <w:bCs/>
              </w:rPr>
            </w:pPr>
            <w:r w:rsidRPr="00E86CF1">
              <w:rPr>
                <w:b/>
                <w:bCs/>
              </w:rPr>
              <w:t> </w:t>
            </w:r>
          </w:p>
        </w:tc>
      </w:tr>
      <w:tr w:rsidR="00E86CF1" w:rsidRPr="00E86CF1" w14:paraId="2A3141DB" w14:textId="77777777" w:rsidTr="00A53751">
        <w:trPr>
          <w:trHeight w:val="290"/>
        </w:trPr>
        <w:tc>
          <w:tcPr>
            <w:tcW w:w="840" w:type="dxa"/>
            <w:noWrap/>
            <w:hideMark/>
          </w:tcPr>
          <w:p w14:paraId="0CFF85B1" w14:textId="77777777" w:rsidR="00E86CF1" w:rsidRPr="00E86CF1" w:rsidRDefault="00E86CF1" w:rsidP="00E86CF1">
            <w:pPr>
              <w:rPr>
                <w:b/>
                <w:bCs/>
              </w:rPr>
            </w:pPr>
            <w:r w:rsidRPr="00E86CF1">
              <w:rPr>
                <w:b/>
                <w:bCs/>
              </w:rPr>
              <w:lastRenderedPageBreak/>
              <w:t> </w:t>
            </w:r>
          </w:p>
        </w:tc>
        <w:tc>
          <w:tcPr>
            <w:tcW w:w="4455" w:type="dxa"/>
            <w:noWrap/>
            <w:hideMark/>
          </w:tcPr>
          <w:p w14:paraId="41B888AE" w14:textId="77777777" w:rsidR="00E86CF1" w:rsidRPr="00E86CF1" w:rsidRDefault="00E86CF1">
            <w:pPr>
              <w:jc w:val="left"/>
              <w:rPr>
                <w:b/>
                <w:bCs/>
              </w:rPr>
            </w:pPr>
            <w:r w:rsidRPr="00E86CF1">
              <w:rPr>
                <w:b/>
                <w:bCs/>
              </w:rPr>
              <w:t>Total cost (vat inclusive)</w:t>
            </w:r>
          </w:p>
        </w:tc>
        <w:tc>
          <w:tcPr>
            <w:tcW w:w="751" w:type="dxa"/>
            <w:noWrap/>
            <w:hideMark/>
          </w:tcPr>
          <w:p w14:paraId="5F604996" w14:textId="77777777" w:rsidR="00E86CF1" w:rsidRPr="00E86CF1" w:rsidRDefault="00E86CF1" w:rsidP="00E86CF1">
            <w:pPr>
              <w:rPr>
                <w:b/>
                <w:bCs/>
              </w:rPr>
            </w:pPr>
            <w:r w:rsidRPr="00E86CF1">
              <w:rPr>
                <w:b/>
                <w:bCs/>
              </w:rPr>
              <w:t> </w:t>
            </w:r>
          </w:p>
        </w:tc>
        <w:tc>
          <w:tcPr>
            <w:tcW w:w="923" w:type="dxa"/>
            <w:noWrap/>
            <w:hideMark/>
          </w:tcPr>
          <w:p w14:paraId="0BF3D92F" w14:textId="77777777" w:rsidR="00E86CF1" w:rsidRPr="00E86CF1" w:rsidRDefault="00E86CF1" w:rsidP="00E86CF1">
            <w:pPr>
              <w:jc w:val="left"/>
              <w:rPr>
                <w:b/>
                <w:bCs/>
              </w:rPr>
            </w:pPr>
            <w:r w:rsidRPr="00E86CF1">
              <w:rPr>
                <w:b/>
                <w:bCs/>
              </w:rPr>
              <w:t> </w:t>
            </w:r>
          </w:p>
        </w:tc>
        <w:tc>
          <w:tcPr>
            <w:tcW w:w="1390" w:type="dxa"/>
            <w:noWrap/>
            <w:hideMark/>
          </w:tcPr>
          <w:p w14:paraId="24DFA3D0" w14:textId="77777777" w:rsidR="00E86CF1" w:rsidRPr="00E86CF1" w:rsidRDefault="00E86CF1">
            <w:pPr>
              <w:jc w:val="left"/>
              <w:rPr>
                <w:b/>
                <w:bCs/>
              </w:rPr>
            </w:pPr>
            <w:r w:rsidRPr="00E86CF1">
              <w:rPr>
                <w:b/>
                <w:bCs/>
              </w:rPr>
              <w:t> </w:t>
            </w:r>
          </w:p>
        </w:tc>
        <w:tc>
          <w:tcPr>
            <w:tcW w:w="1417" w:type="dxa"/>
            <w:noWrap/>
            <w:hideMark/>
          </w:tcPr>
          <w:p w14:paraId="329C1DD5" w14:textId="77777777" w:rsidR="00E86CF1" w:rsidRPr="00E86CF1" w:rsidRDefault="00E86CF1">
            <w:pPr>
              <w:rPr>
                <w:b/>
                <w:bCs/>
              </w:rPr>
            </w:pPr>
            <w:r w:rsidRPr="00E86CF1">
              <w:rPr>
                <w:b/>
                <w:bCs/>
              </w:rPr>
              <w:t> </w:t>
            </w:r>
          </w:p>
        </w:tc>
      </w:tr>
    </w:tbl>
    <w:p w14:paraId="17B88BB6" w14:textId="77777777" w:rsidR="00E86CF1" w:rsidRPr="00E86CF1" w:rsidRDefault="00E86CF1"/>
    <w:p w14:paraId="246FDD0E" w14:textId="67775B2C" w:rsidR="00395559" w:rsidRDefault="00E86CF1">
      <w:pPr>
        <w:numPr>
          <w:ilvl w:val="0"/>
          <w:numId w:val="5"/>
        </w:numPr>
        <w:rPr>
          <w:b/>
          <w:bCs/>
        </w:rPr>
      </w:pPr>
      <w:r>
        <w:rPr>
          <w:b/>
          <w:bCs/>
        </w:rPr>
        <w:t>Rehab for Catholic Otowae Parish maneaba, Onotoa</w:t>
      </w:r>
    </w:p>
    <w:tbl>
      <w:tblPr>
        <w:tblStyle w:val="TableGrid"/>
        <w:tblW w:w="9776" w:type="dxa"/>
        <w:tblLook w:val="04A0" w:firstRow="1" w:lastRow="0" w:firstColumn="1" w:lastColumn="0" w:noHBand="0" w:noVBand="1"/>
      </w:tblPr>
      <w:tblGrid>
        <w:gridCol w:w="820"/>
        <w:gridCol w:w="4460"/>
        <w:gridCol w:w="797"/>
        <w:gridCol w:w="873"/>
        <w:gridCol w:w="1340"/>
        <w:gridCol w:w="1493"/>
      </w:tblGrid>
      <w:tr w:rsidR="00E86CF1" w:rsidRPr="00E86CF1" w14:paraId="7C776D9C" w14:textId="77777777" w:rsidTr="00A53751">
        <w:trPr>
          <w:trHeight w:val="610"/>
        </w:trPr>
        <w:tc>
          <w:tcPr>
            <w:tcW w:w="5280" w:type="dxa"/>
            <w:gridSpan w:val="2"/>
            <w:hideMark/>
          </w:tcPr>
          <w:p w14:paraId="4B0D8F88" w14:textId="77777777" w:rsidR="00E86CF1" w:rsidRPr="00E86CF1" w:rsidRDefault="00E86CF1" w:rsidP="00E86CF1">
            <w:pPr>
              <w:jc w:val="left"/>
              <w:rPr>
                <w:b/>
                <w:bCs/>
                <w:lang w:val="en-KI"/>
              </w:rPr>
            </w:pPr>
            <w:r w:rsidRPr="00E86CF1">
              <w:rPr>
                <w:b/>
                <w:bCs/>
              </w:rPr>
              <w:t>Materia list - Rehab for Otowae Catholic Parish maneaba (Onotoa)</w:t>
            </w:r>
          </w:p>
        </w:tc>
        <w:tc>
          <w:tcPr>
            <w:tcW w:w="790" w:type="dxa"/>
            <w:noWrap/>
            <w:hideMark/>
          </w:tcPr>
          <w:p w14:paraId="62483643" w14:textId="77777777" w:rsidR="00E86CF1" w:rsidRPr="00E86CF1" w:rsidRDefault="00E86CF1" w:rsidP="00E86CF1">
            <w:pPr>
              <w:jc w:val="left"/>
              <w:rPr>
                <w:b/>
                <w:bCs/>
              </w:rPr>
            </w:pPr>
            <w:r w:rsidRPr="00E86CF1">
              <w:rPr>
                <w:b/>
                <w:bCs/>
              </w:rPr>
              <w:t> </w:t>
            </w:r>
          </w:p>
        </w:tc>
        <w:tc>
          <w:tcPr>
            <w:tcW w:w="873" w:type="dxa"/>
            <w:noWrap/>
            <w:hideMark/>
          </w:tcPr>
          <w:p w14:paraId="07568AB9" w14:textId="77777777" w:rsidR="00E86CF1" w:rsidRPr="00E86CF1" w:rsidRDefault="00E86CF1" w:rsidP="00E86CF1">
            <w:pPr>
              <w:jc w:val="left"/>
              <w:rPr>
                <w:b/>
                <w:bCs/>
              </w:rPr>
            </w:pPr>
            <w:r w:rsidRPr="00E86CF1">
              <w:rPr>
                <w:b/>
                <w:bCs/>
              </w:rPr>
              <w:t> </w:t>
            </w:r>
          </w:p>
        </w:tc>
        <w:tc>
          <w:tcPr>
            <w:tcW w:w="1340" w:type="dxa"/>
            <w:noWrap/>
            <w:hideMark/>
          </w:tcPr>
          <w:p w14:paraId="1E14A1A4" w14:textId="77777777" w:rsidR="00E86CF1" w:rsidRPr="00E86CF1" w:rsidRDefault="00E86CF1">
            <w:pPr>
              <w:jc w:val="left"/>
            </w:pPr>
            <w:r w:rsidRPr="00E86CF1">
              <w:t> </w:t>
            </w:r>
          </w:p>
        </w:tc>
        <w:tc>
          <w:tcPr>
            <w:tcW w:w="1493" w:type="dxa"/>
            <w:noWrap/>
            <w:hideMark/>
          </w:tcPr>
          <w:p w14:paraId="1889E088" w14:textId="77777777" w:rsidR="00E86CF1" w:rsidRPr="00E86CF1" w:rsidRDefault="00E86CF1">
            <w:r w:rsidRPr="00E86CF1">
              <w:t> </w:t>
            </w:r>
          </w:p>
        </w:tc>
      </w:tr>
      <w:tr w:rsidR="00E86CF1" w:rsidRPr="00E86CF1" w14:paraId="6749FF0D" w14:textId="77777777" w:rsidTr="00A53751">
        <w:trPr>
          <w:trHeight w:val="630"/>
        </w:trPr>
        <w:tc>
          <w:tcPr>
            <w:tcW w:w="820" w:type="dxa"/>
            <w:noWrap/>
            <w:hideMark/>
          </w:tcPr>
          <w:p w14:paraId="0CB50052" w14:textId="77777777" w:rsidR="00E86CF1" w:rsidRPr="00E86CF1" w:rsidRDefault="00E86CF1" w:rsidP="00E86CF1">
            <w:pPr>
              <w:rPr>
                <w:b/>
                <w:bCs/>
              </w:rPr>
            </w:pPr>
            <w:r w:rsidRPr="00E86CF1">
              <w:rPr>
                <w:b/>
                <w:bCs/>
              </w:rPr>
              <w:t>item #</w:t>
            </w:r>
          </w:p>
        </w:tc>
        <w:tc>
          <w:tcPr>
            <w:tcW w:w="4460" w:type="dxa"/>
            <w:noWrap/>
            <w:hideMark/>
          </w:tcPr>
          <w:p w14:paraId="16DA0D01" w14:textId="77777777" w:rsidR="00E86CF1" w:rsidRPr="00E86CF1" w:rsidRDefault="00E86CF1">
            <w:pPr>
              <w:jc w:val="left"/>
              <w:rPr>
                <w:b/>
                <w:bCs/>
              </w:rPr>
            </w:pPr>
            <w:r w:rsidRPr="00E86CF1">
              <w:rPr>
                <w:b/>
                <w:bCs/>
              </w:rPr>
              <w:t>Description</w:t>
            </w:r>
          </w:p>
        </w:tc>
        <w:tc>
          <w:tcPr>
            <w:tcW w:w="790" w:type="dxa"/>
            <w:noWrap/>
            <w:hideMark/>
          </w:tcPr>
          <w:p w14:paraId="46319037" w14:textId="77777777" w:rsidR="00E86CF1" w:rsidRPr="00E86CF1" w:rsidRDefault="00E86CF1" w:rsidP="00E86CF1">
            <w:pPr>
              <w:rPr>
                <w:b/>
                <w:bCs/>
              </w:rPr>
            </w:pPr>
            <w:r w:rsidRPr="00E86CF1">
              <w:rPr>
                <w:b/>
                <w:bCs/>
              </w:rPr>
              <w:t>Qty</w:t>
            </w:r>
          </w:p>
        </w:tc>
        <w:tc>
          <w:tcPr>
            <w:tcW w:w="873" w:type="dxa"/>
            <w:noWrap/>
            <w:hideMark/>
          </w:tcPr>
          <w:p w14:paraId="7676784D" w14:textId="77777777" w:rsidR="00E86CF1" w:rsidRPr="00E86CF1" w:rsidRDefault="00E86CF1" w:rsidP="00E86CF1">
            <w:pPr>
              <w:jc w:val="left"/>
              <w:rPr>
                <w:b/>
                <w:bCs/>
              </w:rPr>
            </w:pPr>
            <w:r w:rsidRPr="00E86CF1">
              <w:rPr>
                <w:b/>
                <w:bCs/>
              </w:rPr>
              <w:t>Unit</w:t>
            </w:r>
          </w:p>
        </w:tc>
        <w:tc>
          <w:tcPr>
            <w:tcW w:w="1340" w:type="dxa"/>
            <w:hideMark/>
          </w:tcPr>
          <w:p w14:paraId="39F21883" w14:textId="77777777" w:rsidR="00E86CF1" w:rsidRPr="00E86CF1" w:rsidRDefault="00E86CF1">
            <w:pPr>
              <w:jc w:val="left"/>
              <w:rPr>
                <w:b/>
                <w:bCs/>
              </w:rPr>
            </w:pPr>
            <w:r w:rsidRPr="00E86CF1">
              <w:rPr>
                <w:b/>
                <w:bCs/>
              </w:rPr>
              <w:t>Price Quotation</w:t>
            </w:r>
          </w:p>
        </w:tc>
        <w:tc>
          <w:tcPr>
            <w:tcW w:w="1493" w:type="dxa"/>
            <w:hideMark/>
          </w:tcPr>
          <w:p w14:paraId="17A31ADB" w14:textId="77777777" w:rsidR="00E86CF1" w:rsidRPr="00E86CF1" w:rsidRDefault="00E86CF1">
            <w:pPr>
              <w:rPr>
                <w:b/>
                <w:bCs/>
              </w:rPr>
            </w:pPr>
            <w:r w:rsidRPr="00E86CF1">
              <w:rPr>
                <w:b/>
                <w:bCs/>
              </w:rPr>
              <w:t>T/Price Quotation</w:t>
            </w:r>
          </w:p>
        </w:tc>
      </w:tr>
      <w:tr w:rsidR="00E86CF1" w:rsidRPr="00E86CF1" w14:paraId="7B4A7EEA" w14:textId="77777777" w:rsidTr="00A53751">
        <w:trPr>
          <w:trHeight w:val="580"/>
        </w:trPr>
        <w:tc>
          <w:tcPr>
            <w:tcW w:w="820" w:type="dxa"/>
            <w:noWrap/>
            <w:hideMark/>
          </w:tcPr>
          <w:p w14:paraId="1CCA781B" w14:textId="77777777" w:rsidR="00E86CF1" w:rsidRPr="00E86CF1" w:rsidRDefault="00E86CF1" w:rsidP="00E86CF1">
            <w:r w:rsidRPr="00E86CF1">
              <w:t> </w:t>
            </w:r>
          </w:p>
        </w:tc>
        <w:tc>
          <w:tcPr>
            <w:tcW w:w="4460" w:type="dxa"/>
            <w:hideMark/>
          </w:tcPr>
          <w:p w14:paraId="1E6E6A3E" w14:textId="77777777" w:rsidR="00E86CF1" w:rsidRPr="00E86CF1" w:rsidRDefault="00E86CF1">
            <w:pPr>
              <w:jc w:val="left"/>
              <w:rPr>
                <w:b/>
                <w:bCs/>
              </w:rPr>
            </w:pPr>
            <w:r w:rsidRPr="00E86CF1">
              <w:rPr>
                <w:b/>
                <w:bCs/>
              </w:rPr>
              <w:t>Concrete work (Cements type GP or GB and to be 20MPA Concrete Strength)</w:t>
            </w:r>
          </w:p>
        </w:tc>
        <w:tc>
          <w:tcPr>
            <w:tcW w:w="790" w:type="dxa"/>
            <w:noWrap/>
            <w:hideMark/>
          </w:tcPr>
          <w:p w14:paraId="0CEE9C7A" w14:textId="77777777" w:rsidR="00E86CF1" w:rsidRPr="00E86CF1" w:rsidRDefault="00E86CF1" w:rsidP="00E86CF1">
            <w:r w:rsidRPr="00E86CF1">
              <w:t> </w:t>
            </w:r>
          </w:p>
        </w:tc>
        <w:tc>
          <w:tcPr>
            <w:tcW w:w="873" w:type="dxa"/>
            <w:noWrap/>
            <w:hideMark/>
          </w:tcPr>
          <w:p w14:paraId="38F5A087" w14:textId="77777777" w:rsidR="00E86CF1" w:rsidRPr="00E86CF1" w:rsidRDefault="00E86CF1" w:rsidP="00E86CF1">
            <w:pPr>
              <w:jc w:val="left"/>
            </w:pPr>
            <w:r w:rsidRPr="00E86CF1">
              <w:t> </w:t>
            </w:r>
          </w:p>
        </w:tc>
        <w:tc>
          <w:tcPr>
            <w:tcW w:w="1340" w:type="dxa"/>
            <w:noWrap/>
            <w:hideMark/>
          </w:tcPr>
          <w:p w14:paraId="421C3B53" w14:textId="77777777" w:rsidR="00E86CF1" w:rsidRPr="00E86CF1" w:rsidRDefault="00E86CF1">
            <w:pPr>
              <w:jc w:val="left"/>
            </w:pPr>
            <w:r w:rsidRPr="00E86CF1">
              <w:t> </w:t>
            </w:r>
          </w:p>
        </w:tc>
        <w:tc>
          <w:tcPr>
            <w:tcW w:w="1493" w:type="dxa"/>
            <w:noWrap/>
            <w:hideMark/>
          </w:tcPr>
          <w:p w14:paraId="501CC8A7" w14:textId="77777777" w:rsidR="00E86CF1" w:rsidRPr="00E86CF1" w:rsidRDefault="00E86CF1">
            <w:r w:rsidRPr="00E86CF1">
              <w:t> </w:t>
            </w:r>
          </w:p>
        </w:tc>
      </w:tr>
      <w:tr w:rsidR="00E86CF1" w:rsidRPr="00E86CF1" w14:paraId="765138DF" w14:textId="77777777" w:rsidTr="00A53751">
        <w:trPr>
          <w:trHeight w:val="290"/>
        </w:trPr>
        <w:tc>
          <w:tcPr>
            <w:tcW w:w="820" w:type="dxa"/>
            <w:noWrap/>
            <w:hideMark/>
          </w:tcPr>
          <w:p w14:paraId="73F3C573" w14:textId="77777777" w:rsidR="00E86CF1" w:rsidRPr="00E86CF1" w:rsidRDefault="00E86CF1" w:rsidP="00E86CF1">
            <w:r w:rsidRPr="00E86CF1">
              <w:t>1</w:t>
            </w:r>
          </w:p>
        </w:tc>
        <w:tc>
          <w:tcPr>
            <w:tcW w:w="4460" w:type="dxa"/>
            <w:noWrap/>
            <w:hideMark/>
          </w:tcPr>
          <w:p w14:paraId="69EAC316" w14:textId="77777777" w:rsidR="00E86CF1" w:rsidRPr="00E86CF1" w:rsidRDefault="00E86CF1">
            <w:pPr>
              <w:jc w:val="left"/>
            </w:pPr>
            <w:r w:rsidRPr="00E86CF1">
              <w:t>Portland cement 40kg</w:t>
            </w:r>
          </w:p>
        </w:tc>
        <w:tc>
          <w:tcPr>
            <w:tcW w:w="790" w:type="dxa"/>
            <w:noWrap/>
            <w:hideMark/>
          </w:tcPr>
          <w:p w14:paraId="6E4B1C00" w14:textId="77777777" w:rsidR="00E86CF1" w:rsidRPr="00E86CF1" w:rsidRDefault="00E86CF1" w:rsidP="00E86CF1">
            <w:r w:rsidRPr="00E86CF1">
              <w:t>1219</w:t>
            </w:r>
          </w:p>
        </w:tc>
        <w:tc>
          <w:tcPr>
            <w:tcW w:w="873" w:type="dxa"/>
            <w:noWrap/>
            <w:hideMark/>
          </w:tcPr>
          <w:p w14:paraId="527E1340" w14:textId="77777777" w:rsidR="00E86CF1" w:rsidRPr="00E86CF1" w:rsidRDefault="00E86CF1" w:rsidP="00E86CF1">
            <w:pPr>
              <w:jc w:val="left"/>
            </w:pPr>
            <w:r w:rsidRPr="00E86CF1">
              <w:t>bags</w:t>
            </w:r>
          </w:p>
        </w:tc>
        <w:tc>
          <w:tcPr>
            <w:tcW w:w="1340" w:type="dxa"/>
            <w:noWrap/>
            <w:hideMark/>
          </w:tcPr>
          <w:p w14:paraId="49B563C7" w14:textId="77777777" w:rsidR="00E86CF1" w:rsidRPr="00E86CF1" w:rsidRDefault="00E86CF1">
            <w:pPr>
              <w:jc w:val="left"/>
            </w:pPr>
            <w:r w:rsidRPr="00E86CF1">
              <w:t> </w:t>
            </w:r>
          </w:p>
        </w:tc>
        <w:tc>
          <w:tcPr>
            <w:tcW w:w="1493" w:type="dxa"/>
            <w:noWrap/>
            <w:hideMark/>
          </w:tcPr>
          <w:p w14:paraId="4EC1A7DA" w14:textId="77777777" w:rsidR="00E86CF1" w:rsidRPr="00E86CF1" w:rsidRDefault="00E86CF1">
            <w:r w:rsidRPr="00E86CF1">
              <w:t> </w:t>
            </w:r>
          </w:p>
        </w:tc>
      </w:tr>
      <w:tr w:rsidR="00E86CF1" w:rsidRPr="00E86CF1" w14:paraId="2B259A12" w14:textId="77777777" w:rsidTr="00A53751">
        <w:trPr>
          <w:trHeight w:val="580"/>
        </w:trPr>
        <w:tc>
          <w:tcPr>
            <w:tcW w:w="820" w:type="dxa"/>
            <w:noWrap/>
            <w:hideMark/>
          </w:tcPr>
          <w:p w14:paraId="24FFCBAF" w14:textId="77777777" w:rsidR="00E86CF1" w:rsidRPr="00E86CF1" w:rsidRDefault="00E86CF1" w:rsidP="00E86CF1">
            <w:r w:rsidRPr="00E86CF1">
              <w:t>2</w:t>
            </w:r>
          </w:p>
        </w:tc>
        <w:tc>
          <w:tcPr>
            <w:tcW w:w="4460" w:type="dxa"/>
            <w:hideMark/>
          </w:tcPr>
          <w:p w14:paraId="0435B80B" w14:textId="77777777" w:rsidR="00E86CF1" w:rsidRPr="00E86CF1" w:rsidRDefault="00E86CF1">
            <w:pPr>
              <w:jc w:val="left"/>
            </w:pPr>
            <w:r w:rsidRPr="00E86CF1">
              <w:t>Polythene damp proof membrane (60mx2m wide) 0.2mm thick</w:t>
            </w:r>
          </w:p>
        </w:tc>
        <w:tc>
          <w:tcPr>
            <w:tcW w:w="790" w:type="dxa"/>
            <w:noWrap/>
            <w:hideMark/>
          </w:tcPr>
          <w:p w14:paraId="1BE22BB4" w14:textId="77777777" w:rsidR="00E86CF1" w:rsidRPr="00E86CF1" w:rsidRDefault="00E86CF1" w:rsidP="00E86CF1">
            <w:r w:rsidRPr="00E86CF1">
              <w:t>24</w:t>
            </w:r>
          </w:p>
        </w:tc>
        <w:tc>
          <w:tcPr>
            <w:tcW w:w="873" w:type="dxa"/>
            <w:noWrap/>
            <w:hideMark/>
          </w:tcPr>
          <w:p w14:paraId="4EB36A96" w14:textId="77777777" w:rsidR="00E86CF1" w:rsidRPr="00E86CF1" w:rsidRDefault="00E86CF1" w:rsidP="00E86CF1">
            <w:pPr>
              <w:jc w:val="left"/>
            </w:pPr>
            <w:r w:rsidRPr="00E86CF1">
              <w:t>roll</w:t>
            </w:r>
          </w:p>
        </w:tc>
        <w:tc>
          <w:tcPr>
            <w:tcW w:w="1340" w:type="dxa"/>
            <w:noWrap/>
            <w:hideMark/>
          </w:tcPr>
          <w:p w14:paraId="540CE04C" w14:textId="77777777" w:rsidR="00E86CF1" w:rsidRPr="00E86CF1" w:rsidRDefault="00E86CF1">
            <w:pPr>
              <w:jc w:val="left"/>
            </w:pPr>
            <w:r w:rsidRPr="00E86CF1">
              <w:t> </w:t>
            </w:r>
          </w:p>
        </w:tc>
        <w:tc>
          <w:tcPr>
            <w:tcW w:w="1493" w:type="dxa"/>
            <w:noWrap/>
            <w:hideMark/>
          </w:tcPr>
          <w:p w14:paraId="0D059B5B" w14:textId="77777777" w:rsidR="00E86CF1" w:rsidRPr="00E86CF1" w:rsidRDefault="00E86CF1">
            <w:r w:rsidRPr="00E86CF1">
              <w:t> </w:t>
            </w:r>
          </w:p>
        </w:tc>
      </w:tr>
      <w:tr w:rsidR="00E86CF1" w:rsidRPr="00E86CF1" w14:paraId="37CA8357" w14:textId="77777777" w:rsidTr="00A53751">
        <w:trPr>
          <w:trHeight w:val="290"/>
        </w:trPr>
        <w:tc>
          <w:tcPr>
            <w:tcW w:w="820" w:type="dxa"/>
            <w:noWrap/>
            <w:hideMark/>
          </w:tcPr>
          <w:p w14:paraId="5C947E3A" w14:textId="77777777" w:rsidR="00E86CF1" w:rsidRPr="00E86CF1" w:rsidRDefault="00E86CF1" w:rsidP="00E86CF1">
            <w:r w:rsidRPr="00E86CF1">
              <w:t>3</w:t>
            </w:r>
          </w:p>
        </w:tc>
        <w:tc>
          <w:tcPr>
            <w:tcW w:w="4460" w:type="dxa"/>
            <w:noWrap/>
            <w:hideMark/>
          </w:tcPr>
          <w:p w14:paraId="47BB612B" w14:textId="77777777" w:rsidR="00E86CF1" w:rsidRPr="00E86CF1" w:rsidRDefault="00E86CF1">
            <w:pPr>
              <w:jc w:val="left"/>
            </w:pPr>
            <w:r w:rsidRPr="00E86CF1">
              <w:t>Tie wire (15mtrs)</w:t>
            </w:r>
          </w:p>
        </w:tc>
        <w:tc>
          <w:tcPr>
            <w:tcW w:w="790" w:type="dxa"/>
            <w:noWrap/>
            <w:hideMark/>
          </w:tcPr>
          <w:p w14:paraId="7A8B9040" w14:textId="77777777" w:rsidR="00E86CF1" w:rsidRPr="00E86CF1" w:rsidRDefault="00E86CF1" w:rsidP="00E86CF1">
            <w:r w:rsidRPr="00E86CF1">
              <w:t>23</w:t>
            </w:r>
          </w:p>
        </w:tc>
        <w:tc>
          <w:tcPr>
            <w:tcW w:w="873" w:type="dxa"/>
            <w:noWrap/>
            <w:hideMark/>
          </w:tcPr>
          <w:p w14:paraId="5729DB17" w14:textId="77777777" w:rsidR="00E86CF1" w:rsidRPr="00E86CF1" w:rsidRDefault="00E86CF1" w:rsidP="00E86CF1">
            <w:pPr>
              <w:jc w:val="left"/>
            </w:pPr>
            <w:r w:rsidRPr="00E86CF1">
              <w:t>coil</w:t>
            </w:r>
          </w:p>
        </w:tc>
        <w:tc>
          <w:tcPr>
            <w:tcW w:w="1340" w:type="dxa"/>
            <w:noWrap/>
            <w:hideMark/>
          </w:tcPr>
          <w:p w14:paraId="7BC6D44C" w14:textId="77777777" w:rsidR="00E86CF1" w:rsidRPr="00E86CF1" w:rsidRDefault="00E86CF1">
            <w:pPr>
              <w:jc w:val="left"/>
            </w:pPr>
            <w:r w:rsidRPr="00E86CF1">
              <w:t> </w:t>
            </w:r>
          </w:p>
        </w:tc>
        <w:tc>
          <w:tcPr>
            <w:tcW w:w="1493" w:type="dxa"/>
            <w:noWrap/>
            <w:hideMark/>
          </w:tcPr>
          <w:p w14:paraId="15CB6ABD" w14:textId="77777777" w:rsidR="00E86CF1" w:rsidRPr="00E86CF1" w:rsidRDefault="00E86CF1">
            <w:r w:rsidRPr="00E86CF1">
              <w:t> </w:t>
            </w:r>
          </w:p>
        </w:tc>
      </w:tr>
      <w:tr w:rsidR="00E86CF1" w:rsidRPr="00E86CF1" w14:paraId="5CC5C1B7" w14:textId="77777777" w:rsidTr="00A53751">
        <w:trPr>
          <w:trHeight w:val="290"/>
        </w:trPr>
        <w:tc>
          <w:tcPr>
            <w:tcW w:w="820" w:type="dxa"/>
            <w:noWrap/>
            <w:hideMark/>
          </w:tcPr>
          <w:p w14:paraId="6F1D80A9" w14:textId="77777777" w:rsidR="00E86CF1" w:rsidRPr="00E86CF1" w:rsidRDefault="00E86CF1" w:rsidP="00E86CF1">
            <w:r w:rsidRPr="00E86CF1">
              <w:t> </w:t>
            </w:r>
          </w:p>
        </w:tc>
        <w:tc>
          <w:tcPr>
            <w:tcW w:w="4460" w:type="dxa"/>
            <w:noWrap/>
            <w:hideMark/>
          </w:tcPr>
          <w:p w14:paraId="59DDCE5A" w14:textId="77777777" w:rsidR="00E86CF1" w:rsidRPr="00E86CF1" w:rsidRDefault="00E86CF1">
            <w:pPr>
              <w:jc w:val="left"/>
              <w:rPr>
                <w:b/>
                <w:bCs/>
              </w:rPr>
            </w:pPr>
            <w:r w:rsidRPr="00E86CF1">
              <w:rPr>
                <w:b/>
                <w:bCs/>
              </w:rPr>
              <w:t>Formwork</w:t>
            </w:r>
          </w:p>
        </w:tc>
        <w:tc>
          <w:tcPr>
            <w:tcW w:w="790" w:type="dxa"/>
            <w:noWrap/>
            <w:hideMark/>
          </w:tcPr>
          <w:p w14:paraId="2D422F62" w14:textId="77777777" w:rsidR="00E86CF1" w:rsidRPr="00E86CF1" w:rsidRDefault="00E86CF1" w:rsidP="00E86CF1">
            <w:r w:rsidRPr="00E86CF1">
              <w:t> </w:t>
            </w:r>
          </w:p>
        </w:tc>
        <w:tc>
          <w:tcPr>
            <w:tcW w:w="873" w:type="dxa"/>
            <w:noWrap/>
            <w:hideMark/>
          </w:tcPr>
          <w:p w14:paraId="5F209087" w14:textId="77777777" w:rsidR="00E86CF1" w:rsidRPr="00E86CF1" w:rsidRDefault="00E86CF1" w:rsidP="00E86CF1">
            <w:pPr>
              <w:jc w:val="left"/>
            </w:pPr>
            <w:r w:rsidRPr="00E86CF1">
              <w:t> </w:t>
            </w:r>
          </w:p>
        </w:tc>
        <w:tc>
          <w:tcPr>
            <w:tcW w:w="1340" w:type="dxa"/>
            <w:noWrap/>
            <w:hideMark/>
          </w:tcPr>
          <w:p w14:paraId="7F556148" w14:textId="77777777" w:rsidR="00E86CF1" w:rsidRPr="00E86CF1" w:rsidRDefault="00E86CF1">
            <w:pPr>
              <w:jc w:val="left"/>
            </w:pPr>
            <w:r w:rsidRPr="00E86CF1">
              <w:t> </w:t>
            </w:r>
          </w:p>
        </w:tc>
        <w:tc>
          <w:tcPr>
            <w:tcW w:w="1493" w:type="dxa"/>
            <w:noWrap/>
            <w:hideMark/>
          </w:tcPr>
          <w:p w14:paraId="098209FC" w14:textId="77777777" w:rsidR="00E86CF1" w:rsidRPr="00E86CF1" w:rsidRDefault="00E86CF1">
            <w:r w:rsidRPr="00E86CF1">
              <w:t> </w:t>
            </w:r>
          </w:p>
        </w:tc>
      </w:tr>
      <w:tr w:rsidR="00E86CF1" w:rsidRPr="00E86CF1" w14:paraId="3CDB89CC" w14:textId="77777777" w:rsidTr="00A53751">
        <w:trPr>
          <w:trHeight w:val="290"/>
        </w:trPr>
        <w:tc>
          <w:tcPr>
            <w:tcW w:w="820" w:type="dxa"/>
            <w:noWrap/>
            <w:hideMark/>
          </w:tcPr>
          <w:p w14:paraId="29A57A06" w14:textId="77777777" w:rsidR="00E86CF1" w:rsidRPr="00E86CF1" w:rsidRDefault="00E86CF1" w:rsidP="00E86CF1">
            <w:r w:rsidRPr="00E86CF1">
              <w:t>4</w:t>
            </w:r>
          </w:p>
        </w:tc>
        <w:tc>
          <w:tcPr>
            <w:tcW w:w="4460" w:type="dxa"/>
            <w:noWrap/>
            <w:hideMark/>
          </w:tcPr>
          <w:p w14:paraId="4C470B46" w14:textId="77777777" w:rsidR="00E86CF1" w:rsidRPr="00E86CF1" w:rsidRDefault="00E86CF1">
            <w:pPr>
              <w:jc w:val="left"/>
            </w:pPr>
            <w:r w:rsidRPr="00E86CF1">
              <w:t xml:space="preserve">Formply 3/4" thick </w:t>
            </w:r>
          </w:p>
        </w:tc>
        <w:tc>
          <w:tcPr>
            <w:tcW w:w="790" w:type="dxa"/>
            <w:noWrap/>
            <w:hideMark/>
          </w:tcPr>
          <w:p w14:paraId="5C886720" w14:textId="77777777" w:rsidR="00E86CF1" w:rsidRPr="00E86CF1" w:rsidRDefault="00E86CF1" w:rsidP="00E86CF1">
            <w:r w:rsidRPr="00E86CF1">
              <w:t>72</w:t>
            </w:r>
          </w:p>
        </w:tc>
        <w:tc>
          <w:tcPr>
            <w:tcW w:w="873" w:type="dxa"/>
            <w:noWrap/>
            <w:hideMark/>
          </w:tcPr>
          <w:p w14:paraId="77E929A3" w14:textId="77777777" w:rsidR="00E86CF1" w:rsidRPr="00E86CF1" w:rsidRDefault="00E86CF1" w:rsidP="00E86CF1">
            <w:pPr>
              <w:jc w:val="left"/>
            </w:pPr>
            <w:r w:rsidRPr="00E86CF1">
              <w:t>sheet</w:t>
            </w:r>
          </w:p>
        </w:tc>
        <w:tc>
          <w:tcPr>
            <w:tcW w:w="1340" w:type="dxa"/>
            <w:noWrap/>
            <w:hideMark/>
          </w:tcPr>
          <w:p w14:paraId="46EF4B73" w14:textId="77777777" w:rsidR="00E86CF1" w:rsidRPr="00E86CF1" w:rsidRDefault="00E86CF1">
            <w:pPr>
              <w:jc w:val="left"/>
            </w:pPr>
            <w:r w:rsidRPr="00E86CF1">
              <w:t> </w:t>
            </w:r>
          </w:p>
        </w:tc>
        <w:tc>
          <w:tcPr>
            <w:tcW w:w="1493" w:type="dxa"/>
            <w:noWrap/>
            <w:hideMark/>
          </w:tcPr>
          <w:p w14:paraId="652E50B8" w14:textId="77777777" w:rsidR="00E86CF1" w:rsidRPr="00E86CF1" w:rsidRDefault="00E86CF1">
            <w:r w:rsidRPr="00E86CF1">
              <w:t> </w:t>
            </w:r>
          </w:p>
        </w:tc>
      </w:tr>
      <w:tr w:rsidR="00E86CF1" w:rsidRPr="00E86CF1" w14:paraId="44F4AE40" w14:textId="77777777" w:rsidTr="00A53751">
        <w:trPr>
          <w:trHeight w:val="290"/>
        </w:trPr>
        <w:tc>
          <w:tcPr>
            <w:tcW w:w="820" w:type="dxa"/>
            <w:noWrap/>
            <w:hideMark/>
          </w:tcPr>
          <w:p w14:paraId="4D42209D" w14:textId="77777777" w:rsidR="00E86CF1" w:rsidRPr="00E86CF1" w:rsidRDefault="00E86CF1" w:rsidP="00E86CF1">
            <w:r w:rsidRPr="00E86CF1">
              <w:t>5</w:t>
            </w:r>
          </w:p>
        </w:tc>
        <w:tc>
          <w:tcPr>
            <w:tcW w:w="4460" w:type="dxa"/>
            <w:noWrap/>
            <w:hideMark/>
          </w:tcPr>
          <w:p w14:paraId="7CEA0824" w14:textId="77777777" w:rsidR="00E86CF1" w:rsidRPr="00E86CF1" w:rsidRDefault="00E86CF1">
            <w:pPr>
              <w:jc w:val="left"/>
            </w:pPr>
            <w:r w:rsidRPr="00E86CF1">
              <w:t>100x50mm timber pine in 6m long</w:t>
            </w:r>
          </w:p>
        </w:tc>
        <w:tc>
          <w:tcPr>
            <w:tcW w:w="790" w:type="dxa"/>
            <w:noWrap/>
            <w:hideMark/>
          </w:tcPr>
          <w:p w14:paraId="39473681" w14:textId="77777777" w:rsidR="00E86CF1" w:rsidRPr="00E86CF1" w:rsidRDefault="00E86CF1" w:rsidP="00E86CF1">
            <w:r w:rsidRPr="00E86CF1">
              <w:t>172</w:t>
            </w:r>
          </w:p>
        </w:tc>
        <w:tc>
          <w:tcPr>
            <w:tcW w:w="873" w:type="dxa"/>
            <w:noWrap/>
            <w:hideMark/>
          </w:tcPr>
          <w:p w14:paraId="7C02BC37" w14:textId="77777777" w:rsidR="00E86CF1" w:rsidRPr="00E86CF1" w:rsidRDefault="00E86CF1" w:rsidP="00E86CF1">
            <w:pPr>
              <w:jc w:val="left"/>
            </w:pPr>
            <w:r w:rsidRPr="00E86CF1">
              <w:t>length</w:t>
            </w:r>
          </w:p>
        </w:tc>
        <w:tc>
          <w:tcPr>
            <w:tcW w:w="1340" w:type="dxa"/>
            <w:noWrap/>
            <w:hideMark/>
          </w:tcPr>
          <w:p w14:paraId="0FFB8384" w14:textId="77777777" w:rsidR="00E86CF1" w:rsidRPr="00E86CF1" w:rsidRDefault="00E86CF1">
            <w:pPr>
              <w:jc w:val="left"/>
            </w:pPr>
            <w:r w:rsidRPr="00E86CF1">
              <w:t> </w:t>
            </w:r>
          </w:p>
        </w:tc>
        <w:tc>
          <w:tcPr>
            <w:tcW w:w="1493" w:type="dxa"/>
            <w:noWrap/>
            <w:hideMark/>
          </w:tcPr>
          <w:p w14:paraId="3EF12A68" w14:textId="77777777" w:rsidR="00E86CF1" w:rsidRPr="00E86CF1" w:rsidRDefault="00E86CF1">
            <w:r w:rsidRPr="00E86CF1">
              <w:t> </w:t>
            </w:r>
          </w:p>
        </w:tc>
      </w:tr>
      <w:tr w:rsidR="00E86CF1" w:rsidRPr="00E86CF1" w14:paraId="19916AE9" w14:textId="77777777" w:rsidTr="00A53751">
        <w:trPr>
          <w:trHeight w:val="290"/>
        </w:trPr>
        <w:tc>
          <w:tcPr>
            <w:tcW w:w="820" w:type="dxa"/>
            <w:noWrap/>
            <w:hideMark/>
          </w:tcPr>
          <w:p w14:paraId="79CD9840" w14:textId="77777777" w:rsidR="00E86CF1" w:rsidRPr="00E86CF1" w:rsidRDefault="00E86CF1" w:rsidP="00E86CF1">
            <w:r w:rsidRPr="00E86CF1">
              <w:t>6</w:t>
            </w:r>
          </w:p>
        </w:tc>
        <w:tc>
          <w:tcPr>
            <w:tcW w:w="4460" w:type="dxa"/>
            <w:noWrap/>
            <w:hideMark/>
          </w:tcPr>
          <w:p w14:paraId="5F56C8A2" w14:textId="77777777" w:rsidR="00E86CF1" w:rsidRPr="00E86CF1" w:rsidRDefault="00E86CF1">
            <w:pPr>
              <w:jc w:val="left"/>
            </w:pPr>
            <w:r w:rsidRPr="00E86CF1">
              <w:t xml:space="preserve">50x50mm timber pine in 6m long </w:t>
            </w:r>
          </w:p>
        </w:tc>
        <w:tc>
          <w:tcPr>
            <w:tcW w:w="790" w:type="dxa"/>
            <w:noWrap/>
            <w:hideMark/>
          </w:tcPr>
          <w:p w14:paraId="1F5BD295" w14:textId="77777777" w:rsidR="00E86CF1" w:rsidRPr="00E86CF1" w:rsidRDefault="00E86CF1" w:rsidP="00E86CF1">
            <w:r w:rsidRPr="00E86CF1">
              <w:t>285</w:t>
            </w:r>
          </w:p>
        </w:tc>
        <w:tc>
          <w:tcPr>
            <w:tcW w:w="873" w:type="dxa"/>
            <w:noWrap/>
            <w:hideMark/>
          </w:tcPr>
          <w:p w14:paraId="20AA6EE7" w14:textId="77777777" w:rsidR="00E86CF1" w:rsidRPr="00E86CF1" w:rsidRDefault="00E86CF1" w:rsidP="00E86CF1">
            <w:pPr>
              <w:jc w:val="left"/>
            </w:pPr>
            <w:r w:rsidRPr="00E86CF1">
              <w:t>length</w:t>
            </w:r>
          </w:p>
        </w:tc>
        <w:tc>
          <w:tcPr>
            <w:tcW w:w="1340" w:type="dxa"/>
            <w:noWrap/>
            <w:hideMark/>
          </w:tcPr>
          <w:p w14:paraId="456D666A" w14:textId="77777777" w:rsidR="00E86CF1" w:rsidRPr="00E86CF1" w:rsidRDefault="00E86CF1">
            <w:pPr>
              <w:jc w:val="left"/>
            </w:pPr>
            <w:r w:rsidRPr="00E86CF1">
              <w:t> </w:t>
            </w:r>
          </w:p>
        </w:tc>
        <w:tc>
          <w:tcPr>
            <w:tcW w:w="1493" w:type="dxa"/>
            <w:noWrap/>
            <w:hideMark/>
          </w:tcPr>
          <w:p w14:paraId="10FEC9D3" w14:textId="77777777" w:rsidR="00E86CF1" w:rsidRPr="00E86CF1" w:rsidRDefault="00E86CF1">
            <w:r w:rsidRPr="00E86CF1">
              <w:t> </w:t>
            </w:r>
          </w:p>
        </w:tc>
      </w:tr>
      <w:tr w:rsidR="00E86CF1" w:rsidRPr="00E86CF1" w14:paraId="150AAD55" w14:textId="77777777" w:rsidTr="00A53751">
        <w:trPr>
          <w:trHeight w:val="290"/>
        </w:trPr>
        <w:tc>
          <w:tcPr>
            <w:tcW w:w="820" w:type="dxa"/>
            <w:noWrap/>
            <w:hideMark/>
          </w:tcPr>
          <w:p w14:paraId="7ABF3C84" w14:textId="77777777" w:rsidR="00E86CF1" w:rsidRPr="00E86CF1" w:rsidRDefault="00E86CF1" w:rsidP="00E86CF1">
            <w:r w:rsidRPr="00E86CF1">
              <w:t> </w:t>
            </w:r>
          </w:p>
        </w:tc>
        <w:tc>
          <w:tcPr>
            <w:tcW w:w="4460" w:type="dxa"/>
            <w:noWrap/>
            <w:hideMark/>
          </w:tcPr>
          <w:p w14:paraId="158185EC" w14:textId="77777777" w:rsidR="00E86CF1" w:rsidRPr="00E86CF1" w:rsidRDefault="00E86CF1">
            <w:pPr>
              <w:jc w:val="left"/>
              <w:rPr>
                <w:b/>
                <w:bCs/>
              </w:rPr>
            </w:pPr>
            <w:r w:rsidRPr="00E86CF1">
              <w:rPr>
                <w:b/>
                <w:bCs/>
              </w:rPr>
              <w:t xml:space="preserve">Bar Reinforcement </w:t>
            </w:r>
          </w:p>
        </w:tc>
        <w:tc>
          <w:tcPr>
            <w:tcW w:w="790" w:type="dxa"/>
            <w:noWrap/>
            <w:hideMark/>
          </w:tcPr>
          <w:p w14:paraId="24FB6CDA" w14:textId="77777777" w:rsidR="00E86CF1" w:rsidRPr="00E86CF1" w:rsidRDefault="00E86CF1" w:rsidP="00E86CF1">
            <w:r w:rsidRPr="00E86CF1">
              <w:t> </w:t>
            </w:r>
          </w:p>
        </w:tc>
        <w:tc>
          <w:tcPr>
            <w:tcW w:w="873" w:type="dxa"/>
            <w:noWrap/>
            <w:hideMark/>
          </w:tcPr>
          <w:p w14:paraId="5C8BB0EC" w14:textId="77777777" w:rsidR="00E86CF1" w:rsidRPr="00E86CF1" w:rsidRDefault="00E86CF1" w:rsidP="00E86CF1">
            <w:pPr>
              <w:jc w:val="left"/>
            </w:pPr>
            <w:r w:rsidRPr="00E86CF1">
              <w:t> </w:t>
            </w:r>
          </w:p>
        </w:tc>
        <w:tc>
          <w:tcPr>
            <w:tcW w:w="1340" w:type="dxa"/>
            <w:noWrap/>
            <w:hideMark/>
          </w:tcPr>
          <w:p w14:paraId="760F43BE" w14:textId="77777777" w:rsidR="00E86CF1" w:rsidRPr="00E86CF1" w:rsidRDefault="00E86CF1">
            <w:pPr>
              <w:jc w:val="left"/>
            </w:pPr>
            <w:r w:rsidRPr="00E86CF1">
              <w:t> </w:t>
            </w:r>
          </w:p>
        </w:tc>
        <w:tc>
          <w:tcPr>
            <w:tcW w:w="1493" w:type="dxa"/>
            <w:noWrap/>
            <w:hideMark/>
          </w:tcPr>
          <w:p w14:paraId="42A6D373" w14:textId="77777777" w:rsidR="00E86CF1" w:rsidRPr="00E86CF1" w:rsidRDefault="00E86CF1">
            <w:r w:rsidRPr="00E86CF1">
              <w:t> </w:t>
            </w:r>
          </w:p>
        </w:tc>
      </w:tr>
      <w:tr w:rsidR="00E86CF1" w:rsidRPr="00E86CF1" w14:paraId="30889C0E" w14:textId="77777777" w:rsidTr="00A53751">
        <w:trPr>
          <w:trHeight w:val="290"/>
        </w:trPr>
        <w:tc>
          <w:tcPr>
            <w:tcW w:w="820" w:type="dxa"/>
            <w:noWrap/>
            <w:hideMark/>
          </w:tcPr>
          <w:p w14:paraId="55A86574" w14:textId="77777777" w:rsidR="00E86CF1" w:rsidRPr="00E86CF1" w:rsidRDefault="00E86CF1" w:rsidP="00E86CF1">
            <w:r w:rsidRPr="00E86CF1">
              <w:t>7</w:t>
            </w:r>
          </w:p>
        </w:tc>
        <w:tc>
          <w:tcPr>
            <w:tcW w:w="4460" w:type="dxa"/>
            <w:noWrap/>
            <w:hideMark/>
          </w:tcPr>
          <w:p w14:paraId="3848E93C" w14:textId="77777777" w:rsidR="00E86CF1" w:rsidRPr="00E86CF1" w:rsidRDefault="00E86CF1">
            <w:pPr>
              <w:jc w:val="left"/>
            </w:pPr>
            <w:r w:rsidRPr="00E86CF1">
              <w:t>D20mm dia reinforcing steel (6m length) deform</w:t>
            </w:r>
          </w:p>
        </w:tc>
        <w:tc>
          <w:tcPr>
            <w:tcW w:w="790" w:type="dxa"/>
            <w:noWrap/>
            <w:hideMark/>
          </w:tcPr>
          <w:p w14:paraId="60287152" w14:textId="77777777" w:rsidR="00E86CF1" w:rsidRPr="00E86CF1" w:rsidRDefault="00E86CF1" w:rsidP="00E86CF1">
            <w:r w:rsidRPr="00E86CF1">
              <w:t>65</w:t>
            </w:r>
          </w:p>
        </w:tc>
        <w:tc>
          <w:tcPr>
            <w:tcW w:w="873" w:type="dxa"/>
            <w:noWrap/>
            <w:hideMark/>
          </w:tcPr>
          <w:p w14:paraId="0A903E6B" w14:textId="77777777" w:rsidR="00E86CF1" w:rsidRPr="00E86CF1" w:rsidRDefault="00E86CF1" w:rsidP="00E86CF1">
            <w:pPr>
              <w:jc w:val="left"/>
            </w:pPr>
            <w:r w:rsidRPr="00E86CF1">
              <w:t>length</w:t>
            </w:r>
          </w:p>
        </w:tc>
        <w:tc>
          <w:tcPr>
            <w:tcW w:w="1340" w:type="dxa"/>
            <w:noWrap/>
            <w:hideMark/>
          </w:tcPr>
          <w:p w14:paraId="5AB74A5D" w14:textId="77777777" w:rsidR="00E86CF1" w:rsidRPr="00E86CF1" w:rsidRDefault="00E86CF1">
            <w:pPr>
              <w:jc w:val="left"/>
            </w:pPr>
            <w:r w:rsidRPr="00E86CF1">
              <w:t> </w:t>
            </w:r>
          </w:p>
        </w:tc>
        <w:tc>
          <w:tcPr>
            <w:tcW w:w="1493" w:type="dxa"/>
            <w:noWrap/>
            <w:hideMark/>
          </w:tcPr>
          <w:p w14:paraId="44ACB42B" w14:textId="77777777" w:rsidR="00E86CF1" w:rsidRPr="00E86CF1" w:rsidRDefault="00E86CF1">
            <w:r w:rsidRPr="00E86CF1">
              <w:t> </w:t>
            </w:r>
          </w:p>
        </w:tc>
      </w:tr>
      <w:tr w:rsidR="00E86CF1" w:rsidRPr="00E86CF1" w14:paraId="1B855247" w14:textId="77777777" w:rsidTr="00A53751">
        <w:trPr>
          <w:trHeight w:val="290"/>
        </w:trPr>
        <w:tc>
          <w:tcPr>
            <w:tcW w:w="820" w:type="dxa"/>
            <w:noWrap/>
            <w:hideMark/>
          </w:tcPr>
          <w:p w14:paraId="03D7950A" w14:textId="77777777" w:rsidR="00E86CF1" w:rsidRPr="00E86CF1" w:rsidRDefault="00E86CF1" w:rsidP="00E86CF1">
            <w:r w:rsidRPr="00E86CF1">
              <w:t>8</w:t>
            </w:r>
          </w:p>
        </w:tc>
        <w:tc>
          <w:tcPr>
            <w:tcW w:w="4460" w:type="dxa"/>
            <w:noWrap/>
            <w:hideMark/>
          </w:tcPr>
          <w:p w14:paraId="007D4CD8" w14:textId="77777777" w:rsidR="00E86CF1" w:rsidRPr="00E86CF1" w:rsidRDefault="00E86CF1">
            <w:pPr>
              <w:jc w:val="left"/>
            </w:pPr>
            <w:r w:rsidRPr="00E86CF1">
              <w:t>D12mm dia reinforcing steel (6m length) deform</w:t>
            </w:r>
          </w:p>
        </w:tc>
        <w:tc>
          <w:tcPr>
            <w:tcW w:w="790" w:type="dxa"/>
            <w:noWrap/>
            <w:hideMark/>
          </w:tcPr>
          <w:p w14:paraId="61F9B463" w14:textId="77777777" w:rsidR="00E86CF1" w:rsidRPr="00E86CF1" w:rsidRDefault="00E86CF1" w:rsidP="00E86CF1">
            <w:r w:rsidRPr="00E86CF1">
              <w:t>89</w:t>
            </w:r>
          </w:p>
        </w:tc>
        <w:tc>
          <w:tcPr>
            <w:tcW w:w="873" w:type="dxa"/>
            <w:noWrap/>
            <w:hideMark/>
          </w:tcPr>
          <w:p w14:paraId="438A2377" w14:textId="77777777" w:rsidR="00E86CF1" w:rsidRPr="00E86CF1" w:rsidRDefault="00E86CF1" w:rsidP="00E86CF1">
            <w:pPr>
              <w:jc w:val="left"/>
            </w:pPr>
            <w:r w:rsidRPr="00E86CF1">
              <w:t>length</w:t>
            </w:r>
          </w:p>
        </w:tc>
        <w:tc>
          <w:tcPr>
            <w:tcW w:w="1340" w:type="dxa"/>
            <w:noWrap/>
            <w:hideMark/>
          </w:tcPr>
          <w:p w14:paraId="257F67F2" w14:textId="77777777" w:rsidR="00E86CF1" w:rsidRPr="00E86CF1" w:rsidRDefault="00E86CF1">
            <w:pPr>
              <w:jc w:val="left"/>
            </w:pPr>
            <w:r w:rsidRPr="00E86CF1">
              <w:t> </w:t>
            </w:r>
          </w:p>
        </w:tc>
        <w:tc>
          <w:tcPr>
            <w:tcW w:w="1493" w:type="dxa"/>
            <w:noWrap/>
            <w:hideMark/>
          </w:tcPr>
          <w:p w14:paraId="23C36EFB" w14:textId="77777777" w:rsidR="00E86CF1" w:rsidRPr="00E86CF1" w:rsidRDefault="00E86CF1">
            <w:r w:rsidRPr="00E86CF1">
              <w:t> </w:t>
            </w:r>
          </w:p>
        </w:tc>
      </w:tr>
      <w:tr w:rsidR="00E86CF1" w:rsidRPr="00E86CF1" w14:paraId="14AAD35A" w14:textId="77777777" w:rsidTr="00A53751">
        <w:trPr>
          <w:trHeight w:val="290"/>
        </w:trPr>
        <w:tc>
          <w:tcPr>
            <w:tcW w:w="820" w:type="dxa"/>
            <w:noWrap/>
            <w:hideMark/>
          </w:tcPr>
          <w:p w14:paraId="64B21F05" w14:textId="77777777" w:rsidR="00E86CF1" w:rsidRPr="00E86CF1" w:rsidRDefault="00E86CF1" w:rsidP="00E86CF1">
            <w:r w:rsidRPr="00E86CF1">
              <w:t>9</w:t>
            </w:r>
          </w:p>
        </w:tc>
        <w:tc>
          <w:tcPr>
            <w:tcW w:w="4460" w:type="dxa"/>
            <w:noWrap/>
            <w:hideMark/>
          </w:tcPr>
          <w:p w14:paraId="205CE99F" w14:textId="77777777" w:rsidR="00E86CF1" w:rsidRPr="00E86CF1" w:rsidRDefault="00E86CF1">
            <w:pPr>
              <w:jc w:val="left"/>
            </w:pPr>
            <w:r w:rsidRPr="00E86CF1">
              <w:t>D10mm dia reinforcing steel (6m length) deform</w:t>
            </w:r>
          </w:p>
        </w:tc>
        <w:tc>
          <w:tcPr>
            <w:tcW w:w="790" w:type="dxa"/>
            <w:noWrap/>
            <w:hideMark/>
          </w:tcPr>
          <w:p w14:paraId="277B3455" w14:textId="77777777" w:rsidR="00E86CF1" w:rsidRPr="00E86CF1" w:rsidRDefault="00E86CF1" w:rsidP="00E86CF1">
            <w:r w:rsidRPr="00E86CF1">
              <w:t>159</w:t>
            </w:r>
          </w:p>
        </w:tc>
        <w:tc>
          <w:tcPr>
            <w:tcW w:w="873" w:type="dxa"/>
            <w:noWrap/>
            <w:hideMark/>
          </w:tcPr>
          <w:p w14:paraId="3C9363DE" w14:textId="77777777" w:rsidR="00E86CF1" w:rsidRPr="00E86CF1" w:rsidRDefault="00E86CF1" w:rsidP="00E86CF1">
            <w:pPr>
              <w:jc w:val="left"/>
            </w:pPr>
            <w:r w:rsidRPr="00E86CF1">
              <w:t>length</w:t>
            </w:r>
          </w:p>
        </w:tc>
        <w:tc>
          <w:tcPr>
            <w:tcW w:w="1340" w:type="dxa"/>
            <w:noWrap/>
            <w:hideMark/>
          </w:tcPr>
          <w:p w14:paraId="7D6AFDF5" w14:textId="77777777" w:rsidR="00E86CF1" w:rsidRPr="00E86CF1" w:rsidRDefault="00E86CF1">
            <w:pPr>
              <w:jc w:val="left"/>
            </w:pPr>
            <w:r w:rsidRPr="00E86CF1">
              <w:t> </w:t>
            </w:r>
          </w:p>
        </w:tc>
        <w:tc>
          <w:tcPr>
            <w:tcW w:w="1493" w:type="dxa"/>
            <w:noWrap/>
            <w:hideMark/>
          </w:tcPr>
          <w:p w14:paraId="0C9D96B2" w14:textId="77777777" w:rsidR="00E86CF1" w:rsidRPr="00E86CF1" w:rsidRDefault="00E86CF1">
            <w:r w:rsidRPr="00E86CF1">
              <w:t> </w:t>
            </w:r>
          </w:p>
        </w:tc>
      </w:tr>
      <w:tr w:rsidR="00E86CF1" w:rsidRPr="00E86CF1" w14:paraId="6A5114CC" w14:textId="77777777" w:rsidTr="00A53751">
        <w:trPr>
          <w:trHeight w:val="290"/>
        </w:trPr>
        <w:tc>
          <w:tcPr>
            <w:tcW w:w="820" w:type="dxa"/>
            <w:noWrap/>
            <w:hideMark/>
          </w:tcPr>
          <w:p w14:paraId="787AEF5F" w14:textId="77777777" w:rsidR="00E86CF1" w:rsidRPr="00E86CF1" w:rsidRDefault="00E86CF1" w:rsidP="00E86CF1">
            <w:r w:rsidRPr="00E86CF1">
              <w:lastRenderedPageBreak/>
              <w:t>10</w:t>
            </w:r>
          </w:p>
        </w:tc>
        <w:tc>
          <w:tcPr>
            <w:tcW w:w="4460" w:type="dxa"/>
            <w:noWrap/>
            <w:hideMark/>
          </w:tcPr>
          <w:p w14:paraId="1F3DFAE3" w14:textId="77777777" w:rsidR="00E86CF1" w:rsidRPr="00E86CF1" w:rsidRDefault="00E86CF1">
            <w:pPr>
              <w:jc w:val="left"/>
            </w:pPr>
            <w:r w:rsidRPr="00E86CF1">
              <w:t>D6mm dia reinforcing steel (6m length)smooth</w:t>
            </w:r>
          </w:p>
        </w:tc>
        <w:tc>
          <w:tcPr>
            <w:tcW w:w="790" w:type="dxa"/>
            <w:noWrap/>
            <w:hideMark/>
          </w:tcPr>
          <w:p w14:paraId="27CE952E" w14:textId="77777777" w:rsidR="00E86CF1" w:rsidRPr="00E86CF1" w:rsidRDefault="00E86CF1" w:rsidP="00E86CF1">
            <w:r w:rsidRPr="00E86CF1">
              <w:t>27</w:t>
            </w:r>
          </w:p>
        </w:tc>
        <w:tc>
          <w:tcPr>
            <w:tcW w:w="873" w:type="dxa"/>
            <w:noWrap/>
            <w:hideMark/>
          </w:tcPr>
          <w:p w14:paraId="3B3DE0D3" w14:textId="77777777" w:rsidR="00E86CF1" w:rsidRPr="00E86CF1" w:rsidRDefault="00E86CF1" w:rsidP="00E86CF1">
            <w:pPr>
              <w:jc w:val="left"/>
            </w:pPr>
            <w:r w:rsidRPr="00E86CF1">
              <w:t>length</w:t>
            </w:r>
          </w:p>
        </w:tc>
        <w:tc>
          <w:tcPr>
            <w:tcW w:w="1340" w:type="dxa"/>
            <w:noWrap/>
            <w:hideMark/>
          </w:tcPr>
          <w:p w14:paraId="4FE6D3B2" w14:textId="77777777" w:rsidR="00E86CF1" w:rsidRPr="00E86CF1" w:rsidRDefault="00E86CF1">
            <w:pPr>
              <w:jc w:val="left"/>
            </w:pPr>
            <w:r w:rsidRPr="00E86CF1">
              <w:t> </w:t>
            </w:r>
          </w:p>
        </w:tc>
        <w:tc>
          <w:tcPr>
            <w:tcW w:w="1493" w:type="dxa"/>
            <w:noWrap/>
            <w:hideMark/>
          </w:tcPr>
          <w:p w14:paraId="655433B8" w14:textId="77777777" w:rsidR="00E86CF1" w:rsidRPr="00E86CF1" w:rsidRDefault="00E86CF1">
            <w:r w:rsidRPr="00E86CF1">
              <w:t> </w:t>
            </w:r>
          </w:p>
        </w:tc>
      </w:tr>
      <w:tr w:rsidR="00E86CF1" w:rsidRPr="00E86CF1" w14:paraId="0557BBC7" w14:textId="77777777" w:rsidTr="00A53751">
        <w:trPr>
          <w:trHeight w:val="290"/>
        </w:trPr>
        <w:tc>
          <w:tcPr>
            <w:tcW w:w="820" w:type="dxa"/>
            <w:noWrap/>
            <w:hideMark/>
          </w:tcPr>
          <w:p w14:paraId="4397D916" w14:textId="77777777" w:rsidR="00E86CF1" w:rsidRPr="00E86CF1" w:rsidRDefault="00E86CF1" w:rsidP="00E86CF1">
            <w:r w:rsidRPr="00E86CF1">
              <w:t>11</w:t>
            </w:r>
          </w:p>
        </w:tc>
        <w:tc>
          <w:tcPr>
            <w:tcW w:w="4460" w:type="dxa"/>
            <w:noWrap/>
            <w:hideMark/>
          </w:tcPr>
          <w:p w14:paraId="336FE7F3" w14:textId="77777777" w:rsidR="00E86CF1" w:rsidRPr="00E86CF1" w:rsidRDefault="00E86CF1">
            <w:pPr>
              <w:jc w:val="left"/>
            </w:pPr>
            <w:r w:rsidRPr="00E86CF1">
              <w:t>Reinforcing mesh SL 102 size: 6mx2.4m wide</w:t>
            </w:r>
          </w:p>
        </w:tc>
        <w:tc>
          <w:tcPr>
            <w:tcW w:w="790" w:type="dxa"/>
            <w:noWrap/>
            <w:hideMark/>
          </w:tcPr>
          <w:p w14:paraId="67222FA4" w14:textId="77777777" w:rsidR="00E86CF1" w:rsidRPr="00E86CF1" w:rsidRDefault="00E86CF1" w:rsidP="00E86CF1">
            <w:r w:rsidRPr="00E86CF1">
              <w:t>43</w:t>
            </w:r>
          </w:p>
        </w:tc>
        <w:tc>
          <w:tcPr>
            <w:tcW w:w="873" w:type="dxa"/>
            <w:noWrap/>
            <w:hideMark/>
          </w:tcPr>
          <w:p w14:paraId="258A82AB" w14:textId="77777777" w:rsidR="00E86CF1" w:rsidRPr="00E86CF1" w:rsidRDefault="00E86CF1" w:rsidP="00E86CF1">
            <w:pPr>
              <w:jc w:val="left"/>
            </w:pPr>
            <w:r w:rsidRPr="00E86CF1">
              <w:t>sheet</w:t>
            </w:r>
          </w:p>
        </w:tc>
        <w:tc>
          <w:tcPr>
            <w:tcW w:w="1340" w:type="dxa"/>
            <w:noWrap/>
            <w:hideMark/>
          </w:tcPr>
          <w:p w14:paraId="4DC396AA" w14:textId="77777777" w:rsidR="00E86CF1" w:rsidRPr="00E86CF1" w:rsidRDefault="00E86CF1">
            <w:pPr>
              <w:jc w:val="left"/>
            </w:pPr>
            <w:r w:rsidRPr="00E86CF1">
              <w:t> </w:t>
            </w:r>
          </w:p>
        </w:tc>
        <w:tc>
          <w:tcPr>
            <w:tcW w:w="1493" w:type="dxa"/>
            <w:noWrap/>
            <w:hideMark/>
          </w:tcPr>
          <w:p w14:paraId="6377C89B" w14:textId="77777777" w:rsidR="00E86CF1" w:rsidRPr="00E86CF1" w:rsidRDefault="00E86CF1">
            <w:r w:rsidRPr="00E86CF1">
              <w:t> </w:t>
            </w:r>
          </w:p>
        </w:tc>
      </w:tr>
      <w:tr w:rsidR="00E86CF1" w:rsidRPr="00E86CF1" w14:paraId="0EE3F5E9" w14:textId="77777777" w:rsidTr="00A53751">
        <w:trPr>
          <w:trHeight w:val="290"/>
        </w:trPr>
        <w:tc>
          <w:tcPr>
            <w:tcW w:w="820" w:type="dxa"/>
            <w:noWrap/>
            <w:hideMark/>
          </w:tcPr>
          <w:p w14:paraId="11CB7020" w14:textId="77777777" w:rsidR="00E86CF1" w:rsidRPr="00E86CF1" w:rsidRDefault="00E86CF1" w:rsidP="00E86CF1">
            <w:r w:rsidRPr="00E86CF1">
              <w:t> </w:t>
            </w:r>
          </w:p>
        </w:tc>
        <w:tc>
          <w:tcPr>
            <w:tcW w:w="4460" w:type="dxa"/>
            <w:hideMark/>
          </w:tcPr>
          <w:p w14:paraId="44994342" w14:textId="77777777" w:rsidR="00E86CF1" w:rsidRPr="00E86CF1" w:rsidRDefault="00E86CF1">
            <w:pPr>
              <w:jc w:val="left"/>
              <w:rPr>
                <w:b/>
                <w:bCs/>
              </w:rPr>
            </w:pPr>
            <w:r w:rsidRPr="00E86CF1">
              <w:rPr>
                <w:b/>
                <w:bCs/>
              </w:rPr>
              <w:t>Metal Work</w:t>
            </w:r>
          </w:p>
        </w:tc>
        <w:tc>
          <w:tcPr>
            <w:tcW w:w="790" w:type="dxa"/>
            <w:noWrap/>
            <w:hideMark/>
          </w:tcPr>
          <w:p w14:paraId="46B60754" w14:textId="77777777" w:rsidR="00E86CF1" w:rsidRPr="00E86CF1" w:rsidRDefault="00E86CF1" w:rsidP="00E86CF1">
            <w:r w:rsidRPr="00E86CF1">
              <w:t> </w:t>
            </w:r>
          </w:p>
        </w:tc>
        <w:tc>
          <w:tcPr>
            <w:tcW w:w="873" w:type="dxa"/>
            <w:noWrap/>
            <w:hideMark/>
          </w:tcPr>
          <w:p w14:paraId="5043FEE0" w14:textId="77777777" w:rsidR="00E86CF1" w:rsidRPr="00E86CF1" w:rsidRDefault="00E86CF1" w:rsidP="00E86CF1">
            <w:pPr>
              <w:jc w:val="left"/>
            </w:pPr>
            <w:r w:rsidRPr="00E86CF1">
              <w:t> </w:t>
            </w:r>
          </w:p>
        </w:tc>
        <w:tc>
          <w:tcPr>
            <w:tcW w:w="1340" w:type="dxa"/>
            <w:noWrap/>
            <w:hideMark/>
          </w:tcPr>
          <w:p w14:paraId="5B95BDA7" w14:textId="77777777" w:rsidR="00E86CF1" w:rsidRPr="00E86CF1" w:rsidRDefault="00E86CF1">
            <w:pPr>
              <w:jc w:val="left"/>
            </w:pPr>
            <w:r w:rsidRPr="00E86CF1">
              <w:t> </w:t>
            </w:r>
          </w:p>
        </w:tc>
        <w:tc>
          <w:tcPr>
            <w:tcW w:w="1493" w:type="dxa"/>
            <w:noWrap/>
            <w:hideMark/>
          </w:tcPr>
          <w:p w14:paraId="1A998730" w14:textId="77777777" w:rsidR="00E86CF1" w:rsidRPr="00E86CF1" w:rsidRDefault="00E86CF1">
            <w:r w:rsidRPr="00E86CF1">
              <w:t> </w:t>
            </w:r>
          </w:p>
        </w:tc>
      </w:tr>
      <w:tr w:rsidR="00E86CF1" w:rsidRPr="00E86CF1" w14:paraId="3BDB6536" w14:textId="77777777" w:rsidTr="00A53751">
        <w:trPr>
          <w:trHeight w:val="290"/>
        </w:trPr>
        <w:tc>
          <w:tcPr>
            <w:tcW w:w="820" w:type="dxa"/>
            <w:noWrap/>
            <w:hideMark/>
          </w:tcPr>
          <w:p w14:paraId="5A5DAB55" w14:textId="77777777" w:rsidR="00E86CF1" w:rsidRPr="00E86CF1" w:rsidRDefault="00E86CF1" w:rsidP="00E86CF1">
            <w:r w:rsidRPr="00E86CF1">
              <w:t>12</w:t>
            </w:r>
          </w:p>
        </w:tc>
        <w:tc>
          <w:tcPr>
            <w:tcW w:w="4460" w:type="dxa"/>
            <w:noWrap/>
            <w:hideMark/>
          </w:tcPr>
          <w:p w14:paraId="5682C4DA" w14:textId="77777777" w:rsidR="00E86CF1" w:rsidRPr="00E86CF1" w:rsidRDefault="00E86CF1">
            <w:pPr>
              <w:jc w:val="left"/>
            </w:pPr>
            <w:r w:rsidRPr="00E86CF1">
              <w:t>Galvanized pipe (150mm)</w:t>
            </w:r>
          </w:p>
        </w:tc>
        <w:tc>
          <w:tcPr>
            <w:tcW w:w="790" w:type="dxa"/>
            <w:noWrap/>
            <w:hideMark/>
          </w:tcPr>
          <w:p w14:paraId="71C6CB64" w14:textId="77777777" w:rsidR="00E86CF1" w:rsidRPr="00E86CF1" w:rsidRDefault="00E86CF1" w:rsidP="00E86CF1">
            <w:r w:rsidRPr="00E86CF1">
              <w:t>4</w:t>
            </w:r>
          </w:p>
        </w:tc>
        <w:tc>
          <w:tcPr>
            <w:tcW w:w="873" w:type="dxa"/>
            <w:noWrap/>
            <w:hideMark/>
          </w:tcPr>
          <w:p w14:paraId="7275A041" w14:textId="77777777" w:rsidR="00E86CF1" w:rsidRPr="00E86CF1" w:rsidRDefault="00E86CF1" w:rsidP="00E86CF1">
            <w:pPr>
              <w:jc w:val="left"/>
            </w:pPr>
            <w:r w:rsidRPr="00E86CF1">
              <w:t>no</w:t>
            </w:r>
          </w:p>
        </w:tc>
        <w:tc>
          <w:tcPr>
            <w:tcW w:w="1340" w:type="dxa"/>
            <w:noWrap/>
            <w:hideMark/>
          </w:tcPr>
          <w:p w14:paraId="2591D13B" w14:textId="77777777" w:rsidR="00E86CF1" w:rsidRPr="00E86CF1" w:rsidRDefault="00E86CF1">
            <w:pPr>
              <w:jc w:val="left"/>
            </w:pPr>
            <w:r w:rsidRPr="00E86CF1">
              <w:t> </w:t>
            </w:r>
          </w:p>
        </w:tc>
        <w:tc>
          <w:tcPr>
            <w:tcW w:w="1493" w:type="dxa"/>
            <w:noWrap/>
            <w:hideMark/>
          </w:tcPr>
          <w:p w14:paraId="66148266" w14:textId="77777777" w:rsidR="00E86CF1" w:rsidRPr="00E86CF1" w:rsidRDefault="00E86CF1">
            <w:r w:rsidRPr="00E86CF1">
              <w:t> </w:t>
            </w:r>
          </w:p>
        </w:tc>
      </w:tr>
      <w:tr w:rsidR="00E86CF1" w:rsidRPr="00E86CF1" w14:paraId="1FE571A8" w14:textId="77777777" w:rsidTr="00A53751">
        <w:trPr>
          <w:trHeight w:val="290"/>
        </w:trPr>
        <w:tc>
          <w:tcPr>
            <w:tcW w:w="820" w:type="dxa"/>
            <w:noWrap/>
            <w:hideMark/>
          </w:tcPr>
          <w:p w14:paraId="6AC6A081" w14:textId="77777777" w:rsidR="00E86CF1" w:rsidRPr="00E86CF1" w:rsidRDefault="00E86CF1" w:rsidP="00E86CF1">
            <w:r w:rsidRPr="00E86CF1">
              <w:t>13</w:t>
            </w:r>
          </w:p>
        </w:tc>
        <w:tc>
          <w:tcPr>
            <w:tcW w:w="4460" w:type="dxa"/>
            <w:hideMark/>
          </w:tcPr>
          <w:p w14:paraId="61087789" w14:textId="77777777" w:rsidR="00E86CF1" w:rsidRPr="00E86CF1" w:rsidRDefault="00E86CF1">
            <w:pPr>
              <w:jc w:val="left"/>
            </w:pPr>
            <w:r w:rsidRPr="00E86CF1">
              <w:t>galvanized pipe 50mm</w:t>
            </w:r>
          </w:p>
        </w:tc>
        <w:tc>
          <w:tcPr>
            <w:tcW w:w="790" w:type="dxa"/>
            <w:noWrap/>
            <w:hideMark/>
          </w:tcPr>
          <w:p w14:paraId="1CDEBA95" w14:textId="77777777" w:rsidR="00E86CF1" w:rsidRPr="00E86CF1" w:rsidRDefault="00E86CF1" w:rsidP="00E86CF1">
            <w:r w:rsidRPr="00E86CF1">
              <w:t>10</w:t>
            </w:r>
          </w:p>
        </w:tc>
        <w:tc>
          <w:tcPr>
            <w:tcW w:w="873" w:type="dxa"/>
            <w:noWrap/>
            <w:hideMark/>
          </w:tcPr>
          <w:p w14:paraId="27A8AA9D" w14:textId="77777777" w:rsidR="00E86CF1" w:rsidRPr="00E86CF1" w:rsidRDefault="00E86CF1" w:rsidP="00E86CF1">
            <w:pPr>
              <w:jc w:val="left"/>
            </w:pPr>
            <w:r w:rsidRPr="00E86CF1">
              <w:t>length</w:t>
            </w:r>
          </w:p>
        </w:tc>
        <w:tc>
          <w:tcPr>
            <w:tcW w:w="1340" w:type="dxa"/>
            <w:noWrap/>
            <w:hideMark/>
          </w:tcPr>
          <w:p w14:paraId="0CA623A0" w14:textId="77777777" w:rsidR="00E86CF1" w:rsidRPr="00E86CF1" w:rsidRDefault="00E86CF1">
            <w:pPr>
              <w:jc w:val="left"/>
            </w:pPr>
            <w:r w:rsidRPr="00E86CF1">
              <w:t> </w:t>
            </w:r>
          </w:p>
        </w:tc>
        <w:tc>
          <w:tcPr>
            <w:tcW w:w="1493" w:type="dxa"/>
            <w:noWrap/>
            <w:hideMark/>
          </w:tcPr>
          <w:p w14:paraId="5CB17BC1" w14:textId="77777777" w:rsidR="00E86CF1" w:rsidRPr="00E86CF1" w:rsidRDefault="00E86CF1">
            <w:r w:rsidRPr="00E86CF1">
              <w:t> </w:t>
            </w:r>
          </w:p>
        </w:tc>
      </w:tr>
      <w:tr w:rsidR="00E86CF1" w:rsidRPr="00E86CF1" w14:paraId="5C6EC2B2" w14:textId="77777777" w:rsidTr="00A53751">
        <w:trPr>
          <w:trHeight w:val="290"/>
        </w:trPr>
        <w:tc>
          <w:tcPr>
            <w:tcW w:w="820" w:type="dxa"/>
            <w:noWrap/>
            <w:hideMark/>
          </w:tcPr>
          <w:p w14:paraId="40460C01" w14:textId="77777777" w:rsidR="00E86CF1" w:rsidRPr="00E86CF1" w:rsidRDefault="00E86CF1" w:rsidP="00E86CF1">
            <w:r w:rsidRPr="00E86CF1">
              <w:t>14</w:t>
            </w:r>
          </w:p>
        </w:tc>
        <w:tc>
          <w:tcPr>
            <w:tcW w:w="4460" w:type="dxa"/>
            <w:hideMark/>
          </w:tcPr>
          <w:p w14:paraId="5A475143" w14:textId="77777777" w:rsidR="00E86CF1" w:rsidRPr="00E86CF1" w:rsidRDefault="00E86CF1">
            <w:pPr>
              <w:jc w:val="left"/>
            </w:pPr>
            <w:r w:rsidRPr="00E86CF1">
              <w:t xml:space="preserve">costom bracket </w:t>
            </w:r>
          </w:p>
        </w:tc>
        <w:tc>
          <w:tcPr>
            <w:tcW w:w="790" w:type="dxa"/>
            <w:noWrap/>
            <w:hideMark/>
          </w:tcPr>
          <w:p w14:paraId="7D055B71" w14:textId="77777777" w:rsidR="00E86CF1" w:rsidRPr="00E86CF1" w:rsidRDefault="00E86CF1" w:rsidP="00E86CF1">
            <w:r w:rsidRPr="00E86CF1">
              <w:t>28</w:t>
            </w:r>
          </w:p>
        </w:tc>
        <w:tc>
          <w:tcPr>
            <w:tcW w:w="873" w:type="dxa"/>
            <w:noWrap/>
            <w:hideMark/>
          </w:tcPr>
          <w:p w14:paraId="5191F1AA" w14:textId="77777777" w:rsidR="00E86CF1" w:rsidRPr="00E86CF1" w:rsidRDefault="00E86CF1" w:rsidP="00E86CF1">
            <w:pPr>
              <w:jc w:val="left"/>
            </w:pPr>
            <w:r w:rsidRPr="00E86CF1">
              <w:t>no</w:t>
            </w:r>
          </w:p>
        </w:tc>
        <w:tc>
          <w:tcPr>
            <w:tcW w:w="1340" w:type="dxa"/>
            <w:noWrap/>
            <w:hideMark/>
          </w:tcPr>
          <w:p w14:paraId="66F0EB16" w14:textId="77777777" w:rsidR="00E86CF1" w:rsidRPr="00E86CF1" w:rsidRDefault="00E86CF1">
            <w:pPr>
              <w:jc w:val="left"/>
            </w:pPr>
            <w:r w:rsidRPr="00E86CF1">
              <w:t> </w:t>
            </w:r>
          </w:p>
        </w:tc>
        <w:tc>
          <w:tcPr>
            <w:tcW w:w="1493" w:type="dxa"/>
            <w:noWrap/>
            <w:hideMark/>
          </w:tcPr>
          <w:p w14:paraId="43778D26" w14:textId="77777777" w:rsidR="00E86CF1" w:rsidRPr="00E86CF1" w:rsidRDefault="00E86CF1">
            <w:r w:rsidRPr="00E86CF1">
              <w:t> </w:t>
            </w:r>
          </w:p>
        </w:tc>
      </w:tr>
      <w:tr w:rsidR="00E86CF1" w:rsidRPr="00E86CF1" w14:paraId="44364A6C" w14:textId="77777777" w:rsidTr="00A53751">
        <w:trPr>
          <w:trHeight w:val="290"/>
        </w:trPr>
        <w:tc>
          <w:tcPr>
            <w:tcW w:w="820" w:type="dxa"/>
            <w:noWrap/>
            <w:hideMark/>
          </w:tcPr>
          <w:p w14:paraId="203002FA" w14:textId="77777777" w:rsidR="00E86CF1" w:rsidRPr="00E86CF1" w:rsidRDefault="00E86CF1" w:rsidP="00E86CF1">
            <w:r w:rsidRPr="00E86CF1">
              <w:t> </w:t>
            </w:r>
          </w:p>
        </w:tc>
        <w:tc>
          <w:tcPr>
            <w:tcW w:w="4460" w:type="dxa"/>
            <w:noWrap/>
            <w:hideMark/>
          </w:tcPr>
          <w:p w14:paraId="6CEF0244" w14:textId="77777777" w:rsidR="00E86CF1" w:rsidRPr="00E86CF1" w:rsidRDefault="00E86CF1">
            <w:pPr>
              <w:jc w:val="left"/>
              <w:rPr>
                <w:b/>
                <w:bCs/>
              </w:rPr>
            </w:pPr>
            <w:r w:rsidRPr="00E86CF1">
              <w:rPr>
                <w:b/>
                <w:bCs/>
              </w:rPr>
              <w:t>Structural timber pine (Treated pine timber)</w:t>
            </w:r>
          </w:p>
        </w:tc>
        <w:tc>
          <w:tcPr>
            <w:tcW w:w="790" w:type="dxa"/>
            <w:noWrap/>
            <w:hideMark/>
          </w:tcPr>
          <w:p w14:paraId="2836D58D" w14:textId="77777777" w:rsidR="00E86CF1" w:rsidRPr="00E86CF1" w:rsidRDefault="00E86CF1" w:rsidP="00E86CF1">
            <w:r w:rsidRPr="00E86CF1">
              <w:t> </w:t>
            </w:r>
          </w:p>
        </w:tc>
        <w:tc>
          <w:tcPr>
            <w:tcW w:w="873" w:type="dxa"/>
            <w:noWrap/>
            <w:hideMark/>
          </w:tcPr>
          <w:p w14:paraId="5AAB5CF6" w14:textId="77777777" w:rsidR="00E86CF1" w:rsidRPr="00E86CF1" w:rsidRDefault="00E86CF1" w:rsidP="00E86CF1">
            <w:pPr>
              <w:jc w:val="left"/>
            </w:pPr>
            <w:r w:rsidRPr="00E86CF1">
              <w:t> </w:t>
            </w:r>
          </w:p>
        </w:tc>
        <w:tc>
          <w:tcPr>
            <w:tcW w:w="1340" w:type="dxa"/>
            <w:noWrap/>
            <w:hideMark/>
          </w:tcPr>
          <w:p w14:paraId="7B1A21EE" w14:textId="77777777" w:rsidR="00E86CF1" w:rsidRPr="00E86CF1" w:rsidRDefault="00E86CF1">
            <w:pPr>
              <w:jc w:val="left"/>
            </w:pPr>
            <w:r w:rsidRPr="00E86CF1">
              <w:t> </w:t>
            </w:r>
          </w:p>
        </w:tc>
        <w:tc>
          <w:tcPr>
            <w:tcW w:w="1493" w:type="dxa"/>
            <w:noWrap/>
            <w:hideMark/>
          </w:tcPr>
          <w:p w14:paraId="34949C20" w14:textId="77777777" w:rsidR="00E86CF1" w:rsidRPr="00E86CF1" w:rsidRDefault="00E86CF1">
            <w:r w:rsidRPr="00E86CF1">
              <w:t> </w:t>
            </w:r>
          </w:p>
        </w:tc>
      </w:tr>
      <w:tr w:rsidR="00E86CF1" w:rsidRPr="00E86CF1" w14:paraId="76E7EDC3" w14:textId="77777777" w:rsidTr="00A53751">
        <w:trPr>
          <w:trHeight w:val="580"/>
        </w:trPr>
        <w:tc>
          <w:tcPr>
            <w:tcW w:w="820" w:type="dxa"/>
            <w:noWrap/>
            <w:hideMark/>
          </w:tcPr>
          <w:p w14:paraId="71D1E00E" w14:textId="77777777" w:rsidR="00E86CF1" w:rsidRPr="00E86CF1" w:rsidRDefault="00E86CF1" w:rsidP="00E86CF1">
            <w:r w:rsidRPr="00E86CF1">
              <w:t>15</w:t>
            </w:r>
          </w:p>
        </w:tc>
        <w:tc>
          <w:tcPr>
            <w:tcW w:w="4460" w:type="dxa"/>
            <w:hideMark/>
          </w:tcPr>
          <w:p w14:paraId="1B8D7C96" w14:textId="77777777" w:rsidR="00E86CF1" w:rsidRPr="00E86CF1" w:rsidRDefault="00E86CF1">
            <w:pPr>
              <w:jc w:val="left"/>
            </w:pPr>
            <w:r w:rsidRPr="00E86CF1">
              <w:t>Timber pine 300x300mm in 6m long to be dressed 150c50mm laminated timber</w:t>
            </w:r>
          </w:p>
        </w:tc>
        <w:tc>
          <w:tcPr>
            <w:tcW w:w="790" w:type="dxa"/>
            <w:noWrap/>
            <w:hideMark/>
          </w:tcPr>
          <w:p w14:paraId="1DF157F1" w14:textId="77777777" w:rsidR="00E86CF1" w:rsidRPr="00E86CF1" w:rsidRDefault="00E86CF1" w:rsidP="00E86CF1">
            <w:r w:rsidRPr="00E86CF1">
              <w:t>118.4</w:t>
            </w:r>
          </w:p>
        </w:tc>
        <w:tc>
          <w:tcPr>
            <w:tcW w:w="873" w:type="dxa"/>
            <w:noWrap/>
            <w:hideMark/>
          </w:tcPr>
          <w:p w14:paraId="4EC77D09" w14:textId="77777777" w:rsidR="00E86CF1" w:rsidRPr="00E86CF1" w:rsidRDefault="00E86CF1" w:rsidP="00E86CF1">
            <w:pPr>
              <w:jc w:val="left"/>
            </w:pPr>
            <w:r w:rsidRPr="00E86CF1">
              <w:t>length</w:t>
            </w:r>
          </w:p>
        </w:tc>
        <w:tc>
          <w:tcPr>
            <w:tcW w:w="1340" w:type="dxa"/>
            <w:noWrap/>
            <w:hideMark/>
          </w:tcPr>
          <w:p w14:paraId="56149CDB" w14:textId="77777777" w:rsidR="00E86CF1" w:rsidRPr="00E86CF1" w:rsidRDefault="00E86CF1">
            <w:pPr>
              <w:jc w:val="left"/>
            </w:pPr>
            <w:r w:rsidRPr="00E86CF1">
              <w:t> </w:t>
            </w:r>
          </w:p>
        </w:tc>
        <w:tc>
          <w:tcPr>
            <w:tcW w:w="1493" w:type="dxa"/>
            <w:noWrap/>
            <w:hideMark/>
          </w:tcPr>
          <w:p w14:paraId="6FD26E8C" w14:textId="77777777" w:rsidR="00E86CF1" w:rsidRPr="00E86CF1" w:rsidRDefault="00E86CF1">
            <w:r w:rsidRPr="00E86CF1">
              <w:t> </w:t>
            </w:r>
          </w:p>
        </w:tc>
      </w:tr>
      <w:tr w:rsidR="00E86CF1" w:rsidRPr="00E86CF1" w14:paraId="23242E2A" w14:textId="77777777" w:rsidTr="00A53751">
        <w:trPr>
          <w:trHeight w:val="290"/>
        </w:trPr>
        <w:tc>
          <w:tcPr>
            <w:tcW w:w="820" w:type="dxa"/>
            <w:noWrap/>
            <w:hideMark/>
          </w:tcPr>
          <w:p w14:paraId="3A994A40" w14:textId="77777777" w:rsidR="00E86CF1" w:rsidRPr="00E86CF1" w:rsidRDefault="00E86CF1" w:rsidP="00E86CF1">
            <w:r w:rsidRPr="00E86CF1">
              <w:t>16</w:t>
            </w:r>
          </w:p>
        </w:tc>
        <w:tc>
          <w:tcPr>
            <w:tcW w:w="4460" w:type="dxa"/>
            <w:noWrap/>
            <w:hideMark/>
          </w:tcPr>
          <w:p w14:paraId="25C24F32" w14:textId="77777777" w:rsidR="00E86CF1" w:rsidRPr="00E86CF1" w:rsidRDefault="00E86CF1">
            <w:pPr>
              <w:jc w:val="left"/>
            </w:pPr>
            <w:r w:rsidRPr="00E86CF1">
              <w:t>Timber pine 250x100mm in 6m long to be dressed</w:t>
            </w:r>
          </w:p>
        </w:tc>
        <w:tc>
          <w:tcPr>
            <w:tcW w:w="790" w:type="dxa"/>
            <w:noWrap/>
            <w:hideMark/>
          </w:tcPr>
          <w:p w14:paraId="2A64F1C1" w14:textId="77777777" w:rsidR="00E86CF1" w:rsidRPr="00E86CF1" w:rsidRDefault="00E86CF1" w:rsidP="00E86CF1">
            <w:r w:rsidRPr="00E86CF1">
              <w:t>20</w:t>
            </w:r>
          </w:p>
        </w:tc>
        <w:tc>
          <w:tcPr>
            <w:tcW w:w="873" w:type="dxa"/>
            <w:noWrap/>
            <w:hideMark/>
          </w:tcPr>
          <w:p w14:paraId="7D9B429D" w14:textId="77777777" w:rsidR="00E86CF1" w:rsidRPr="00E86CF1" w:rsidRDefault="00E86CF1" w:rsidP="00E86CF1">
            <w:pPr>
              <w:jc w:val="left"/>
            </w:pPr>
            <w:r w:rsidRPr="00E86CF1">
              <w:t>length</w:t>
            </w:r>
          </w:p>
        </w:tc>
        <w:tc>
          <w:tcPr>
            <w:tcW w:w="1340" w:type="dxa"/>
            <w:noWrap/>
            <w:hideMark/>
          </w:tcPr>
          <w:p w14:paraId="48578881" w14:textId="77777777" w:rsidR="00E86CF1" w:rsidRPr="00E86CF1" w:rsidRDefault="00E86CF1">
            <w:pPr>
              <w:jc w:val="left"/>
            </w:pPr>
            <w:r w:rsidRPr="00E86CF1">
              <w:t> </w:t>
            </w:r>
          </w:p>
        </w:tc>
        <w:tc>
          <w:tcPr>
            <w:tcW w:w="1493" w:type="dxa"/>
            <w:noWrap/>
            <w:hideMark/>
          </w:tcPr>
          <w:p w14:paraId="611CA649" w14:textId="77777777" w:rsidR="00E86CF1" w:rsidRPr="00E86CF1" w:rsidRDefault="00E86CF1">
            <w:r w:rsidRPr="00E86CF1">
              <w:t> </w:t>
            </w:r>
          </w:p>
        </w:tc>
      </w:tr>
      <w:tr w:rsidR="00E86CF1" w:rsidRPr="00E86CF1" w14:paraId="1C3C2194" w14:textId="77777777" w:rsidTr="00A53751">
        <w:trPr>
          <w:trHeight w:val="290"/>
        </w:trPr>
        <w:tc>
          <w:tcPr>
            <w:tcW w:w="820" w:type="dxa"/>
            <w:noWrap/>
            <w:hideMark/>
          </w:tcPr>
          <w:p w14:paraId="3E0BCD76" w14:textId="77777777" w:rsidR="00E86CF1" w:rsidRPr="00E86CF1" w:rsidRDefault="00E86CF1" w:rsidP="00E86CF1">
            <w:r w:rsidRPr="00E86CF1">
              <w:t>17</w:t>
            </w:r>
          </w:p>
        </w:tc>
        <w:tc>
          <w:tcPr>
            <w:tcW w:w="4460" w:type="dxa"/>
            <w:noWrap/>
            <w:hideMark/>
          </w:tcPr>
          <w:p w14:paraId="65D5F74A" w14:textId="77777777" w:rsidR="00E86CF1" w:rsidRPr="00E86CF1" w:rsidRDefault="00E86CF1">
            <w:pPr>
              <w:jc w:val="left"/>
            </w:pPr>
            <w:r w:rsidRPr="00E86CF1">
              <w:t>Timber pine 250x50mm in 6m long to be dressed</w:t>
            </w:r>
          </w:p>
        </w:tc>
        <w:tc>
          <w:tcPr>
            <w:tcW w:w="790" w:type="dxa"/>
            <w:noWrap/>
            <w:hideMark/>
          </w:tcPr>
          <w:p w14:paraId="5C7CC067" w14:textId="77777777" w:rsidR="00E86CF1" w:rsidRPr="00E86CF1" w:rsidRDefault="00E86CF1" w:rsidP="00E86CF1">
            <w:r w:rsidRPr="00E86CF1">
              <w:t>137</w:t>
            </w:r>
          </w:p>
        </w:tc>
        <w:tc>
          <w:tcPr>
            <w:tcW w:w="873" w:type="dxa"/>
            <w:noWrap/>
            <w:hideMark/>
          </w:tcPr>
          <w:p w14:paraId="38EE0630" w14:textId="77777777" w:rsidR="00E86CF1" w:rsidRPr="00E86CF1" w:rsidRDefault="00E86CF1" w:rsidP="00E86CF1">
            <w:pPr>
              <w:jc w:val="left"/>
            </w:pPr>
            <w:r w:rsidRPr="00E86CF1">
              <w:t>length</w:t>
            </w:r>
          </w:p>
        </w:tc>
        <w:tc>
          <w:tcPr>
            <w:tcW w:w="1340" w:type="dxa"/>
            <w:noWrap/>
            <w:hideMark/>
          </w:tcPr>
          <w:p w14:paraId="1E701FF4" w14:textId="77777777" w:rsidR="00E86CF1" w:rsidRPr="00E86CF1" w:rsidRDefault="00E86CF1">
            <w:pPr>
              <w:jc w:val="left"/>
            </w:pPr>
            <w:r w:rsidRPr="00E86CF1">
              <w:t> </w:t>
            </w:r>
          </w:p>
        </w:tc>
        <w:tc>
          <w:tcPr>
            <w:tcW w:w="1493" w:type="dxa"/>
            <w:noWrap/>
            <w:hideMark/>
          </w:tcPr>
          <w:p w14:paraId="4E86962D" w14:textId="77777777" w:rsidR="00E86CF1" w:rsidRPr="00E86CF1" w:rsidRDefault="00E86CF1">
            <w:r w:rsidRPr="00E86CF1">
              <w:t> </w:t>
            </w:r>
          </w:p>
        </w:tc>
      </w:tr>
      <w:tr w:rsidR="00E86CF1" w:rsidRPr="00E86CF1" w14:paraId="0F057BA9" w14:textId="77777777" w:rsidTr="00A53751">
        <w:trPr>
          <w:trHeight w:val="290"/>
        </w:trPr>
        <w:tc>
          <w:tcPr>
            <w:tcW w:w="820" w:type="dxa"/>
            <w:noWrap/>
            <w:hideMark/>
          </w:tcPr>
          <w:p w14:paraId="49E0ED74" w14:textId="77777777" w:rsidR="00E86CF1" w:rsidRPr="00E86CF1" w:rsidRDefault="00E86CF1" w:rsidP="00E86CF1">
            <w:r w:rsidRPr="00E86CF1">
              <w:t>18</w:t>
            </w:r>
          </w:p>
        </w:tc>
        <w:tc>
          <w:tcPr>
            <w:tcW w:w="4460" w:type="dxa"/>
            <w:noWrap/>
            <w:hideMark/>
          </w:tcPr>
          <w:p w14:paraId="550247F1" w14:textId="77777777" w:rsidR="00E86CF1" w:rsidRPr="00E86CF1" w:rsidRDefault="00E86CF1">
            <w:pPr>
              <w:jc w:val="left"/>
            </w:pPr>
            <w:r w:rsidRPr="00E86CF1">
              <w:t>Timber pine 200x25mm in 6m long to be dressed</w:t>
            </w:r>
          </w:p>
        </w:tc>
        <w:tc>
          <w:tcPr>
            <w:tcW w:w="790" w:type="dxa"/>
            <w:noWrap/>
            <w:hideMark/>
          </w:tcPr>
          <w:p w14:paraId="538EC95B" w14:textId="77777777" w:rsidR="00E86CF1" w:rsidRPr="00E86CF1" w:rsidRDefault="00E86CF1" w:rsidP="00E86CF1">
            <w:r w:rsidRPr="00E86CF1">
              <w:t>24</w:t>
            </w:r>
          </w:p>
        </w:tc>
        <w:tc>
          <w:tcPr>
            <w:tcW w:w="873" w:type="dxa"/>
            <w:noWrap/>
            <w:hideMark/>
          </w:tcPr>
          <w:p w14:paraId="27CF9BF9" w14:textId="77777777" w:rsidR="00E86CF1" w:rsidRPr="00E86CF1" w:rsidRDefault="00E86CF1" w:rsidP="00E86CF1">
            <w:pPr>
              <w:jc w:val="left"/>
            </w:pPr>
            <w:r w:rsidRPr="00E86CF1">
              <w:t>length</w:t>
            </w:r>
          </w:p>
        </w:tc>
        <w:tc>
          <w:tcPr>
            <w:tcW w:w="1340" w:type="dxa"/>
            <w:noWrap/>
            <w:hideMark/>
          </w:tcPr>
          <w:p w14:paraId="629F7938" w14:textId="77777777" w:rsidR="00E86CF1" w:rsidRPr="00E86CF1" w:rsidRDefault="00E86CF1">
            <w:pPr>
              <w:jc w:val="left"/>
            </w:pPr>
            <w:r w:rsidRPr="00E86CF1">
              <w:t> </w:t>
            </w:r>
          </w:p>
        </w:tc>
        <w:tc>
          <w:tcPr>
            <w:tcW w:w="1493" w:type="dxa"/>
            <w:noWrap/>
            <w:hideMark/>
          </w:tcPr>
          <w:p w14:paraId="1AFA4A6A" w14:textId="77777777" w:rsidR="00E86CF1" w:rsidRPr="00E86CF1" w:rsidRDefault="00E86CF1">
            <w:r w:rsidRPr="00E86CF1">
              <w:t> </w:t>
            </w:r>
          </w:p>
        </w:tc>
      </w:tr>
      <w:tr w:rsidR="00E86CF1" w:rsidRPr="00E86CF1" w14:paraId="7D6CC22D" w14:textId="77777777" w:rsidTr="00A53751">
        <w:trPr>
          <w:trHeight w:val="290"/>
        </w:trPr>
        <w:tc>
          <w:tcPr>
            <w:tcW w:w="820" w:type="dxa"/>
            <w:noWrap/>
            <w:hideMark/>
          </w:tcPr>
          <w:p w14:paraId="6065A9E1" w14:textId="77777777" w:rsidR="00E86CF1" w:rsidRPr="00E86CF1" w:rsidRDefault="00E86CF1" w:rsidP="00E86CF1">
            <w:r w:rsidRPr="00E86CF1">
              <w:t>19</w:t>
            </w:r>
          </w:p>
        </w:tc>
        <w:tc>
          <w:tcPr>
            <w:tcW w:w="4460" w:type="dxa"/>
            <w:noWrap/>
            <w:hideMark/>
          </w:tcPr>
          <w:p w14:paraId="37331260" w14:textId="77777777" w:rsidR="00E86CF1" w:rsidRPr="00E86CF1" w:rsidRDefault="00E86CF1">
            <w:pPr>
              <w:jc w:val="left"/>
            </w:pPr>
            <w:r w:rsidRPr="00E86CF1">
              <w:t xml:space="preserve">Timber pine 150x50mm in 6m long to be dressed </w:t>
            </w:r>
          </w:p>
        </w:tc>
        <w:tc>
          <w:tcPr>
            <w:tcW w:w="790" w:type="dxa"/>
            <w:noWrap/>
            <w:hideMark/>
          </w:tcPr>
          <w:p w14:paraId="3D54CD75" w14:textId="77777777" w:rsidR="00E86CF1" w:rsidRPr="00E86CF1" w:rsidRDefault="00E86CF1" w:rsidP="00E86CF1">
            <w:r w:rsidRPr="00E86CF1">
              <w:t>25</w:t>
            </w:r>
          </w:p>
        </w:tc>
        <w:tc>
          <w:tcPr>
            <w:tcW w:w="873" w:type="dxa"/>
            <w:noWrap/>
            <w:hideMark/>
          </w:tcPr>
          <w:p w14:paraId="795AE083" w14:textId="77777777" w:rsidR="00E86CF1" w:rsidRPr="00E86CF1" w:rsidRDefault="00E86CF1" w:rsidP="00E86CF1">
            <w:pPr>
              <w:jc w:val="left"/>
            </w:pPr>
            <w:r w:rsidRPr="00E86CF1">
              <w:t>length</w:t>
            </w:r>
          </w:p>
        </w:tc>
        <w:tc>
          <w:tcPr>
            <w:tcW w:w="1340" w:type="dxa"/>
            <w:noWrap/>
            <w:hideMark/>
          </w:tcPr>
          <w:p w14:paraId="2E63E7B8" w14:textId="77777777" w:rsidR="00E86CF1" w:rsidRPr="00E86CF1" w:rsidRDefault="00E86CF1">
            <w:pPr>
              <w:jc w:val="left"/>
            </w:pPr>
            <w:r w:rsidRPr="00E86CF1">
              <w:t> </w:t>
            </w:r>
          </w:p>
        </w:tc>
        <w:tc>
          <w:tcPr>
            <w:tcW w:w="1493" w:type="dxa"/>
            <w:noWrap/>
            <w:hideMark/>
          </w:tcPr>
          <w:p w14:paraId="49BD477F" w14:textId="77777777" w:rsidR="00E86CF1" w:rsidRPr="00E86CF1" w:rsidRDefault="00E86CF1">
            <w:r w:rsidRPr="00E86CF1">
              <w:t> </w:t>
            </w:r>
          </w:p>
        </w:tc>
      </w:tr>
      <w:tr w:rsidR="00E86CF1" w:rsidRPr="00E86CF1" w14:paraId="76F5F00E" w14:textId="77777777" w:rsidTr="00A53751">
        <w:trPr>
          <w:trHeight w:val="290"/>
        </w:trPr>
        <w:tc>
          <w:tcPr>
            <w:tcW w:w="820" w:type="dxa"/>
            <w:noWrap/>
            <w:hideMark/>
          </w:tcPr>
          <w:p w14:paraId="50623FE4" w14:textId="77777777" w:rsidR="00E86CF1" w:rsidRPr="00E86CF1" w:rsidRDefault="00E86CF1" w:rsidP="00E86CF1">
            <w:r w:rsidRPr="00E86CF1">
              <w:t>20</w:t>
            </w:r>
          </w:p>
        </w:tc>
        <w:tc>
          <w:tcPr>
            <w:tcW w:w="4460" w:type="dxa"/>
            <w:noWrap/>
            <w:hideMark/>
          </w:tcPr>
          <w:p w14:paraId="6439FE4B" w14:textId="77777777" w:rsidR="00E86CF1" w:rsidRPr="00E86CF1" w:rsidRDefault="00E86CF1">
            <w:pPr>
              <w:jc w:val="left"/>
            </w:pPr>
            <w:r w:rsidRPr="00E86CF1">
              <w:t>Timber pine 75x50mm in 6m long to be dressed</w:t>
            </w:r>
          </w:p>
        </w:tc>
        <w:tc>
          <w:tcPr>
            <w:tcW w:w="790" w:type="dxa"/>
            <w:noWrap/>
            <w:hideMark/>
          </w:tcPr>
          <w:p w14:paraId="1FDD75BD" w14:textId="77777777" w:rsidR="00E86CF1" w:rsidRPr="00E86CF1" w:rsidRDefault="00E86CF1" w:rsidP="00E86CF1">
            <w:r w:rsidRPr="00E86CF1">
              <w:t>130</w:t>
            </w:r>
          </w:p>
        </w:tc>
        <w:tc>
          <w:tcPr>
            <w:tcW w:w="873" w:type="dxa"/>
            <w:noWrap/>
            <w:hideMark/>
          </w:tcPr>
          <w:p w14:paraId="0DFA9C1F" w14:textId="77777777" w:rsidR="00E86CF1" w:rsidRPr="00E86CF1" w:rsidRDefault="00E86CF1" w:rsidP="00E86CF1">
            <w:pPr>
              <w:jc w:val="left"/>
            </w:pPr>
            <w:r w:rsidRPr="00E86CF1">
              <w:t>length</w:t>
            </w:r>
          </w:p>
        </w:tc>
        <w:tc>
          <w:tcPr>
            <w:tcW w:w="1340" w:type="dxa"/>
            <w:noWrap/>
            <w:hideMark/>
          </w:tcPr>
          <w:p w14:paraId="6243F72C" w14:textId="77777777" w:rsidR="00E86CF1" w:rsidRPr="00E86CF1" w:rsidRDefault="00E86CF1">
            <w:pPr>
              <w:jc w:val="left"/>
            </w:pPr>
            <w:r w:rsidRPr="00E86CF1">
              <w:t> </w:t>
            </w:r>
          </w:p>
        </w:tc>
        <w:tc>
          <w:tcPr>
            <w:tcW w:w="1493" w:type="dxa"/>
            <w:noWrap/>
            <w:hideMark/>
          </w:tcPr>
          <w:p w14:paraId="646E4FBD" w14:textId="77777777" w:rsidR="00E86CF1" w:rsidRPr="00E86CF1" w:rsidRDefault="00E86CF1">
            <w:r w:rsidRPr="00E86CF1">
              <w:t> </w:t>
            </w:r>
          </w:p>
        </w:tc>
      </w:tr>
      <w:tr w:rsidR="00E86CF1" w:rsidRPr="00E86CF1" w14:paraId="5102A4D2" w14:textId="77777777" w:rsidTr="00A53751">
        <w:trPr>
          <w:trHeight w:val="290"/>
        </w:trPr>
        <w:tc>
          <w:tcPr>
            <w:tcW w:w="820" w:type="dxa"/>
            <w:noWrap/>
            <w:hideMark/>
          </w:tcPr>
          <w:p w14:paraId="54074697" w14:textId="77777777" w:rsidR="00E86CF1" w:rsidRPr="00E86CF1" w:rsidRDefault="00E86CF1" w:rsidP="00E86CF1">
            <w:r w:rsidRPr="00E86CF1">
              <w:t> </w:t>
            </w:r>
          </w:p>
        </w:tc>
        <w:tc>
          <w:tcPr>
            <w:tcW w:w="4460" w:type="dxa"/>
            <w:noWrap/>
            <w:hideMark/>
          </w:tcPr>
          <w:p w14:paraId="362BF249" w14:textId="77777777" w:rsidR="00E86CF1" w:rsidRPr="00E86CF1" w:rsidRDefault="00E86CF1">
            <w:pPr>
              <w:jc w:val="left"/>
              <w:rPr>
                <w:b/>
                <w:bCs/>
              </w:rPr>
            </w:pPr>
            <w:r w:rsidRPr="00E86CF1">
              <w:rPr>
                <w:b/>
                <w:bCs/>
              </w:rPr>
              <w:t>Roofing Materials</w:t>
            </w:r>
          </w:p>
        </w:tc>
        <w:tc>
          <w:tcPr>
            <w:tcW w:w="790" w:type="dxa"/>
            <w:noWrap/>
            <w:hideMark/>
          </w:tcPr>
          <w:p w14:paraId="4EFAB5C8" w14:textId="77777777" w:rsidR="00E86CF1" w:rsidRPr="00E86CF1" w:rsidRDefault="00E86CF1" w:rsidP="00E86CF1">
            <w:r w:rsidRPr="00E86CF1">
              <w:t> </w:t>
            </w:r>
          </w:p>
        </w:tc>
        <w:tc>
          <w:tcPr>
            <w:tcW w:w="873" w:type="dxa"/>
            <w:noWrap/>
            <w:hideMark/>
          </w:tcPr>
          <w:p w14:paraId="031C9CA4" w14:textId="77777777" w:rsidR="00E86CF1" w:rsidRPr="00E86CF1" w:rsidRDefault="00E86CF1" w:rsidP="00E86CF1">
            <w:pPr>
              <w:jc w:val="left"/>
            </w:pPr>
            <w:r w:rsidRPr="00E86CF1">
              <w:t> </w:t>
            </w:r>
          </w:p>
        </w:tc>
        <w:tc>
          <w:tcPr>
            <w:tcW w:w="1340" w:type="dxa"/>
            <w:noWrap/>
            <w:hideMark/>
          </w:tcPr>
          <w:p w14:paraId="7BB1F107" w14:textId="77777777" w:rsidR="00E86CF1" w:rsidRPr="00E86CF1" w:rsidRDefault="00E86CF1">
            <w:pPr>
              <w:jc w:val="left"/>
            </w:pPr>
            <w:r w:rsidRPr="00E86CF1">
              <w:t> </w:t>
            </w:r>
          </w:p>
        </w:tc>
        <w:tc>
          <w:tcPr>
            <w:tcW w:w="1493" w:type="dxa"/>
            <w:noWrap/>
            <w:hideMark/>
          </w:tcPr>
          <w:p w14:paraId="74789540" w14:textId="77777777" w:rsidR="00E86CF1" w:rsidRPr="00E86CF1" w:rsidRDefault="00E86CF1">
            <w:r w:rsidRPr="00E86CF1">
              <w:t> </w:t>
            </w:r>
          </w:p>
        </w:tc>
      </w:tr>
      <w:tr w:rsidR="00E86CF1" w:rsidRPr="00E86CF1" w14:paraId="506B316D" w14:textId="77777777" w:rsidTr="00A53751">
        <w:trPr>
          <w:trHeight w:val="290"/>
        </w:trPr>
        <w:tc>
          <w:tcPr>
            <w:tcW w:w="820" w:type="dxa"/>
            <w:noWrap/>
            <w:hideMark/>
          </w:tcPr>
          <w:p w14:paraId="6D79EDC5" w14:textId="77777777" w:rsidR="00E86CF1" w:rsidRPr="00E86CF1" w:rsidRDefault="00E86CF1" w:rsidP="00E86CF1">
            <w:r w:rsidRPr="00E86CF1">
              <w:t>21</w:t>
            </w:r>
          </w:p>
        </w:tc>
        <w:tc>
          <w:tcPr>
            <w:tcW w:w="4460" w:type="dxa"/>
            <w:noWrap/>
            <w:hideMark/>
          </w:tcPr>
          <w:p w14:paraId="79A38477" w14:textId="77777777" w:rsidR="00E86CF1" w:rsidRPr="00E86CF1" w:rsidRDefault="00E86CF1">
            <w:pPr>
              <w:jc w:val="left"/>
            </w:pPr>
            <w:r w:rsidRPr="00E86CF1">
              <w:t>0.55mm BMT colorbond 19feet  5.80m `</w:t>
            </w:r>
          </w:p>
        </w:tc>
        <w:tc>
          <w:tcPr>
            <w:tcW w:w="790" w:type="dxa"/>
            <w:noWrap/>
            <w:hideMark/>
          </w:tcPr>
          <w:p w14:paraId="111DCAA3" w14:textId="77777777" w:rsidR="00E86CF1" w:rsidRPr="00E86CF1" w:rsidRDefault="00E86CF1" w:rsidP="00E86CF1">
            <w:r w:rsidRPr="00E86CF1">
              <w:t>42</w:t>
            </w:r>
          </w:p>
        </w:tc>
        <w:tc>
          <w:tcPr>
            <w:tcW w:w="873" w:type="dxa"/>
            <w:noWrap/>
            <w:hideMark/>
          </w:tcPr>
          <w:p w14:paraId="3EF37701" w14:textId="77777777" w:rsidR="00E86CF1" w:rsidRPr="00E86CF1" w:rsidRDefault="00E86CF1" w:rsidP="00E86CF1">
            <w:pPr>
              <w:jc w:val="left"/>
            </w:pPr>
            <w:r w:rsidRPr="00E86CF1">
              <w:t>sheet</w:t>
            </w:r>
          </w:p>
        </w:tc>
        <w:tc>
          <w:tcPr>
            <w:tcW w:w="1340" w:type="dxa"/>
            <w:noWrap/>
            <w:hideMark/>
          </w:tcPr>
          <w:p w14:paraId="1D292626" w14:textId="77777777" w:rsidR="00E86CF1" w:rsidRPr="00E86CF1" w:rsidRDefault="00E86CF1">
            <w:pPr>
              <w:jc w:val="left"/>
            </w:pPr>
            <w:r w:rsidRPr="00E86CF1">
              <w:t> </w:t>
            </w:r>
          </w:p>
        </w:tc>
        <w:tc>
          <w:tcPr>
            <w:tcW w:w="1493" w:type="dxa"/>
            <w:noWrap/>
            <w:hideMark/>
          </w:tcPr>
          <w:p w14:paraId="4EA94FE7" w14:textId="77777777" w:rsidR="00E86CF1" w:rsidRPr="00E86CF1" w:rsidRDefault="00E86CF1">
            <w:r w:rsidRPr="00E86CF1">
              <w:t> </w:t>
            </w:r>
          </w:p>
        </w:tc>
      </w:tr>
      <w:tr w:rsidR="00E86CF1" w:rsidRPr="00E86CF1" w14:paraId="105FAB7B" w14:textId="77777777" w:rsidTr="00A53751">
        <w:trPr>
          <w:trHeight w:val="290"/>
        </w:trPr>
        <w:tc>
          <w:tcPr>
            <w:tcW w:w="820" w:type="dxa"/>
            <w:noWrap/>
            <w:hideMark/>
          </w:tcPr>
          <w:p w14:paraId="3B53FAA4" w14:textId="77777777" w:rsidR="00E86CF1" w:rsidRPr="00E86CF1" w:rsidRDefault="00E86CF1" w:rsidP="00E86CF1">
            <w:r w:rsidRPr="00E86CF1">
              <w:t>22</w:t>
            </w:r>
          </w:p>
        </w:tc>
        <w:tc>
          <w:tcPr>
            <w:tcW w:w="4460" w:type="dxa"/>
            <w:noWrap/>
            <w:hideMark/>
          </w:tcPr>
          <w:p w14:paraId="1FC32977" w14:textId="77777777" w:rsidR="00E86CF1" w:rsidRPr="00E86CF1" w:rsidRDefault="00E86CF1">
            <w:pPr>
              <w:jc w:val="left"/>
            </w:pPr>
            <w:r w:rsidRPr="00E86CF1">
              <w:t>0.55mm BMT colorbond 15feet 4.58m</w:t>
            </w:r>
          </w:p>
        </w:tc>
        <w:tc>
          <w:tcPr>
            <w:tcW w:w="790" w:type="dxa"/>
            <w:noWrap/>
            <w:hideMark/>
          </w:tcPr>
          <w:p w14:paraId="1D1A8370" w14:textId="77777777" w:rsidR="00E86CF1" w:rsidRPr="00E86CF1" w:rsidRDefault="00E86CF1" w:rsidP="00E86CF1">
            <w:r w:rsidRPr="00E86CF1">
              <w:t>188</w:t>
            </w:r>
          </w:p>
        </w:tc>
        <w:tc>
          <w:tcPr>
            <w:tcW w:w="873" w:type="dxa"/>
            <w:noWrap/>
            <w:hideMark/>
          </w:tcPr>
          <w:p w14:paraId="1D3124EC" w14:textId="77777777" w:rsidR="00E86CF1" w:rsidRPr="00E86CF1" w:rsidRDefault="00E86CF1" w:rsidP="00E86CF1">
            <w:pPr>
              <w:jc w:val="left"/>
            </w:pPr>
            <w:r w:rsidRPr="00E86CF1">
              <w:t>sheet</w:t>
            </w:r>
          </w:p>
        </w:tc>
        <w:tc>
          <w:tcPr>
            <w:tcW w:w="1340" w:type="dxa"/>
            <w:noWrap/>
            <w:hideMark/>
          </w:tcPr>
          <w:p w14:paraId="01624549" w14:textId="77777777" w:rsidR="00E86CF1" w:rsidRPr="00E86CF1" w:rsidRDefault="00E86CF1">
            <w:pPr>
              <w:jc w:val="left"/>
            </w:pPr>
            <w:r w:rsidRPr="00E86CF1">
              <w:t> </w:t>
            </w:r>
          </w:p>
        </w:tc>
        <w:tc>
          <w:tcPr>
            <w:tcW w:w="1493" w:type="dxa"/>
            <w:noWrap/>
            <w:hideMark/>
          </w:tcPr>
          <w:p w14:paraId="3208A2F0" w14:textId="77777777" w:rsidR="00E86CF1" w:rsidRPr="00E86CF1" w:rsidRDefault="00E86CF1">
            <w:r w:rsidRPr="00E86CF1">
              <w:t> </w:t>
            </w:r>
          </w:p>
        </w:tc>
      </w:tr>
      <w:tr w:rsidR="00E86CF1" w:rsidRPr="00E86CF1" w14:paraId="6CB00EE9" w14:textId="77777777" w:rsidTr="00A53751">
        <w:trPr>
          <w:trHeight w:val="290"/>
        </w:trPr>
        <w:tc>
          <w:tcPr>
            <w:tcW w:w="820" w:type="dxa"/>
            <w:noWrap/>
            <w:hideMark/>
          </w:tcPr>
          <w:p w14:paraId="414247F1" w14:textId="77777777" w:rsidR="00E86CF1" w:rsidRPr="00E86CF1" w:rsidRDefault="00E86CF1" w:rsidP="00E86CF1">
            <w:r w:rsidRPr="00E86CF1">
              <w:t>23</w:t>
            </w:r>
          </w:p>
        </w:tc>
        <w:tc>
          <w:tcPr>
            <w:tcW w:w="4460" w:type="dxa"/>
            <w:noWrap/>
            <w:hideMark/>
          </w:tcPr>
          <w:p w14:paraId="26CEB7DD" w14:textId="77777777" w:rsidR="00E86CF1" w:rsidRPr="00E86CF1" w:rsidRDefault="00E86CF1">
            <w:pPr>
              <w:jc w:val="left"/>
            </w:pPr>
            <w:r w:rsidRPr="00E86CF1">
              <w:t>0.55mm BMT colorbond 11feet 3.36m</w:t>
            </w:r>
          </w:p>
        </w:tc>
        <w:tc>
          <w:tcPr>
            <w:tcW w:w="790" w:type="dxa"/>
            <w:noWrap/>
            <w:hideMark/>
          </w:tcPr>
          <w:p w14:paraId="63706A35" w14:textId="77777777" w:rsidR="00E86CF1" w:rsidRPr="00E86CF1" w:rsidRDefault="00E86CF1" w:rsidP="00E86CF1">
            <w:r w:rsidRPr="00E86CF1">
              <w:t>90</w:t>
            </w:r>
          </w:p>
        </w:tc>
        <w:tc>
          <w:tcPr>
            <w:tcW w:w="873" w:type="dxa"/>
            <w:noWrap/>
            <w:hideMark/>
          </w:tcPr>
          <w:p w14:paraId="6AA753AF" w14:textId="77777777" w:rsidR="00E86CF1" w:rsidRPr="00E86CF1" w:rsidRDefault="00E86CF1" w:rsidP="00E86CF1">
            <w:pPr>
              <w:jc w:val="left"/>
            </w:pPr>
            <w:r w:rsidRPr="00E86CF1">
              <w:t>sheet</w:t>
            </w:r>
          </w:p>
        </w:tc>
        <w:tc>
          <w:tcPr>
            <w:tcW w:w="1340" w:type="dxa"/>
            <w:noWrap/>
            <w:hideMark/>
          </w:tcPr>
          <w:p w14:paraId="30425803" w14:textId="77777777" w:rsidR="00E86CF1" w:rsidRPr="00E86CF1" w:rsidRDefault="00E86CF1">
            <w:pPr>
              <w:jc w:val="left"/>
            </w:pPr>
            <w:r w:rsidRPr="00E86CF1">
              <w:t> </w:t>
            </w:r>
          </w:p>
        </w:tc>
        <w:tc>
          <w:tcPr>
            <w:tcW w:w="1493" w:type="dxa"/>
            <w:noWrap/>
            <w:hideMark/>
          </w:tcPr>
          <w:p w14:paraId="7C373318" w14:textId="77777777" w:rsidR="00E86CF1" w:rsidRPr="00E86CF1" w:rsidRDefault="00E86CF1">
            <w:r w:rsidRPr="00E86CF1">
              <w:t> </w:t>
            </w:r>
          </w:p>
        </w:tc>
      </w:tr>
      <w:tr w:rsidR="00E86CF1" w:rsidRPr="00E86CF1" w14:paraId="1B745958" w14:textId="77777777" w:rsidTr="00A53751">
        <w:trPr>
          <w:trHeight w:val="290"/>
        </w:trPr>
        <w:tc>
          <w:tcPr>
            <w:tcW w:w="820" w:type="dxa"/>
            <w:noWrap/>
            <w:hideMark/>
          </w:tcPr>
          <w:p w14:paraId="3938EFC4" w14:textId="77777777" w:rsidR="00E86CF1" w:rsidRPr="00E86CF1" w:rsidRDefault="00E86CF1" w:rsidP="00E86CF1">
            <w:r w:rsidRPr="00E86CF1">
              <w:lastRenderedPageBreak/>
              <w:t>24</w:t>
            </w:r>
          </w:p>
        </w:tc>
        <w:tc>
          <w:tcPr>
            <w:tcW w:w="4460" w:type="dxa"/>
            <w:noWrap/>
            <w:hideMark/>
          </w:tcPr>
          <w:p w14:paraId="5852F410" w14:textId="77777777" w:rsidR="00E86CF1" w:rsidRPr="00E86CF1" w:rsidRDefault="00E86CF1">
            <w:pPr>
              <w:jc w:val="left"/>
            </w:pPr>
            <w:r w:rsidRPr="00E86CF1">
              <w:t>0.55mm BMT colorbond 9feet 2.75m</w:t>
            </w:r>
          </w:p>
        </w:tc>
        <w:tc>
          <w:tcPr>
            <w:tcW w:w="790" w:type="dxa"/>
            <w:noWrap/>
            <w:hideMark/>
          </w:tcPr>
          <w:p w14:paraId="0169FD0E" w14:textId="77777777" w:rsidR="00E86CF1" w:rsidRPr="00E86CF1" w:rsidRDefault="00E86CF1" w:rsidP="00E86CF1">
            <w:r w:rsidRPr="00E86CF1">
              <w:t>27</w:t>
            </w:r>
          </w:p>
        </w:tc>
        <w:tc>
          <w:tcPr>
            <w:tcW w:w="873" w:type="dxa"/>
            <w:noWrap/>
            <w:hideMark/>
          </w:tcPr>
          <w:p w14:paraId="5A1DC37F" w14:textId="77777777" w:rsidR="00E86CF1" w:rsidRPr="00E86CF1" w:rsidRDefault="00E86CF1" w:rsidP="00E86CF1">
            <w:pPr>
              <w:jc w:val="left"/>
            </w:pPr>
            <w:r w:rsidRPr="00E86CF1">
              <w:t>sheet</w:t>
            </w:r>
          </w:p>
        </w:tc>
        <w:tc>
          <w:tcPr>
            <w:tcW w:w="1340" w:type="dxa"/>
            <w:noWrap/>
            <w:hideMark/>
          </w:tcPr>
          <w:p w14:paraId="42E1CEEE" w14:textId="77777777" w:rsidR="00E86CF1" w:rsidRPr="00E86CF1" w:rsidRDefault="00E86CF1">
            <w:pPr>
              <w:jc w:val="left"/>
            </w:pPr>
            <w:r w:rsidRPr="00E86CF1">
              <w:t> </w:t>
            </w:r>
          </w:p>
        </w:tc>
        <w:tc>
          <w:tcPr>
            <w:tcW w:w="1493" w:type="dxa"/>
            <w:noWrap/>
            <w:hideMark/>
          </w:tcPr>
          <w:p w14:paraId="6BCC6610" w14:textId="77777777" w:rsidR="00E86CF1" w:rsidRPr="00E86CF1" w:rsidRDefault="00E86CF1">
            <w:r w:rsidRPr="00E86CF1">
              <w:t> </w:t>
            </w:r>
          </w:p>
        </w:tc>
      </w:tr>
      <w:tr w:rsidR="00E86CF1" w:rsidRPr="00E86CF1" w14:paraId="4B4C7169" w14:textId="77777777" w:rsidTr="00A53751">
        <w:trPr>
          <w:trHeight w:val="290"/>
        </w:trPr>
        <w:tc>
          <w:tcPr>
            <w:tcW w:w="820" w:type="dxa"/>
            <w:noWrap/>
            <w:hideMark/>
          </w:tcPr>
          <w:p w14:paraId="59943D3D" w14:textId="77777777" w:rsidR="00E86CF1" w:rsidRPr="00E86CF1" w:rsidRDefault="00E86CF1" w:rsidP="00E86CF1">
            <w:r w:rsidRPr="00E86CF1">
              <w:t>25</w:t>
            </w:r>
          </w:p>
        </w:tc>
        <w:tc>
          <w:tcPr>
            <w:tcW w:w="4460" w:type="dxa"/>
            <w:noWrap/>
            <w:hideMark/>
          </w:tcPr>
          <w:p w14:paraId="26FE36D0" w14:textId="77777777" w:rsidR="00E86CF1" w:rsidRPr="00E86CF1" w:rsidRDefault="00E86CF1">
            <w:pPr>
              <w:jc w:val="left"/>
            </w:pPr>
            <w:r w:rsidRPr="00E86CF1">
              <w:t>0.55mm BMT colorbond 2.14m</w:t>
            </w:r>
          </w:p>
        </w:tc>
        <w:tc>
          <w:tcPr>
            <w:tcW w:w="790" w:type="dxa"/>
            <w:noWrap/>
            <w:hideMark/>
          </w:tcPr>
          <w:p w14:paraId="01898163" w14:textId="77777777" w:rsidR="00E86CF1" w:rsidRPr="00E86CF1" w:rsidRDefault="00E86CF1" w:rsidP="00E86CF1">
            <w:r w:rsidRPr="00E86CF1">
              <w:t>12</w:t>
            </w:r>
          </w:p>
        </w:tc>
        <w:tc>
          <w:tcPr>
            <w:tcW w:w="873" w:type="dxa"/>
            <w:noWrap/>
            <w:hideMark/>
          </w:tcPr>
          <w:p w14:paraId="133572CF" w14:textId="77777777" w:rsidR="00E86CF1" w:rsidRPr="00E86CF1" w:rsidRDefault="00E86CF1" w:rsidP="00E86CF1">
            <w:pPr>
              <w:jc w:val="left"/>
            </w:pPr>
            <w:r w:rsidRPr="00E86CF1">
              <w:t>sheet</w:t>
            </w:r>
          </w:p>
        </w:tc>
        <w:tc>
          <w:tcPr>
            <w:tcW w:w="1340" w:type="dxa"/>
            <w:noWrap/>
            <w:hideMark/>
          </w:tcPr>
          <w:p w14:paraId="04821964" w14:textId="77777777" w:rsidR="00E86CF1" w:rsidRPr="00E86CF1" w:rsidRDefault="00E86CF1">
            <w:pPr>
              <w:jc w:val="left"/>
            </w:pPr>
            <w:r w:rsidRPr="00E86CF1">
              <w:t> </w:t>
            </w:r>
          </w:p>
        </w:tc>
        <w:tc>
          <w:tcPr>
            <w:tcW w:w="1493" w:type="dxa"/>
            <w:noWrap/>
            <w:hideMark/>
          </w:tcPr>
          <w:p w14:paraId="0E14B410" w14:textId="77777777" w:rsidR="00E86CF1" w:rsidRPr="00E86CF1" w:rsidRDefault="00E86CF1">
            <w:r w:rsidRPr="00E86CF1">
              <w:t> </w:t>
            </w:r>
          </w:p>
        </w:tc>
      </w:tr>
      <w:tr w:rsidR="00E86CF1" w:rsidRPr="00E86CF1" w14:paraId="46EB1102" w14:textId="77777777" w:rsidTr="00A53751">
        <w:trPr>
          <w:trHeight w:val="290"/>
        </w:trPr>
        <w:tc>
          <w:tcPr>
            <w:tcW w:w="820" w:type="dxa"/>
            <w:noWrap/>
            <w:hideMark/>
          </w:tcPr>
          <w:p w14:paraId="4EA7B60D" w14:textId="77777777" w:rsidR="00E86CF1" w:rsidRPr="00E86CF1" w:rsidRDefault="00E86CF1" w:rsidP="00E86CF1">
            <w:r w:rsidRPr="00E86CF1">
              <w:t>26</w:t>
            </w:r>
          </w:p>
        </w:tc>
        <w:tc>
          <w:tcPr>
            <w:tcW w:w="4460" w:type="dxa"/>
            <w:noWrap/>
            <w:hideMark/>
          </w:tcPr>
          <w:p w14:paraId="12FFFE45" w14:textId="77777777" w:rsidR="00E86CF1" w:rsidRPr="00E86CF1" w:rsidRDefault="00E86CF1">
            <w:pPr>
              <w:jc w:val="left"/>
            </w:pPr>
            <w:r w:rsidRPr="00E86CF1">
              <w:t>0.55mm BMT colorbond 1.83m</w:t>
            </w:r>
          </w:p>
        </w:tc>
        <w:tc>
          <w:tcPr>
            <w:tcW w:w="790" w:type="dxa"/>
            <w:noWrap/>
            <w:hideMark/>
          </w:tcPr>
          <w:p w14:paraId="01CA65FA" w14:textId="77777777" w:rsidR="00E86CF1" w:rsidRPr="00E86CF1" w:rsidRDefault="00E86CF1" w:rsidP="00E86CF1">
            <w:r w:rsidRPr="00E86CF1">
              <w:t>12</w:t>
            </w:r>
          </w:p>
        </w:tc>
        <w:tc>
          <w:tcPr>
            <w:tcW w:w="873" w:type="dxa"/>
            <w:noWrap/>
            <w:hideMark/>
          </w:tcPr>
          <w:p w14:paraId="4CB6D12E" w14:textId="77777777" w:rsidR="00E86CF1" w:rsidRPr="00E86CF1" w:rsidRDefault="00E86CF1" w:rsidP="00E86CF1">
            <w:pPr>
              <w:jc w:val="left"/>
            </w:pPr>
            <w:r w:rsidRPr="00E86CF1">
              <w:t>sheet</w:t>
            </w:r>
          </w:p>
        </w:tc>
        <w:tc>
          <w:tcPr>
            <w:tcW w:w="1340" w:type="dxa"/>
            <w:noWrap/>
            <w:hideMark/>
          </w:tcPr>
          <w:p w14:paraId="1C83B5BF" w14:textId="77777777" w:rsidR="00E86CF1" w:rsidRPr="00E86CF1" w:rsidRDefault="00E86CF1">
            <w:pPr>
              <w:jc w:val="left"/>
            </w:pPr>
            <w:r w:rsidRPr="00E86CF1">
              <w:t> </w:t>
            </w:r>
          </w:p>
        </w:tc>
        <w:tc>
          <w:tcPr>
            <w:tcW w:w="1493" w:type="dxa"/>
            <w:noWrap/>
            <w:hideMark/>
          </w:tcPr>
          <w:p w14:paraId="03E01750" w14:textId="77777777" w:rsidR="00E86CF1" w:rsidRPr="00E86CF1" w:rsidRDefault="00E86CF1">
            <w:r w:rsidRPr="00E86CF1">
              <w:t> </w:t>
            </w:r>
          </w:p>
        </w:tc>
      </w:tr>
      <w:tr w:rsidR="00E86CF1" w:rsidRPr="00E86CF1" w14:paraId="7A40051C" w14:textId="77777777" w:rsidTr="00A53751">
        <w:trPr>
          <w:trHeight w:val="290"/>
        </w:trPr>
        <w:tc>
          <w:tcPr>
            <w:tcW w:w="820" w:type="dxa"/>
            <w:noWrap/>
            <w:hideMark/>
          </w:tcPr>
          <w:p w14:paraId="42F8555D" w14:textId="77777777" w:rsidR="00E86CF1" w:rsidRPr="00E86CF1" w:rsidRDefault="00E86CF1" w:rsidP="00E86CF1">
            <w:r w:rsidRPr="00E86CF1">
              <w:t>27</w:t>
            </w:r>
          </w:p>
        </w:tc>
        <w:tc>
          <w:tcPr>
            <w:tcW w:w="4460" w:type="dxa"/>
            <w:hideMark/>
          </w:tcPr>
          <w:p w14:paraId="4BEFB03E" w14:textId="77777777" w:rsidR="00E86CF1" w:rsidRPr="00E86CF1" w:rsidRDefault="00E86CF1">
            <w:pPr>
              <w:jc w:val="left"/>
            </w:pPr>
            <w:r w:rsidRPr="00E86CF1">
              <w:t>syslation 20x1.5m</w:t>
            </w:r>
          </w:p>
        </w:tc>
        <w:tc>
          <w:tcPr>
            <w:tcW w:w="790" w:type="dxa"/>
            <w:noWrap/>
            <w:hideMark/>
          </w:tcPr>
          <w:p w14:paraId="45492419" w14:textId="77777777" w:rsidR="00E86CF1" w:rsidRPr="00E86CF1" w:rsidRDefault="00E86CF1" w:rsidP="00E86CF1">
            <w:r w:rsidRPr="00E86CF1">
              <w:t>66</w:t>
            </w:r>
          </w:p>
        </w:tc>
        <w:tc>
          <w:tcPr>
            <w:tcW w:w="873" w:type="dxa"/>
            <w:noWrap/>
            <w:hideMark/>
          </w:tcPr>
          <w:p w14:paraId="21FAAA4D" w14:textId="77777777" w:rsidR="00E86CF1" w:rsidRPr="00E86CF1" w:rsidRDefault="00E86CF1" w:rsidP="00E86CF1">
            <w:pPr>
              <w:jc w:val="left"/>
            </w:pPr>
            <w:r w:rsidRPr="00E86CF1">
              <w:t>roll</w:t>
            </w:r>
          </w:p>
        </w:tc>
        <w:tc>
          <w:tcPr>
            <w:tcW w:w="1340" w:type="dxa"/>
            <w:noWrap/>
            <w:hideMark/>
          </w:tcPr>
          <w:p w14:paraId="28640FEF" w14:textId="77777777" w:rsidR="00E86CF1" w:rsidRPr="00E86CF1" w:rsidRDefault="00E86CF1">
            <w:pPr>
              <w:jc w:val="left"/>
            </w:pPr>
            <w:r w:rsidRPr="00E86CF1">
              <w:t> </w:t>
            </w:r>
          </w:p>
        </w:tc>
        <w:tc>
          <w:tcPr>
            <w:tcW w:w="1493" w:type="dxa"/>
            <w:noWrap/>
            <w:hideMark/>
          </w:tcPr>
          <w:p w14:paraId="21C41400" w14:textId="77777777" w:rsidR="00E86CF1" w:rsidRPr="00E86CF1" w:rsidRDefault="00E86CF1">
            <w:r w:rsidRPr="00E86CF1">
              <w:t> </w:t>
            </w:r>
          </w:p>
        </w:tc>
      </w:tr>
      <w:tr w:rsidR="00E86CF1" w:rsidRPr="00E86CF1" w14:paraId="49517091" w14:textId="77777777" w:rsidTr="00A53751">
        <w:trPr>
          <w:trHeight w:val="290"/>
        </w:trPr>
        <w:tc>
          <w:tcPr>
            <w:tcW w:w="820" w:type="dxa"/>
            <w:noWrap/>
            <w:hideMark/>
          </w:tcPr>
          <w:p w14:paraId="0510FD75" w14:textId="77777777" w:rsidR="00E86CF1" w:rsidRPr="00E86CF1" w:rsidRDefault="00E86CF1" w:rsidP="00E86CF1">
            <w:r w:rsidRPr="00E86CF1">
              <w:t>28</w:t>
            </w:r>
          </w:p>
        </w:tc>
        <w:tc>
          <w:tcPr>
            <w:tcW w:w="4460" w:type="dxa"/>
            <w:noWrap/>
            <w:hideMark/>
          </w:tcPr>
          <w:p w14:paraId="77D835C3" w14:textId="77777777" w:rsidR="00E86CF1" w:rsidRPr="00E86CF1" w:rsidRDefault="00E86CF1">
            <w:pPr>
              <w:jc w:val="left"/>
            </w:pPr>
            <w:r w:rsidRPr="00E86CF1">
              <w:t>0.55mm BMT colorbond ridge capping</w:t>
            </w:r>
          </w:p>
        </w:tc>
        <w:tc>
          <w:tcPr>
            <w:tcW w:w="790" w:type="dxa"/>
            <w:noWrap/>
            <w:hideMark/>
          </w:tcPr>
          <w:p w14:paraId="3C9365E3" w14:textId="77777777" w:rsidR="00E86CF1" w:rsidRPr="00E86CF1" w:rsidRDefault="00E86CF1" w:rsidP="00E86CF1">
            <w:r w:rsidRPr="00E86CF1">
              <w:t>18</w:t>
            </w:r>
          </w:p>
        </w:tc>
        <w:tc>
          <w:tcPr>
            <w:tcW w:w="873" w:type="dxa"/>
            <w:noWrap/>
            <w:hideMark/>
          </w:tcPr>
          <w:p w14:paraId="7DB88C9A" w14:textId="77777777" w:rsidR="00E86CF1" w:rsidRPr="00E86CF1" w:rsidRDefault="00E86CF1" w:rsidP="00E86CF1">
            <w:pPr>
              <w:jc w:val="left"/>
            </w:pPr>
            <w:r w:rsidRPr="00E86CF1">
              <w:t>pcs</w:t>
            </w:r>
          </w:p>
        </w:tc>
        <w:tc>
          <w:tcPr>
            <w:tcW w:w="1340" w:type="dxa"/>
            <w:noWrap/>
            <w:hideMark/>
          </w:tcPr>
          <w:p w14:paraId="2BF6F9AA" w14:textId="77777777" w:rsidR="00E86CF1" w:rsidRPr="00E86CF1" w:rsidRDefault="00E86CF1">
            <w:pPr>
              <w:jc w:val="left"/>
            </w:pPr>
            <w:r w:rsidRPr="00E86CF1">
              <w:t> </w:t>
            </w:r>
          </w:p>
        </w:tc>
        <w:tc>
          <w:tcPr>
            <w:tcW w:w="1493" w:type="dxa"/>
            <w:noWrap/>
            <w:hideMark/>
          </w:tcPr>
          <w:p w14:paraId="3CD4C334" w14:textId="77777777" w:rsidR="00E86CF1" w:rsidRPr="00E86CF1" w:rsidRDefault="00E86CF1">
            <w:r w:rsidRPr="00E86CF1">
              <w:t> </w:t>
            </w:r>
          </w:p>
        </w:tc>
      </w:tr>
      <w:tr w:rsidR="00E86CF1" w:rsidRPr="00E86CF1" w14:paraId="232E6335" w14:textId="77777777" w:rsidTr="00A53751">
        <w:trPr>
          <w:trHeight w:val="290"/>
        </w:trPr>
        <w:tc>
          <w:tcPr>
            <w:tcW w:w="820" w:type="dxa"/>
            <w:noWrap/>
            <w:hideMark/>
          </w:tcPr>
          <w:p w14:paraId="545839E0" w14:textId="77777777" w:rsidR="00E86CF1" w:rsidRPr="00E86CF1" w:rsidRDefault="00E86CF1" w:rsidP="00E86CF1">
            <w:r w:rsidRPr="00E86CF1">
              <w:t>29</w:t>
            </w:r>
          </w:p>
        </w:tc>
        <w:tc>
          <w:tcPr>
            <w:tcW w:w="4460" w:type="dxa"/>
            <w:noWrap/>
            <w:hideMark/>
          </w:tcPr>
          <w:p w14:paraId="57B11FFD" w14:textId="77777777" w:rsidR="00E86CF1" w:rsidRPr="00E86CF1" w:rsidRDefault="00E86CF1">
            <w:pPr>
              <w:jc w:val="left"/>
            </w:pPr>
            <w:r w:rsidRPr="00E86CF1">
              <w:t xml:space="preserve">0.55mm BMT colorbond roof flashing </w:t>
            </w:r>
          </w:p>
        </w:tc>
        <w:tc>
          <w:tcPr>
            <w:tcW w:w="790" w:type="dxa"/>
            <w:noWrap/>
            <w:hideMark/>
          </w:tcPr>
          <w:p w14:paraId="4125100A" w14:textId="77777777" w:rsidR="00E86CF1" w:rsidRPr="00E86CF1" w:rsidRDefault="00E86CF1" w:rsidP="00E86CF1">
            <w:r w:rsidRPr="00E86CF1">
              <w:t>12</w:t>
            </w:r>
          </w:p>
        </w:tc>
        <w:tc>
          <w:tcPr>
            <w:tcW w:w="873" w:type="dxa"/>
            <w:noWrap/>
            <w:hideMark/>
          </w:tcPr>
          <w:p w14:paraId="45E53563" w14:textId="77777777" w:rsidR="00E86CF1" w:rsidRPr="00E86CF1" w:rsidRDefault="00E86CF1" w:rsidP="00E86CF1">
            <w:pPr>
              <w:jc w:val="left"/>
            </w:pPr>
            <w:r w:rsidRPr="00E86CF1">
              <w:t>pcs</w:t>
            </w:r>
          </w:p>
        </w:tc>
        <w:tc>
          <w:tcPr>
            <w:tcW w:w="1340" w:type="dxa"/>
            <w:noWrap/>
            <w:hideMark/>
          </w:tcPr>
          <w:p w14:paraId="053DE412" w14:textId="77777777" w:rsidR="00E86CF1" w:rsidRPr="00E86CF1" w:rsidRDefault="00E86CF1">
            <w:pPr>
              <w:jc w:val="left"/>
            </w:pPr>
            <w:r w:rsidRPr="00E86CF1">
              <w:t> </w:t>
            </w:r>
          </w:p>
        </w:tc>
        <w:tc>
          <w:tcPr>
            <w:tcW w:w="1493" w:type="dxa"/>
            <w:noWrap/>
            <w:hideMark/>
          </w:tcPr>
          <w:p w14:paraId="3263367F" w14:textId="77777777" w:rsidR="00E86CF1" w:rsidRPr="00E86CF1" w:rsidRDefault="00E86CF1">
            <w:r w:rsidRPr="00E86CF1">
              <w:t> </w:t>
            </w:r>
          </w:p>
        </w:tc>
      </w:tr>
      <w:tr w:rsidR="00E86CF1" w:rsidRPr="00E86CF1" w14:paraId="05BB7085" w14:textId="77777777" w:rsidTr="00A53751">
        <w:trPr>
          <w:trHeight w:val="290"/>
        </w:trPr>
        <w:tc>
          <w:tcPr>
            <w:tcW w:w="820" w:type="dxa"/>
            <w:noWrap/>
            <w:hideMark/>
          </w:tcPr>
          <w:p w14:paraId="45A09D27" w14:textId="77777777" w:rsidR="00E86CF1" w:rsidRPr="00E86CF1" w:rsidRDefault="00E86CF1" w:rsidP="00E86CF1">
            <w:r w:rsidRPr="00E86CF1">
              <w:t>30</w:t>
            </w:r>
          </w:p>
        </w:tc>
        <w:tc>
          <w:tcPr>
            <w:tcW w:w="4460" w:type="dxa"/>
            <w:noWrap/>
            <w:hideMark/>
          </w:tcPr>
          <w:p w14:paraId="3DB9C426" w14:textId="77777777" w:rsidR="00E86CF1" w:rsidRPr="00E86CF1" w:rsidRDefault="00E86CF1">
            <w:pPr>
              <w:jc w:val="left"/>
            </w:pPr>
            <w:r w:rsidRPr="00E86CF1">
              <w:t xml:space="preserve">Gutter 2.4m </w:t>
            </w:r>
          </w:p>
        </w:tc>
        <w:tc>
          <w:tcPr>
            <w:tcW w:w="790" w:type="dxa"/>
            <w:noWrap/>
            <w:hideMark/>
          </w:tcPr>
          <w:p w14:paraId="1AA6BDA0" w14:textId="77777777" w:rsidR="00E86CF1" w:rsidRPr="00E86CF1" w:rsidRDefault="00E86CF1" w:rsidP="00E86CF1">
            <w:r w:rsidRPr="00E86CF1">
              <w:t>41</w:t>
            </w:r>
          </w:p>
        </w:tc>
        <w:tc>
          <w:tcPr>
            <w:tcW w:w="873" w:type="dxa"/>
            <w:noWrap/>
            <w:hideMark/>
          </w:tcPr>
          <w:p w14:paraId="09C5521C" w14:textId="77777777" w:rsidR="00E86CF1" w:rsidRPr="00E86CF1" w:rsidRDefault="00E86CF1" w:rsidP="00E86CF1">
            <w:pPr>
              <w:jc w:val="left"/>
            </w:pPr>
            <w:r w:rsidRPr="00E86CF1">
              <w:t>no</w:t>
            </w:r>
          </w:p>
        </w:tc>
        <w:tc>
          <w:tcPr>
            <w:tcW w:w="1340" w:type="dxa"/>
            <w:noWrap/>
            <w:hideMark/>
          </w:tcPr>
          <w:p w14:paraId="71EBAB60" w14:textId="77777777" w:rsidR="00E86CF1" w:rsidRPr="00E86CF1" w:rsidRDefault="00E86CF1">
            <w:pPr>
              <w:jc w:val="left"/>
            </w:pPr>
            <w:r w:rsidRPr="00E86CF1">
              <w:t> </w:t>
            </w:r>
          </w:p>
        </w:tc>
        <w:tc>
          <w:tcPr>
            <w:tcW w:w="1493" w:type="dxa"/>
            <w:noWrap/>
            <w:hideMark/>
          </w:tcPr>
          <w:p w14:paraId="791A6C58" w14:textId="77777777" w:rsidR="00E86CF1" w:rsidRPr="00E86CF1" w:rsidRDefault="00E86CF1">
            <w:r w:rsidRPr="00E86CF1">
              <w:t> </w:t>
            </w:r>
          </w:p>
        </w:tc>
      </w:tr>
      <w:tr w:rsidR="00E86CF1" w:rsidRPr="00E86CF1" w14:paraId="3BD7BD09" w14:textId="77777777" w:rsidTr="00A53751">
        <w:trPr>
          <w:trHeight w:val="290"/>
        </w:trPr>
        <w:tc>
          <w:tcPr>
            <w:tcW w:w="820" w:type="dxa"/>
            <w:noWrap/>
            <w:hideMark/>
          </w:tcPr>
          <w:p w14:paraId="02D85E3C" w14:textId="77777777" w:rsidR="00E86CF1" w:rsidRPr="00E86CF1" w:rsidRDefault="00E86CF1" w:rsidP="00E86CF1">
            <w:r w:rsidRPr="00E86CF1">
              <w:t>31</w:t>
            </w:r>
          </w:p>
        </w:tc>
        <w:tc>
          <w:tcPr>
            <w:tcW w:w="4460" w:type="dxa"/>
            <w:noWrap/>
            <w:hideMark/>
          </w:tcPr>
          <w:p w14:paraId="41A3D4F3" w14:textId="77777777" w:rsidR="00E86CF1" w:rsidRPr="00E86CF1" w:rsidRDefault="00E86CF1">
            <w:pPr>
              <w:jc w:val="left"/>
            </w:pPr>
            <w:r w:rsidRPr="00E86CF1">
              <w:t>External mitre Gutter</w:t>
            </w:r>
          </w:p>
        </w:tc>
        <w:tc>
          <w:tcPr>
            <w:tcW w:w="790" w:type="dxa"/>
            <w:noWrap/>
            <w:hideMark/>
          </w:tcPr>
          <w:p w14:paraId="452D4E1D" w14:textId="77777777" w:rsidR="00E86CF1" w:rsidRPr="00E86CF1" w:rsidRDefault="00E86CF1" w:rsidP="00E86CF1">
            <w:r w:rsidRPr="00E86CF1">
              <w:t>4</w:t>
            </w:r>
          </w:p>
        </w:tc>
        <w:tc>
          <w:tcPr>
            <w:tcW w:w="873" w:type="dxa"/>
            <w:noWrap/>
            <w:hideMark/>
          </w:tcPr>
          <w:p w14:paraId="761A8539" w14:textId="77777777" w:rsidR="00E86CF1" w:rsidRPr="00E86CF1" w:rsidRDefault="00E86CF1" w:rsidP="00E86CF1">
            <w:pPr>
              <w:jc w:val="left"/>
            </w:pPr>
            <w:r w:rsidRPr="00E86CF1">
              <w:t>no</w:t>
            </w:r>
          </w:p>
        </w:tc>
        <w:tc>
          <w:tcPr>
            <w:tcW w:w="1340" w:type="dxa"/>
            <w:noWrap/>
            <w:hideMark/>
          </w:tcPr>
          <w:p w14:paraId="7275E1FA" w14:textId="77777777" w:rsidR="00E86CF1" w:rsidRPr="00E86CF1" w:rsidRDefault="00E86CF1">
            <w:pPr>
              <w:jc w:val="left"/>
            </w:pPr>
            <w:r w:rsidRPr="00E86CF1">
              <w:t> </w:t>
            </w:r>
          </w:p>
        </w:tc>
        <w:tc>
          <w:tcPr>
            <w:tcW w:w="1493" w:type="dxa"/>
            <w:noWrap/>
            <w:hideMark/>
          </w:tcPr>
          <w:p w14:paraId="2F6B20D8" w14:textId="77777777" w:rsidR="00E86CF1" w:rsidRPr="00E86CF1" w:rsidRDefault="00E86CF1">
            <w:r w:rsidRPr="00E86CF1">
              <w:t> </w:t>
            </w:r>
          </w:p>
        </w:tc>
      </w:tr>
      <w:tr w:rsidR="00E86CF1" w:rsidRPr="00E86CF1" w14:paraId="60E1E527" w14:textId="77777777" w:rsidTr="00A53751">
        <w:trPr>
          <w:trHeight w:val="290"/>
        </w:trPr>
        <w:tc>
          <w:tcPr>
            <w:tcW w:w="820" w:type="dxa"/>
            <w:noWrap/>
            <w:hideMark/>
          </w:tcPr>
          <w:p w14:paraId="5E7BCF72" w14:textId="77777777" w:rsidR="00E86CF1" w:rsidRPr="00E86CF1" w:rsidRDefault="00E86CF1" w:rsidP="00E86CF1">
            <w:r w:rsidRPr="00E86CF1">
              <w:t>32</w:t>
            </w:r>
          </w:p>
        </w:tc>
        <w:tc>
          <w:tcPr>
            <w:tcW w:w="4460" w:type="dxa"/>
            <w:noWrap/>
            <w:hideMark/>
          </w:tcPr>
          <w:p w14:paraId="4ED225B3" w14:textId="77777777" w:rsidR="00E86CF1" w:rsidRPr="00E86CF1" w:rsidRDefault="00E86CF1">
            <w:pPr>
              <w:jc w:val="left"/>
            </w:pPr>
            <w:r w:rsidRPr="00E86CF1">
              <w:t xml:space="preserve">Outlet to gutter </w:t>
            </w:r>
          </w:p>
        </w:tc>
        <w:tc>
          <w:tcPr>
            <w:tcW w:w="790" w:type="dxa"/>
            <w:noWrap/>
            <w:hideMark/>
          </w:tcPr>
          <w:p w14:paraId="6EFD2355" w14:textId="77777777" w:rsidR="00E86CF1" w:rsidRPr="00E86CF1" w:rsidRDefault="00E86CF1" w:rsidP="00E86CF1">
            <w:r w:rsidRPr="00E86CF1">
              <w:t>2</w:t>
            </w:r>
          </w:p>
        </w:tc>
        <w:tc>
          <w:tcPr>
            <w:tcW w:w="873" w:type="dxa"/>
            <w:noWrap/>
            <w:hideMark/>
          </w:tcPr>
          <w:p w14:paraId="004175E2" w14:textId="77777777" w:rsidR="00E86CF1" w:rsidRPr="00E86CF1" w:rsidRDefault="00E86CF1" w:rsidP="00E86CF1">
            <w:pPr>
              <w:jc w:val="left"/>
            </w:pPr>
            <w:r w:rsidRPr="00E86CF1">
              <w:t>no</w:t>
            </w:r>
          </w:p>
        </w:tc>
        <w:tc>
          <w:tcPr>
            <w:tcW w:w="1340" w:type="dxa"/>
            <w:noWrap/>
            <w:hideMark/>
          </w:tcPr>
          <w:p w14:paraId="6A541845" w14:textId="77777777" w:rsidR="00E86CF1" w:rsidRPr="00E86CF1" w:rsidRDefault="00E86CF1">
            <w:pPr>
              <w:jc w:val="left"/>
            </w:pPr>
            <w:r w:rsidRPr="00E86CF1">
              <w:t> </w:t>
            </w:r>
          </w:p>
        </w:tc>
        <w:tc>
          <w:tcPr>
            <w:tcW w:w="1493" w:type="dxa"/>
            <w:noWrap/>
            <w:hideMark/>
          </w:tcPr>
          <w:p w14:paraId="3733FF9C" w14:textId="77777777" w:rsidR="00E86CF1" w:rsidRPr="00E86CF1" w:rsidRDefault="00E86CF1">
            <w:r w:rsidRPr="00E86CF1">
              <w:t> </w:t>
            </w:r>
          </w:p>
        </w:tc>
      </w:tr>
      <w:tr w:rsidR="00E86CF1" w:rsidRPr="00E86CF1" w14:paraId="2B300C75" w14:textId="77777777" w:rsidTr="00A53751">
        <w:trPr>
          <w:trHeight w:val="290"/>
        </w:trPr>
        <w:tc>
          <w:tcPr>
            <w:tcW w:w="820" w:type="dxa"/>
            <w:noWrap/>
            <w:hideMark/>
          </w:tcPr>
          <w:p w14:paraId="5520EF12" w14:textId="77777777" w:rsidR="00E86CF1" w:rsidRPr="00E86CF1" w:rsidRDefault="00E86CF1" w:rsidP="00E86CF1">
            <w:r w:rsidRPr="00E86CF1">
              <w:t>33</w:t>
            </w:r>
          </w:p>
        </w:tc>
        <w:tc>
          <w:tcPr>
            <w:tcW w:w="4460" w:type="dxa"/>
            <w:noWrap/>
            <w:hideMark/>
          </w:tcPr>
          <w:p w14:paraId="6B806093" w14:textId="77777777" w:rsidR="00E86CF1" w:rsidRPr="00E86CF1" w:rsidRDefault="00E86CF1">
            <w:pPr>
              <w:jc w:val="left"/>
            </w:pPr>
            <w:r w:rsidRPr="00E86CF1">
              <w:t>100mm diameter upvc downpipe in 6m long</w:t>
            </w:r>
          </w:p>
        </w:tc>
        <w:tc>
          <w:tcPr>
            <w:tcW w:w="790" w:type="dxa"/>
            <w:noWrap/>
            <w:hideMark/>
          </w:tcPr>
          <w:p w14:paraId="3705DBD7" w14:textId="77777777" w:rsidR="00E86CF1" w:rsidRPr="00E86CF1" w:rsidRDefault="00E86CF1" w:rsidP="00E86CF1">
            <w:r w:rsidRPr="00E86CF1">
              <w:t>6</w:t>
            </w:r>
          </w:p>
        </w:tc>
        <w:tc>
          <w:tcPr>
            <w:tcW w:w="873" w:type="dxa"/>
            <w:noWrap/>
            <w:hideMark/>
          </w:tcPr>
          <w:p w14:paraId="76CFAB6E" w14:textId="77777777" w:rsidR="00E86CF1" w:rsidRPr="00E86CF1" w:rsidRDefault="00E86CF1" w:rsidP="00E86CF1">
            <w:pPr>
              <w:jc w:val="left"/>
            </w:pPr>
            <w:r w:rsidRPr="00E86CF1">
              <w:t>length</w:t>
            </w:r>
          </w:p>
        </w:tc>
        <w:tc>
          <w:tcPr>
            <w:tcW w:w="1340" w:type="dxa"/>
            <w:noWrap/>
            <w:hideMark/>
          </w:tcPr>
          <w:p w14:paraId="17F0A37C" w14:textId="77777777" w:rsidR="00E86CF1" w:rsidRPr="00E86CF1" w:rsidRDefault="00E86CF1">
            <w:pPr>
              <w:jc w:val="left"/>
            </w:pPr>
            <w:r w:rsidRPr="00E86CF1">
              <w:t> </w:t>
            </w:r>
          </w:p>
        </w:tc>
        <w:tc>
          <w:tcPr>
            <w:tcW w:w="1493" w:type="dxa"/>
            <w:noWrap/>
            <w:hideMark/>
          </w:tcPr>
          <w:p w14:paraId="05BC7DBA" w14:textId="77777777" w:rsidR="00E86CF1" w:rsidRPr="00E86CF1" w:rsidRDefault="00E86CF1">
            <w:r w:rsidRPr="00E86CF1">
              <w:t> </w:t>
            </w:r>
          </w:p>
        </w:tc>
      </w:tr>
      <w:tr w:rsidR="00E86CF1" w:rsidRPr="00E86CF1" w14:paraId="5C107C8C" w14:textId="77777777" w:rsidTr="00A53751">
        <w:trPr>
          <w:trHeight w:val="290"/>
        </w:trPr>
        <w:tc>
          <w:tcPr>
            <w:tcW w:w="820" w:type="dxa"/>
            <w:noWrap/>
            <w:hideMark/>
          </w:tcPr>
          <w:p w14:paraId="6D5AADB5" w14:textId="77777777" w:rsidR="00E86CF1" w:rsidRPr="00E86CF1" w:rsidRDefault="00E86CF1" w:rsidP="00E86CF1">
            <w:r w:rsidRPr="00E86CF1">
              <w:t>34</w:t>
            </w:r>
          </w:p>
        </w:tc>
        <w:tc>
          <w:tcPr>
            <w:tcW w:w="4460" w:type="dxa"/>
            <w:noWrap/>
            <w:hideMark/>
          </w:tcPr>
          <w:p w14:paraId="4AC6E45A" w14:textId="77777777" w:rsidR="00E86CF1" w:rsidRPr="00E86CF1" w:rsidRDefault="00E86CF1">
            <w:pPr>
              <w:jc w:val="left"/>
            </w:pPr>
            <w:r w:rsidRPr="00E86CF1">
              <w:t xml:space="preserve">100mm diameter bend </w:t>
            </w:r>
          </w:p>
        </w:tc>
        <w:tc>
          <w:tcPr>
            <w:tcW w:w="790" w:type="dxa"/>
            <w:noWrap/>
            <w:hideMark/>
          </w:tcPr>
          <w:p w14:paraId="4B33243D" w14:textId="77777777" w:rsidR="00E86CF1" w:rsidRPr="00E86CF1" w:rsidRDefault="00E86CF1" w:rsidP="00E86CF1">
            <w:r w:rsidRPr="00E86CF1">
              <w:t>12</w:t>
            </w:r>
          </w:p>
        </w:tc>
        <w:tc>
          <w:tcPr>
            <w:tcW w:w="873" w:type="dxa"/>
            <w:noWrap/>
            <w:hideMark/>
          </w:tcPr>
          <w:p w14:paraId="0402264F" w14:textId="77777777" w:rsidR="00E86CF1" w:rsidRPr="00E86CF1" w:rsidRDefault="00E86CF1" w:rsidP="00E86CF1">
            <w:pPr>
              <w:jc w:val="left"/>
            </w:pPr>
            <w:r w:rsidRPr="00E86CF1">
              <w:t>no</w:t>
            </w:r>
          </w:p>
        </w:tc>
        <w:tc>
          <w:tcPr>
            <w:tcW w:w="1340" w:type="dxa"/>
            <w:noWrap/>
            <w:hideMark/>
          </w:tcPr>
          <w:p w14:paraId="6184589F" w14:textId="77777777" w:rsidR="00E86CF1" w:rsidRPr="00E86CF1" w:rsidRDefault="00E86CF1">
            <w:pPr>
              <w:jc w:val="left"/>
            </w:pPr>
            <w:r w:rsidRPr="00E86CF1">
              <w:t> </w:t>
            </w:r>
          </w:p>
        </w:tc>
        <w:tc>
          <w:tcPr>
            <w:tcW w:w="1493" w:type="dxa"/>
            <w:noWrap/>
            <w:hideMark/>
          </w:tcPr>
          <w:p w14:paraId="2D48C73F" w14:textId="77777777" w:rsidR="00E86CF1" w:rsidRPr="00E86CF1" w:rsidRDefault="00E86CF1">
            <w:r w:rsidRPr="00E86CF1">
              <w:t> </w:t>
            </w:r>
          </w:p>
        </w:tc>
      </w:tr>
      <w:tr w:rsidR="00E86CF1" w:rsidRPr="00E86CF1" w14:paraId="31DB0D13" w14:textId="77777777" w:rsidTr="00A53751">
        <w:trPr>
          <w:trHeight w:val="290"/>
        </w:trPr>
        <w:tc>
          <w:tcPr>
            <w:tcW w:w="820" w:type="dxa"/>
            <w:noWrap/>
            <w:hideMark/>
          </w:tcPr>
          <w:p w14:paraId="7F86FDB1" w14:textId="77777777" w:rsidR="00E86CF1" w:rsidRPr="00E86CF1" w:rsidRDefault="00E86CF1" w:rsidP="00E86CF1">
            <w:r w:rsidRPr="00E86CF1">
              <w:t>35</w:t>
            </w:r>
          </w:p>
        </w:tc>
        <w:tc>
          <w:tcPr>
            <w:tcW w:w="4460" w:type="dxa"/>
            <w:noWrap/>
            <w:hideMark/>
          </w:tcPr>
          <w:p w14:paraId="78BF72A6" w14:textId="77777777" w:rsidR="00E86CF1" w:rsidRPr="00E86CF1" w:rsidRDefault="00E86CF1">
            <w:pPr>
              <w:jc w:val="left"/>
            </w:pPr>
            <w:r w:rsidRPr="00E86CF1">
              <w:t>100mm diameter tee</w:t>
            </w:r>
          </w:p>
        </w:tc>
        <w:tc>
          <w:tcPr>
            <w:tcW w:w="790" w:type="dxa"/>
            <w:noWrap/>
            <w:hideMark/>
          </w:tcPr>
          <w:p w14:paraId="639E342D" w14:textId="77777777" w:rsidR="00E86CF1" w:rsidRPr="00E86CF1" w:rsidRDefault="00E86CF1" w:rsidP="00E86CF1">
            <w:r w:rsidRPr="00E86CF1">
              <w:t>3</w:t>
            </w:r>
          </w:p>
        </w:tc>
        <w:tc>
          <w:tcPr>
            <w:tcW w:w="873" w:type="dxa"/>
            <w:noWrap/>
            <w:hideMark/>
          </w:tcPr>
          <w:p w14:paraId="47449583" w14:textId="77777777" w:rsidR="00E86CF1" w:rsidRPr="00E86CF1" w:rsidRDefault="00E86CF1" w:rsidP="00E86CF1">
            <w:pPr>
              <w:jc w:val="left"/>
            </w:pPr>
            <w:r w:rsidRPr="00E86CF1">
              <w:t>no</w:t>
            </w:r>
          </w:p>
        </w:tc>
        <w:tc>
          <w:tcPr>
            <w:tcW w:w="1340" w:type="dxa"/>
            <w:noWrap/>
            <w:hideMark/>
          </w:tcPr>
          <w:p w14:paraId="2D28A366" w14:textId="77777777" w:rsidR="00E86CF1" w:rsidRPr="00E86CF1" w:rsidRDefault="00E86CF1">
            <w:pPr>
              <w:jc w:val="left"/>
            </w:pPr>
            <w:r w:rsidRPr="00E86CF1">
              <w:t> </w:t>
            </w:r>
          </w:p>
        </w:tc>
        <w:tc>
          <w:tcPr>
            <w:tcW w:w="1493" w:type="dxa"/>
            <w:noWrap/>
            <w:hideMark/>
          </w:tcPr>
          <w:p w14:paraId="0B114D9C" w14:textId="77777777" w:rsidR="00E86CF1" w:rsidRPr="00E86CF1" w:rsidRDefault="00E86CF1">
            <w:r w:rsidRPr="00E86CF1">
              <w:t> </w:t>
            </w:r>
          </w:p>
        </w:tc>
      </w:tr>
      <w:tr w:rsidR="00E86CF1" w:rsidRPr="00E86CF1" w14:paraId="67E74E99" w14:textId="77777777" w:rsidTr="00A53751">
        <w:trPr>
          <w:trHeight w:val="290"/>
        </w:trPr>
        <w:tc>
          <w:tcPr>
            <w:tcW w:w="820" w:type="dxa"/>
            <w:noWrap/>
            <w:hideMark/>
          </w:tcPr>
          <w:p w14:paraId="3B915C9B" w14:textId="77777777" w:rsidR="00E86CF1" w:rsidRPr="00E86CF1" w:rsidRDefault="00E86CF1" w:rsidP="00E86CF1">
            <w:r w:rsidRPr="00E86CF1">
              <w:t> </w:t>
            </w:r>
          </w:p>
        </w:tc>
        <w:tc>
          <w:tcPr>
            <w:tcW w:w="4460" w:type="dxa"/>
            <w:noWrap/>
            <w:hideMark/>
          </w:tcPr>
          <w:p w14:paraId="529A83D1" w14:textId="77777777" w:rsidR="00E86CF1" w:rsidRPr="00E86CF1" w:rsidRDefault="00E86CF1">
            <w:pPr>
              <w:jc w:val="left"/>
              <w:rPr>
                <w:b/>
                <w:bCs/>
              </w:rPr>
            </w:pPr>
            <w:r w:rsidRPr="00E86CF1">
              <w:rPr>
                <w:b/>
                <w:bCs/>
              </w:rPr>
              <w:t>Lining</w:t>
            </w:r>
          </w:p>
        </w:tc>
        <w:tc>
          <w:tcPr>
            <w:tcW w:w="790" w:type="dxa"/>
            <w:noWrap/>
            <w:hideMark/>
          </w:tcPr>
          <w:p w14:paraId="0CBFDD25" w14:textId="77777777" w:rsidR="00E86CF1" w:rsidRPr="00E86CF1" w:rsidRDefault="00E86CF1" w:rsidP="00E86CF1">
            <w:r w:rsidRPr="00E86CF1">
              <w:t> </w:t>
            </w:r>
          </w:p>
        </w:tc>
        <w:tc>
          <w:tcPr>
            <w:tcW w:w="873" w:type="dxa"/>
            <w:noWrap/>
            <w:hideMark/>
          </w:tcPr>
          <w:p w14:paraId="37937D5A" w14:textId="77777777" w:rsidR="00E86CF1" w:rsidRPr="00E86CF1" w:rsidRDefault="00E86CF1" w:rsidP="00E86CF1">
            <w:pPr>
              <w:jc w:val="left"/>
            </w:pPr>
            <w:r w:rsidRPr="00E86CF1">
              <w:t> </w:t>
            </w:r>
          </w:p>
        </w:tc>
        <w:tc>
          <w:tcPr>
            <w:tcW w:w="1340" w:type="dxa"/>
            <w:noWrap/>
            <w:hideMark/>
          </w:tcPr>
          <w:p w14:paraId="303CC647" w14:textId="77777777" w:rsidR="00E86CF1" w:rsidRPr="00E86CF1" w:rsidRDefault="00E86CF1">
            <w:pPr>
              <w:jc w:val="left"/>
            </w:pPr>
            <w:r w:rsidRPr="00E86CF1">
              <w:t> </w:t>
            </w:r>
          </w:p>
        </w:tc>
        <w:tc>
          <w:tcPr>
            <w:tcW w:w="1493" w:type="dxa"/>
            <w:noWrap/>
            <w:hideMark/>
          </w:tcPr>
          <w:p w14:paraId="268F70CE" w14:textId="77777777" w:rsidR="00E86CF1" w:rsidRPr="00E86CF1" w:rsidRDefault="00E86CF1">
            <w:r w:rsidRPr="00E86CF1">
              <w:t> </w:t>
            </w:r>
          </w:p>
        </w:tc>
      </w:tr>
      <w:tr w:rsidR="00E86CF1" w:rsidRPr="00E86CF1" w14:paraId="4B6A155B" w14:textId="77777777" w:rsidTr="00A53751">
        <w:trPr>
          <w:trHeight w:val="290"/>
        </w:trPr>
        <w:tc>
          <w:tcPr>
            <w:tcW w:w="820" w:type="dxa"/>
            <w:noWrap/>
            <w:hideMark/>
          </w:tcPr>
          <w:p w14:paraId="2FBF3387" w14:textId="77777777" w:rsidR="00E86CF1" w:rsidRPr="00E86CF1" w:rsidRDefault="00E86CF1" w:rsidP="00E86CF1">
            <w:r w:rsidRPr="00E86CF1">
              <w:t>36</w:t>
            </w:r>
          </w:p>
        </w:tc>
        <w:tc>
          <w:tcPr>
            <w:tcW w:w="4460" w:type="dxa"/>
            <w:noWrap/>
            <w:hideMark/>
          </w:tcPr>
          <w:p w14:paraId="552883C1" w14:textId="77777777" w:rsidR="00E86CF1" w:rsidRPr="00E86CF1" w:rsidRDefault="00E86CF1">
            <w:pPr>
              <w:jc w:val="left"/>
            </w:pPr>
            <w:r w:rsidRPr="00E86CF1">
              <w:t>Plywood  12mm</w:t>
            </w:r>
          </w:p>
        </w:tc>
        <w:tc>
          <w:tcPr>
            <w:tcW w:w="790" w:type="dxa"/>
            <w:noWrap/>
            <w:hideMark/>
          </w:tcPr>
          <w:p w14:paraId="0E53686B" w14:textId="77777777" w:rsidR="00E86CF1" w:rsidRPr="00E86CF1" w:rsidRDefault="00E86CF1" w:rsidP="00E86CF1">
            <w:r w:rsidRPr="00E86CF1">
              <w:t>14</w:t>
            </w:r>
          </w:p>
        </w:tc>
        <w:tc>
          <w:tcPr>
            <w:tcW w:w="873" w:type="dxa"/>
            <w:noWrap/>
            <w:hideMark/>
          </w:tcPr>
          <w:p w14:paraId="30D99A87" w14:textId="77777777" w:rsidR="00E86CF1" w:rsidRPr="00E86CF1" w:rsidRDefault="00E86CF1" w:rsidP="00E86CF1">
            <w:pPr>
              <w:jc w:val="left"/>
            </w:pPr>
            <w:r w:rsidRPr="00E86CF1">
              <w:t>sheet</w:t>
            </w:r>
          </w:p>
        </w:tc>
        <w:tc>
          <w:tcPr>
            <w:tcW w:w="1340" w:type="dxa"/>
            <w:noWrap/>
            <w:hideMark/>
          </w:tcPr>
          <w:p w14:paraId="2709F5BA" w14:textId="77777777" w:rsidR="00E86CF1" w:rsidRPr="00E86CF1" w:rsidRDefault="00E86CF1">
            <w:pPr>
              <w:jc w:val="left"/>
            </w:pPr>
            <w:r w:rsidRPr="00E86CF1">
              <w:t> </w:t>
            </w:r>
          </w:p>
        </w:tc>
        <w:tc>
          <w:tcPr>
            <w:tcW w:w="1493" w:type="dxa"/>
            <w:noWrap/>
            <w:hideMark/>
          </w:tcPr>
          <w:p w14:paraId="44249B64" w14:textId="77777777" w:rsidR="00E86CF1" w:rsidRPr="00E86CF1" w:rsidRDefault="00E86CF1">
            <w:r w:rsidRPr="00E86CF1">
              <w:t> </w:t>
            </w:r>
          </w:p>
        </w:tc>
      </w:tr>
      <w:tr w:rsidR="00E86CF1" w:rsidRPr="00E86CF1" w14:paraId="65B1F828" w14:textId="77777777" w:rsidTr="00A53751">
        <w:trPr>
          <w:trHeight w:val="290"/>
        </w:trPr>
        <w:tc>
          <w:tcPr>
            <w:tcW w:w="820" w:type="dxa"/>
            <w:noWrap/>
            <w:hideMark/>
          </w:tcPr>
          <w:p w14:paraId="3FC22F95" w14:textId="77777777" w:rsidR="00E86CF1" w:rsidRPr="00E86CF1" w:rsidRDefault="00E86CF1" w:rsidP="00E86CF1">
            <w:r w:rsidRPr="00E86CF1">
              <w:t> </w:t>
            </w:r>
          </w:p>
        </w:tc>
        <w:tc>
          <w:tcPr>
            <w:tcW w:w="4460" w:type="dxa"/>
            <w:noWrap/>
            <w:hideMark/>
          </w:tcPr>
          <w:p w14:paraId="17A833B5" w14:textId="77777777" w:rsidR="00E86CF1" w:rsidRPr="00E86CF1" w:rsidRDefault="00E86CF1">
            <w:pPr>
              <w:jc w:val="left"/>
              <w:rPr>
                <w:b/>
                <w:bCs/>
              </w:rPr>
            </w:pPr>
            <w:r w:rsidRPr="00E86CF1">
              <w:rPr>
                <w:b/>
                <w:bCs/>
              </w:rPr>
              <w:t>Painting and Decorating</w:t>
            </w:r>
          </w:p>
        </w:tc>
        <w:tc>
          <w:tcPr>
            <w:tcW w:w="790" w:type="dxa"/>
            <w:noWrap/>
            <w:hideMark/>
          </w:tcPr>
          <w:p w14:paraId="2AD472A8" w14:textId="77777777" w:rsidR="00E86CF1" w:rsidRPr="00E86CF1" w:rsidRDefault="00E86CF1" w:rsidP="00E86CF1">
            <w:r w:rsidRPr="00E86CF1">
              <w:t> </w:t>
            </w:r>
          </w:p>
        </w:tc>
        <w:tc>
          <w:tcPr>
            <w:tcW w:w="873" w:type="dxa"/>
            <w:noWrap/>
            <w:hideMark/>
          </w:tcPr>
          <w:p w14:paraId="333F70F2" w14:textId="77777777" w:rsidR="00E86CF1" w:rsidRPr="00E86CF1" w:rsidRDefault="00E86CF1" w:rsidP="00E86CF1">
            <w:pPr>
              <w:jc w:val="left"/>
            </w:pPr>
            <w:r w:rsidRPr="00E86CF1">
              <w:t> </w:t>
            </w:r>
          </w:p>
        </w:tc>
        <w:tc>
          <w:tcPr>
            <w:tcW w:w="1340" w:type="dxa"/>
            <w:noWrap/>
            <w:hideMark/>
          </w:tcPr>
          <w:p w14:paraId="23DCCC8E" w14:textId="77777777" w:rsidR="00E86CF1" w:rsidRPr="00E86CF1" w:rsidRDefault="00E86CF1">
            <w:pPr>
              <w:jc w:val="left"/>
            </w:pPr>
            <w:r w:rsidRPr="00E86CF1">
              <w:t> </w:t>
            </w:r>
          </w:p>
        </w:tc>
        <w:tc>
          <w:tcPr>
            <w:tcW w:w="1493" w:type="dxa"/>
            <w:noWrap/>
            <w:hideMark/>
          </w:tcPr>
          <w:p w14:paraId="68A038DA" w14:textId="77777777" w:rsidR="00E86CF1" w:rsidRPr="00E86CF1" w:rsidRDefault="00E86CF1">
            <w:r w:rsidRPr="00E86CF1">
              <w:t> </w:t>
            </w:r>
          </w:p>
        </w:tc>
      </w:tr>
      <w:tr w:rsidR="00E86CF1" w:rsidRPr="00E86CF1" w14:paraId="350873AD" w14:textId="77777777" w:rsidTr="00A53751">
        <w:trPr>
          <w:trHeight w:val="290"/>
        </w:trPr>
        <w:tc>
          <w:tcPr>
            <w:tcW w:w="820" w:type="dxa"/>
            <w:noWrap/>
            <w:hideMark/>
          </w:tcPr>
          <w:p w14:paraId="778A051F" w14:textId="77777777" w:rsidR="00E86CF1" w:rsidRPr="00E86CF1" w:rsidRDefault="00E86CF1" w:rsidP="00E86CF1">
            <w:r w:rsidRPr="00E86CF1">
              <w:t>37</w:t>
            </w:r>
          </w:p>
        </w:tc>
        <w:tc>
          <w:tcPr>
            <w:tcW w:w="4460" w:type="dxa"/>
            <w:noWrap/>
            <w:hideMark/>
          </w:tcPr>
          <w:p w14:paraId="04F37A5D" w14:textId="77777777" w:rsidR="00E86CF1" w:rsidRPr="00E86CF1" w:rsidRDefault="00E86CF1">
            <w:pPr>
              <w:jc w:val="left"/>
            </w:pPr>
            <w:r w:rsidRPr="00E86CF1">
              <w:t>undercoat enamel 4ltrs</w:t>
            </w:r>
          </w:p>
        </w:tc>
        <w:tc>
          <w:tcPr>
            <w:tcW w:w="790" w:type="dxa"/>
            <w:noWrap/>
            <w:hideMark/>
          </w:tcPr>
          <w:p w14:paraId="0BA9FE41" w14:textId="77777777" w:rsidR="00E86CF1" w:rsidRPr="00E86CF1" w:rsidRDefault="00E86CF1" w:rsidP="00E86CF1">
            <w:r w:rsidRPr="00E86CF1">
              <w:t>7</w:t>
            </w:r>
          </w:p>
        </w:tc>
        <w:tc>
          <w:tcPr>
            <w:tcW w:w="873" w:type="dxa"/>
            <w:noWrap/>
            <w:hideMark/>
          </w:tcPr>
          <w:p w14:paraId="138BCD7F" w14:textId="77777777" w:rsidR="00E86CF1" w:rsidRPr="00E86CF1" w:rsidRDefault="00E86CF1" w:rsidP="00E86CF1">
            <w:pPr>
              <w:jc w:val="left"/>
            </w:pPr>
            <w:r w:rsidRPr="00E86CF1">
              <w:t>tin</w:t>
            </w:r>
          </w:p>
        </w:tc>
        <w:tc>
          <w:tcPr>
            <w:tcW w:w="1340" w:type="dxa"/>
            <w:noWrap/>
            <w:hideMark/>
          </w:tcPr>
          <w:p w14:paraId="7557385B" w14:textId="77777777" w:rsidR="00E86CF1" w:rsidRPr="00E86CF1" w:rsidRDefault="00E86CF1">
            <w:pPr>
              <w:jc w:val="left"/>
            </w:pPr>
            <w:r w:rsidRPr="00E86CF1">
              <w:t> </w:t>
            </w:r>
          </w:p>
        </w:tc>
        <w:tc>
          <w:tcPr>
            <w:tcW w:w="1493" w:type="dxa"/>
            <w:noWrap/>
            <w:hideMark/>
          </w:tcPr>
          <w:p w14:paraId="2E19F63E" w14:textId="77777777" w:rsidR="00E86CF1" w:rsidRPr="00E86CF1" w:rsidRDefault="00E86CF1">
            <w:r w:rsidRPr="00E86CF1">
              <w:t> </w:t>
            </w:r>
          </w:p>
        </w:tc>
      </w:tr>
      <w:tr w:rsidR="00E86CF1" w:rsidRPr="00E86CF1" w14:paraId="6F62ECEC" w14:textId="77777777" w:rsidTr="00A53751">
        <w:trPr>
          <w:trHeight w:val="290"/>
        </w:trPr>
        <w:tc>
          <w:tcPr>
            <w:tcW w:w="820" w:type="dxa"/>
            <w:noWrap/>
            <w:hideMark/>
          </w:tcPr>
          <w:p w14:paraId="204A94CF" w14:textId="77777777" w:rsidR="00E86CF1" w:rsidRPr="00E86CF1" w:rsidRDefault="00E86CF1" w:rsidP="00E86CF1">
            <w:r w:rsidRPr="00E86CF1">
              <w:t>38</w:t>
            </w:r>
          </w:p>
        </w:tc>
        <w:tc>
          <w:tcPr>
            <w:tcW w:w="4460" w:type="dxa"/>
            <w:noWrap/>
            <w:hideMark/>
          </w:tcPr>
          <w:p w14:paraId="683B7E52" w14:textId="77777777" w:rsidR="00E86CF1" w:rsidRPr="00E86CF1" w:rsidRDefault="00E86CF1">
            <w:pPr>
              <w:jc w:val="left"/>
            </w:pPr>
            <w:r w:rsidRPr="00E86CF1">
              <w:t>semi gloss 4ltrs</w:t>
            </w:r>
          </w:p>
        </w:tc>
        <w:tc>
          <w:tcPr>
            <w:tcW w:w="790" w:type="dxa"/>
            <w:noWrap/>
            <w:hideMark/>
          </w:tcPr>
          <w:p w14:paraId="4D6A07AD" w14:textId="77777777" w:rsidR="00E86CF1" w:rsidRPr="00E86CF1" w:rsidRDefault="00E86CF1" w:rsidP="00E86CF1">
            <w:r w:rsidRPr="00E86CF1">
              <w:t>7</w:t>
            </w:r>
          </w:p>
        </w:tc>
        <w:tc>
          <w:tcPr>
            <w:tcW w:w="873" w:type="dxa"/>
            <w:noWrap/>
            <w:hideMark/>
          </w:tcPr>
          <w:p w14:paraId="77B5434C" w14:textId="77777777" w:rsidR="00E86CF1" w:rsidRPr="00E86CF1" w:rsidRDefault="00E86CF1" w:rsidP="00E86CF1">
            <w:pPr>
              <w:jc w:val="left"/>
            </w:pPr>
            <w:r w:rsidRPr="00E86CF1">
              <w:t>tin</w:t>
            </w:r>
          </w:p>
        </w:tc>
        <w:tc>
          <w:tcPr>
            <w:tcW w:w="1340" w:type="dxa"/>
            <w:noWrap/>
            <w:hideMark/>
          </w:tcPr>
          <w:p w14:paraId="7FE3B770" w14:textId="77777777" w:rsidR="00E86CF1" w:rsidRPr="00E86CF1" w:rsidRDefault="00E86CF1">
            <w:pPr>
              <w:jc w:val="left"/>
            </w:pPr>
            <w:r w:rsidRPr="00E86CF1">
              <w:t> </w:t>
            </w:r>
          </w:p>
        </w:tc>
        <w:tc>
          <w:tcPr>
            <w:tcW w:w="1493" w:type="dxa"/>
            <w:noWrap/>
            <w:hideMark/>
          </w:tcPr>
          <w:p w14:paraId="5E013534" w14:textId="77777777" w:rsidR="00E86CF1" w:rsidRPr="00E86CF1" w:rsidRDefault="00E86CF1">
            <w:r w:rsidRPr="00E86CF1">
              <w:t> </w:t>
            </w:r>
          </w:p>
        </w:tc>
      </w:tr>
      <w:tr w:rsidR="00E86CF1" w:rsidRPr="00E86CF1" w14:paraId="091F192E" w14:textId="77777777" w:rsidTr="00A53751">
        <w:trPr>
          <w:trHeight w:val="290"/>
        </w:trPr>
        <w:tc>
          <w:tcPr>
            <w:tcW w:w="820" w:type="dxa"/>
            <w:noWrap/>
            <w:hideMark/>
          </w:tcPr>
          <w:p w14:paraId="4127FC31" w14:textId="77777777" w:rsidR="00E86CF1" w:rsidRPr="00E86CF1" w:rsidRDefault="00E86CF1" w:rsidP="00E86CF1">
            <w:r w:rsidRPr="00E86CF1">
              <w:t>39</w:t>
            </w:r>
          </w:p>
        </w:tc>
        <w:tc>
          <w:tcPr>
            <w:tcW w:w="4460" w:type="dxa"/>
            <w:noWrap/>
            <w:hideMark/>
          </w:tcPr>
          <w:p w14:paraId="3602B15A" w14:textId="77777777" w:rsidR="00E86CF1" w:rsidRPr="00E86CF1" w:rsidRDefault="00E86CF1">
            <w:pPr>
              <w:jc w:val="left"/>
            </w:pPr>
            <w:r w:rsidRPr="00E86CF1">
              <w:t>semi gloss 100% white</w:t>
            </w:r>
          </w:p>
        </w:tc>
        <w:tc>
          <w:tcPr>
            <w:tcW w:w="790" w:type="dxa"/>
            <w:noWrap/>
            <w:hideMark/>
          </w:tcPr>
          <w:p w14:paraId="205AA376" w14:textId="77777777" w:rsidR="00E86CF1" w:rsidRPr="00E86CF1" w:rsidRDefault="00E86CF1" w:rsidP="00E86CF1">
            <w:r w:rsidRPr="00E86CF1">
              <w:t>3</w:t>
            </w:r>
          </w:p>
        </w:tc>
        <w:tc>
          <w:tcPr>
            <w:tcW w:w="873" w:type="dxa"/>
            <w:noWrap/>
            <w:hideMark/>
          </w:tcPr>
          <w:p w14:paraId="503DB092" w14:textId="77777777" w:rsidR="00E86CF1" w:rsidRPr="00E86CF1" w:rsidRDefault="00E86CF1" w:rsidP="00E86CF1">
            <w:pPr>
              <w:jc w:val="left"/>
            </w:pPr>
            <w:r w:rsidRPr="00E86CF1">
              <w:t>tin</w:t>
            </w:r>
          </w:p>
        </w:tc>
        <w:tc>
          <w:tcPr>
            <w:tcW w:w="1340" w:type="dxa"/>
            <w:noWrap/>
            <w:hideMark/>
          </w:tcPr>
          <w:p w14:paraId="69ABAE8C" w14:textId="77777777" w:rsidR="00E86CF1" w:rsidRPr="00E86CF1" w:rsidRDefault="00E86CF1">
            <w:pPr>
              <w:jc w:val="left"/>
            </w:pPr>
            <w:r w:rsidRPr="00E86CF1">
              <w:t> </w:t>
            </w:r>
          </w:p>
        </w:tc>
        <w:tc>
          <w:tcPr>
            <w:tcW w:w="1493" w:type="dxa"/>
            <w:noWrap/>
            <w:hideMark/>
          </w:tcPr>
          <w:p w14:paraId="7A542512" w14:textId="77777777" w:rsidR="00E86CF1" w:rsidRPr="00E86CF1" w:rsidRDefault="00E86CF1">
            <w:r w:rsidRPr="00E86CF1">
              <w:t> </w:t>
            </w:r>
          </w:p>
        </w:tc>
      </w:tr>
      <w:tr w:rsidR="00E86CF1" w:rsidRPr="00E86CF1" w14:paraId="210D0025" w14:textId="77777777" w:rsidTr="00A53751">
        <w:trPr>
          <w:trHeight w:val="290"/>
        </w:trPr>
        <w:tc>
          <w:tcPr>
            <w:tcW w:w="820" w:type="dxa"/>
            <w:noWrap/>
            <w:hideMark/>
          </w:tcPr>
          <w:p w14:paraId="0915B415" w14:textId="77777777" w:rsidR="00E86CF1" w:rsidRPr="00E86CF1" w:rsidRDefault="00E86CF1" w:rsidP="00E86CF1">
            <w:r w:rsidRPr="00E86CF1">
              <w:t>40</w:t>
            </w:r>
          </w:p>
        </w:tc>
        <w:tc>
          <w:tcPr>
            <w:tcW w:w="4460" w:type="dxa"/>
            <w:noWrap/>
            <w:hideMark/>
          </w:tcPr>
          <w:p w14:paraId="20AA5037" w14:textId="77777777" w:rsidR="00E86CF1" w:rsidRPr="00E86CF1" w:rsidRDefault="00E86CF1">
            <w:pPr>
              <w:jc w:val="left"/>
            </w:pPr>
            <w:r w:rsidRPr="00E86CF1">
              <w:t>hulux acrylic sealer 4ltrs</w:t>
            </w:r>
          </w:p>
        </w:tc>
        <w:tc>
          <w:tcPr>
            <w:tcW w:w="790" w:type="dxa"/>
            <w:noWrap/>
            <w:hideMark/>
          </w:tcPr>
          <w:p w14:paraId="40D40581" w14:textId="77777777" w:rsidR="00E86CF1" w:rsidRPr="00E86CF1" w:rsidRDefault="00E86CF1" w:rsidP="00E86CF1">
            <w:r w:rsidRPr="00E86CF1">
              <w:t>3</w:t>
            </w:r>
          </w:p>
        </w:tc>
        <w:tc>
          <w:tcPr>
            <w:tcW w:w="873" w:type="dxa"/>
            <w:noWrap/>
            <w:hideMark/>
          </w:tcPr>
          <w:p w14:paraId="20E3F032" w14:textId="77777777" w:rsidR="00E86CF1" w:rsidRPr="00E86CF1" w:rsidRDefault="00E86CF1" w:rsidP="00E86CF1">
            <w:pPr>
              <w:jc w:val="left"/>
            </w:pPr>
            <w:r w:rsidRPr="00E86CF1">
              <w:t>tin</w:t>
            </w:r>
          </w:p>
        </w:tc>
        <w:tc>
          <w:tcPr>
            <w:tcW w:w="1340" w:type="dxa"/>
            <w:noWrap/>
            <w:hideMark/>
          </w:tcPr>
          <w:p w14:paraId="638268D5" w14:textId="77777777" w:rsidR="00E86CF1" w:rsidRPr="00E86CF1" w:rsidRDefault="00E86CF1">
            <w:pPr>
              <w:jc w:val="left"/>
            </w:pPr>
            <w:r w:rsidRPr="00E86CF1">
              <w:t> </w:t>
            </w:r>
          </w:p>
        </w:tc>
        <w:tc>
          <w:tcPr>
            <w:tcW w:w="1493" w:type="dxa"/>
            <w:noWrap/>
            <w:hideMark/>
          </w:tcPr>
          <w:p w14:paraId="1CFC95D6" w14:textId="77777777" w:rsidR="00E86CF1" w:rsidRPr="00E86CF1" w:rsidRDefault="00E86CF1">
            <w:r w:rsidRPr="00E86CF1">
              <w:t> </w:t>
            </w:r>
          </w:p>
        </w:tc>
      </w:tr>
      <w:tr w:rsidR="00E86CF1" w:rsidRPr="00E86CF1" w14:paraId="123A0F79" w14:textId="77777777" w:rsidTr="00A53751">
        <w:trPr>
          <w:trHeight w:val="290"/>
        </w:trPr>
        <w:tc>
          <w:tcPr>
            <w:tcW w:w="820" w:type="dxa"/>
            <w:noWrap/>
            <w:hideMark/>
          </w:tcPr>
          <w:p w14:paraId="0ACB5746" w14:textId="77777777" w:rsidR="00E86CF1" w:rsidRPr="00E86CF1" w:rsidRDefault="00E86CF1" w:rsidP="00E86CF1">
            <w:r w:rsidRPr="00E86CF1">
              <w:t>41</w:t>
            </w:r>
          </w:p>
        </w:tc>
        <w:tc>
          <w:tcPr>
            <w:tcW w:w="4460" w:type="dxa"/>
            <w:noWrap/>
            <w:hideMark/>
          </w:tcPr>
          <w:p w14:paraId="35DFC503" w14:textId="77777777" w:rsidR="00E86CF1" w:rsidRPr="00E86CF1" w:rsidRDefault="00E86CF1">
            <w:pPr>
              <w:jc w:val="left"/>
            </w:pPr>
            <w:r w:rsidRPr="00E86CF1">
              <w:t>roller brush 9" + tray</w:t>
            </w:r>
          </w:p>
        </w:tc>
        <w:tc>
          <w:tcPr>
            <w:tcW w:w="790" w:type="dxa"/>
            <w:noWrap/>
            <w:hideMark/>
          </w:tcPr>
          <w:p w14:paraId="6495E0D9" w14:textId="77777777" w:rsidR="00E86CF1" w:rsidRPr="00E86CF1" w:rsidRDefault="00E86CF1" w:rsidP="00E86CF1">
            <w:r w:rsidRPr="00E86CF1">
              <w:t>4</w:t>
            </w:r>
          </w:p>
        </w:tc>
        <w:tc>
          <w:tcPr>
            <w:tcW w:w="873" w:type="dxa"/>
            <w:noWrap/>
            <w:hideMark/>
          </w:tcPr>
          <w:p w14:paraId="64DFE016" w14:textId="77777777" w:rsidR="00E86CF1" w:rsidRPr="00E86CF1" w:rsidRDefault="00E86CF1" w:rsidP="00E86CF1">
            <w:pPr>
              <w:jc w:val="left"/>
            </w:pPr>
            <w:r w:rsidRPr="00E86CF1">
              <w:t>no</w:t>
            </w:r>
          </w:p>
        </w:tc>
        <w:tc>
          <w:tcPr>
            <w:tcW w:w="1340" w:type="dxa"/>
            <w:noWrap/>
            <w:hideMark/>
          </w:tcPr>
          <w:p w14:paraId="7BA4A479" w14:textId="77777777" w:rsidR="00E86CF1" w:rsidRPr="00E86CF1" w:rsidRDefault="00E86CF1">
            <w:pPr>
              <w:jc w:val="left"/>
            </w:pPr>
            <w:r w:rsidRPr="00E86CF1">
              <w:t> </w:t>
            </w:r>
          </w:p>
        </w:tc>
        <w:tc>
          <w:tcPr>
            <w:tcW w:w="1493" w:type="dxa"/>
            <w:noWrap/>
            <w:hideMark/>
          </w:tcPr>
          <w:p w14:paraId="7646B927" w14:textId="77777777" w:rsidR="00E86CF1" w:rsidRPr="00E86CF1" w:rsidRDefault="00E86CF1">
            <w:r w:rsidRPr="00E86CF1">
              <w:t> </w:t>
            </w:r>
          </w:p>
        </w:tc>
      </w:tr>
      <w:tr w:rsidR="00E86CF1" w:rsidRPr="00E86CF1" w14:paraId="5A1F4133" w14:textId="77777777" w:rsidTr="00A53751">
        <w:trPr>
          <w:trHeight w:val="290"/>
        </w:trPr>
        <w:tc>
          <w:tcPr>
            <w:tcW w:w="820" w:type="dxa"/>
            <w:noWrap/>
            <w:hideMark/>
          </w:tcPr>
          <w:p w14:paraId="587043A3" w14:textId="77777777" w:rsidR="00E86CF1" w:rsidRPr="00E86CF1" w:rsidRDefault="00E86CF1" w:rsidP="00E86CF1">
            <w:r w:rsidRPr="00E86CF1">
              <w:t>42</w:t>
            </w:r>
          </w:p>
        </w:tc>
        <w:tc>
          <w:tcPr>
            <w:tcW w:w="4460" w:type="dxa"/>
            <w:noWrap/>
            <w:hideMark/>
          </w:tcPr>
          <w:p w14:paraId="65DFA445" w14:textId="77777777" w:rsidR="00E86CF1" w:rsidRPr="00E86CF1" w:rsidRDefault="00E86CF1">
            <w:pPr>
              <w:jc w:val="left"/>
            </w:pPr>
            <w:r w:rsidRPr="00E86CF1">
              <w:t>roller brush 4" + tray</w:t>
            </w:r>
          </w:p>
        </w:tc>
        <w:tc>
          <w:tcPr>
            <w:tcW w:w="790" w:type="dxa"/>
            <w:noWrap/>
            <w:hideMark/>
          </w:tcPr>
          <w:p w14:paraId="4FADE606" w14:textId="77777777" w:rsidR="00E86CF1" w:rsidRPr="00E86CF1" w:rsidRDefault="00E86CF1" w:rsidP="00E86CF1">
            <w:r w:rsidRPr="00E86CF1">
              <w:t>4</w:t>
            </w:r>
          </w:p>
        </w:tc>
        <w:tc>
          <w:tcPr>
            <w:tcW w:w="873" w:type="dxa"/>
            <w:noWrap/>
            <w:hideMark/>
          </w:tcPr>
          <w:p w14:paraId="5D5E50CA" w14:textId="77777777" w:rsidR="00E86CF1" w:rsidRPr="00E86CF1" w:rsidRDefault="00E86CF1" w:rsidP="00E86CF1">
            <w:pPr>
              <w:jc w:val="left"/>
            </w:pPr>
            <w:r w:rsidRPr="00E86CF1">
              <w:t>no</w:t>
            </w:r>
          </w:p>
        </w:tc>
        <w:tc>
          <w:tcPr>
            <w:tcW w:w="1340" w:type="dxa"/>
            <w:noWrap/>
            <w:hideMark/>
          </w:tcPr>
          <w:p w14:paraId="064E42B5" w14:textId="77777777" w:rsidR="00E86CF1" w:rsidRPr="00E86CF1" w:rsidRDefault="00E86CF1">
            <w:pPr>
              <w:jc w:val="left"/>
            </w:pPr>
            <w:r w:rsidRPr="00E86CF1">
              <w:t> </w:t>
            </w:r>
          </w:p>
        </w:tc>
        <w:tc>
          <w:tcPr>
            <w:tcW w:w="1493" w:type="dxa"/>
            <w:noWrap/>
            <w:hideMark/>
          </w:tcPr>
          <w:p w14:paraId="0361CDC2" w14:textId="77777777" w:rsidR="00E86CF1" w:rsidRPr="00E86CF1" w:rsidRDefault="00E86CF1">
            <w:r w:rsidRPr="00E86CF1">
              <w:t> </w:t>
            </w:r>
          </w:p>
        </w:tc>
      </w:tr>
      <w:tr w:rsidR="00E86CF1" w:rsidRPr="00E86CF1" w14:paraId="4364BE7C" w14:textId="77777777" w:rsidTr="00A53751">
        <w:trPr>
          <w:trHeight w:val="290"/>
        </w:trPr>
        <w:tc>
          <w:tcPr>
            <w:tcW w:w="820" w:type="dxa"/>
            <w:noWrap/>
            <w:hideMark/>
          </w:tcPr>
          <w:p w14:paraId="7C15246E" w14:textId="77777777" w:rsidR="00E86CF1" w:rsidRPr="00E86CF1" w:rsidRDefault="00E86CF1" w:rsidP="00E86CF1">
            <w:r w:rsidRPr="00E86CF1">
              <w:lastRenderedPageBreak/>
              <w:t>43</w:t>
            </w:r>
          </w:p>
        </w:tc>
        <w:tc>
          <w:tcPr>
            <w:tcW w:w="4460" w:type="dxa"/>
            <w:noWrap/>
            <w:hideMark/>
          </w:tcPr>
          <w:p w14:paraId="5223872C" w14:textId="77777777" w:rsidR="00E86CF1" w:rsidRPr="00E86CF1" w:rsidRDefault="00E86CF1">
            <w:pPr>
              <w:jc w:val="left"/>
            </w:pPr>
            <w:r w:rsidRPr="00E86CF1">
              <w:t>4 inch paint brush</w:t>
            </w:r>
          </w:p>
        </w:tc>
        <w:tc>
          <w:tcPr>
            <w:tcW w:w="790" w:type="dxa"/>
            <w:noWrap/>
            <w:hideMark/>
          </w:tcPr>
          <w:p w14:paraId="38057C86" w14:textId="77777777" w:rsidR="00E86CF1" w:rsidRPr="00E86CF1" w:rsidRDefault="00E86CF1" w:rsidP="00E86CF1">
            <w:r w:rsidRPr="00E86CF1">
              <w:t>4</w:t>
            </w:r>
          </w:p>
        </w:tc>
        <w:tc>
          <w:tcPr>
            <w:tcW w:w="873" w:type="dxa"/>
            <w:noWrap/>
            <w:hideMark/>
          </w:tcPr>
          <w:p w14:paraId="4586FCD7" w14:textId="77777777" w:rsidR="00E86CF1" w:rsidRPr="00E86CF1" w:rsidRDefault="00E86CF1" w:rsidP="00E86CF1">
            <w:pPr>
              <w:jc w:val="left"/>
            </w:pPr>
            <w:r w:rsidRPr="00E86CF1">
              <w:t>no</w:t>
            </w:r>
          </w:p>
        </w:tc>
        <w:tc>
          <w:tcPr>
            <w:tcW w:w="1340" w:type="dxa"/>
            <w:noWrap/>
            <w:hideMark/>
          </w:tcPr>
          <w:p w14:paraId="669EADFA" w14:textId="77777777" w:rsidR="00E86CF1" w:rsidRPr="00E86CF1" w:rsidRDefault="00E86CF1">
            <w:pPr>
              <w:jc w:val="left"/>
            </w:pPr>
            <w:r w:rsidRPr="00E86CF1">
              <w:t> </w:t>
            </w:r>
          </w:p>
        </w:tc>
        <w:tc>
          <w:tcPr>
            <w:tcW w:w="1493" w:type="dxa"/>
            <w:noWrap/>
            <w:hideMark/>
          </w:tcPr>
          <w:p w14:paraId="708542E8" w14:textId="77777777" w:rsidR="00E86CF1" w:rsidRPr="00E86CF1" w:rsidRDefault="00E86CF1">
            <w:r w:rsidRPr="00E86CF1">
              <w:t> </w:t>
            </w:r>
          </w:p>
        </w:tc>
      </w:tr>
      <w:tr w:rsidR="00E86CF1" w:rsidRPr="00E86CF1" w14:paraId="0D10D1BC" w14:textId="77777777" w:rsidTr="00A53751">
        <w:trPr>
          <w:trHeight w:val="290"/>
        </w:trPr>
        <w:tc>
          <w:tcPr>
            <w:tcW w:w="820" w:type="dxa"/>
            <w:noWrap/>
            <w:hideMark/>
          </w:tcPr>
          <w:p w14:paraId="0AEC6CCC" w14:textId="77777777" w:rsidR="00E86CF1" w:rsidRPr="00E86CF1" w:rsidRDefault="00E86CF1" w:rsidP="00E86CF1">
            <w:r w:rsidRPr="00E86CF1">
              <w:t>44</w:t>
            </w:r>
          </w:p>
        </w:tc>
        <w:tc>
          <w:tcPr>
            <w:tcW w:w="4460" w:type="dxa"/>
            <w:noWrap/>
            <w:hideMark/>
          </w:tcPr>
          <w:p w14:paraId="2B16881B" w14:textId="77777777" w:rsidR="00E86CF1" w:rsidRPr="00E86CF1" w:rsidRDefault="00E86CF1">
            <w:pPr>
              <w:jc w:val="left"/>
            </w:pPr>
            <w:r w:rsidRPr="00E86CF1">
              <w:t>3 inch paint brush</w:t>
            </w:r>
          </w:p>
        </w:tc>
        <w:tc>
          <w:tcPr>
            <w:tcW w:w="790" w:type="dxa"/>
            <w:noWrap/>
            <w:hideMark/>
          </w:tcPr>
          <w:p w14:paraId="1A703DEA" w14:textId="77777777" w:rsidR="00E86CF1" w:rsidRPr="00E86CF1" w:rsidRDefault="00E86CF1" w:rsidP="00E86CF1">
            <w:r w:rsidRPr="00E86CF1">
              <w:t>3</w:t>
            </w:r>
          </w:p>
        </w:tc>
        <w:tc>
          <w:tcPr>
            <w:tcW w:w="873" w:type="dxa"/>
            <w:noWrap/>
            <w:hideMark/>
          </w:tcPr>
          <w:p w14:paraId="5F040622" w14:textId="77777777" w:rsidR="00E86CF1" w:rsidRPr="00E86CF1" w:rsidRDefault="00E86CF1" w:rsidP="00E86CF1">
            <w:pPr>
              <w:jc w:val="left"/>
            </w:pPr>
            <w:r w:rsidRPr="00E86CF1">
              <w:t>no</w:t>
            </w:r>
          </w:p>
        </w:tc>
        <w:tc>
          <w:tcPr>
            <w:tcW w:w="1340" w:type="dxa"/>
            <w:noWrap/>
            <w:hideMark/>
          </w:tcPr>
          <w:p w14:paraId="386C352C" w14:textId="77777777" w:rsidR="00E86CF1" w:rsidRPr="00E86CF1" w:rsidRDefault="00E86CF1">
            <w:pPr>
              <w:jc w:val="left"/>
            </w:pPr>
            <w:r w:rsidRPr="00E86CF1">
              <w:t> </w:t>
            </w:r>
          </w:p>
        </w:tc>
        <w:tc>
          <w:tcPr>
            <w:tcW w:w="1493" w:type="dxa"/>
            <w:noWrap/>
            <w:hideMark/>
          </w:tcPr>
          <w:p w14:paraId="2A40A543" w14:textId="77777777" w:rsidR="00E86CF1" w:rsidRPr="00E86CF1" w:rsidRDefault="00E86CF1">
            <w:r w:rsidRPr="00E86CF1">
              <w:t> </w:t>
            </w:r>
          </w:p>
        </w:tc>
      </w:tr>
      <w:tr w:rsidR="00E86CF1" w:rsidRPr="00E86CF1" w14:paraId="19BF21E3" w14:textId="77777777" w:rsidTr="00A53751">
        <w:trPr>
          <w:trHeight w:val="290"/>
        </w:trPr>
        <w:tc>
          <w:tcPr>
            <w:tcW w:w="820" w:type="dxa"/>
            <w:noWrap/>
            <w:hideMark/>
          </w:tcPr>
          <w:p w14:paraId="594ADD55" w14:textId="77777777" w:rsidR="00E86CF1" w:rsidRPr="00E86CF1" w:rsidRDefault="00E86CF1" w:rsidP="00E86CF1">
            <w:r w:rsidRPr="00E86CF1">
              <w:t>45</w:t>
            </w:r>
          </w:p>
        </w:tc>
        <w:tc>
          <w:tcPr>
            <w:tcW w:w="4460" w:type="dxa"/>
            <w:noWrap/>
            <w:hideMark/>
          </w:tcPr>
          <w:p w14:paraId="2819DD06" w14:textId="77777777" w:rsidR="00E86CF1" w:rsidRPr="00E86CF1" w:rsidRDefault="00E86CF1">
            <w:pPr>
              <w:jc w:val="left"/>
            </w:pPr>
            <w:r w:rsidRPr="00E86CF1">
              <w:t xml:space="preserve">roller brush 9" </w:t>
            </w:r>
          </w:p>
        </w:tc>
        <w:tc>
          <w:tcPr>
            <w:tcW w:w="790" w:type="dxa"/>
            <w:noWrap/>
            <w:hideMark/>
          </w:tcPr>
          <w:p w14:paraId="0340EC2D" w14:textId="77777777" w:rsidR="00E86CF1" w:rsidRPr="00E86CF1" w:rsidRDefault="00E86CF1" w:rsidP="00E86CF1">
            <w:r w:rsidRPr="00E86CF1">
              <w:t>4</w:t>
            </w:r>
          </w:p>
        </w:tc>
        <w:tc>
          <w:tcPr>
            <w:tcW w:w="873" w:type="dxa"/>
            <w:noWrap/>
            <w:hideMark/>
          </w:tcPr>
          <w:p w14:paraId="6CB12847" w14:textId="77777777" w:rsidR="00E86CF1" w:rsidRPr="00E86CF1" w:rsidRDefault="00E86CF1" w:rsidP="00E86CF1">
            <w:pPr>
              <w:jc w:val="left"/>
            </w:pPr>
            <w:r w:rsidRPr="00E86CF1">
              <w:t>no</w:t>
            </w:r>
          </w:p>
        </w:tc>
        <w:tc>
          <w:tcPr>
            <w:tcW w:w="1340" w:type="dxa"/>
            <w:noWrap/>
            <w:hideMark/>
          </w:tcPr>
          <w:p w14:paraId="636312E5" w14:textId="77777777" w:rsidR="00E86CF1" w:rsidRPr="00E86CF1" w:rsidRDefault="00E86CF1">
            <w:pPr>
              <w:jc w:val="left"/>
            </w:pPr>
            <w:r w:rsidRPr="00E86CF1">
              <w:t> </w:t>
            </w:r>
          </w:p>
        </w:tc>
        <w:tc>
          <w:tcPr>
            <w:tcW w:w="1493" w:type="dxa"/>
            <w:noWrap/>
            <w:hideMark/>
          </w:tcPr>
          <w:p w14:paraId="6AD8C9B5" w14:textId="77777777" w:rsidR="00E86CF1" w:rsidRPr="00E86CF1" w:rsidRDefault="00E86CF1">
            <w:r w:rsidRPr="00E86CF1">
              <w:t> </w:t>
            </w:r>
          </w:p>
        </w:tc>
      </w:tr>
      <w:tr w:rsidR="00E86CF1" w:rsidRPr="00E86CF1" w14:paraId="1B2C9EF8" w14:textId="77777777" w:rsidTr="00A53751">
        <w:trPr>
          <w:trHeight w:val="290"/>
        </w:trPr>
        <w:tc>
          <w:tcPr>
            <w:tcW w:w="820" w:type="dxa"/>
            <w:noWrap/>
            <w:hideMark/>
          </w:tcPr>
          <w:p w14:paraId="5483C221" w14:textId="77777777" w:rsidR="00E86CF1" w:rsidRPr="00E86CF1" w:rsidRDefault="00E86CF1" w:rsidP="00E86CF1">
            <w:r w:rsidRPr="00E86CF1">
              <w:t>46</w:t>
            </w:r>
          </w:p>
        </w:tc>
        <w:tc>
          <w:tcPr>
            <w:tcW w:w="4460" w:type="dxa"/>
            <w:noWrap/>
            <w:hideMark/>
          </w:tcPr>
          <w:p w14:paraId="5DBB3C76" w14:textId="77777777" w:rsidR="00E86CF1" w:rsidRPr="00E86CF1" w:rsidRDefault="00E86CF1">
            <w:pPr>
              <w:jc w:val="left"/>
            </w:pPr>
            <w:r w:rsidRPr="00E86CF1">
              <w:t>mouse roller</w:t>
            </w:r>
          </w:p>
        </w:tc>
        <w:tc>
          <w:tcPr>
            <w:tcW w:w="790" w:type="dxa"/>
            <w:noWrap/>
            <w:hideMark/>
          </w:tcPr>
          <w:p w14:paraId="730B57DA" w14:textId="77777777" w:rsidR="00E86CF1" w:rsidRPr="00E86CF1" w:rsidRDefault="00E86CF1" w:rsidP="00E86CF1">
            <w:r w:rsidRPr="00E86CF1">
              <w:t>4</w:t>
            </w:r>
          </w:p>
        </w:tc>
        <w:tc>
          <w:tcPr>
            <w:tcW w:w="873" w:type="dxa"/>
            <w:noWrap/>
            <w:hideMark/>
          </w:tcPr>
          <w:p w14:paraId="15362FFF" w14:textId="77777777" w:rsidR="00E86CF1" w:rsidRPr="00E86CF1" w:rsidRDefault="00E86CF1" w:rsidP="00E86CF1">
            <w:pPr>
              <w:jc w:val="left"/>
            </w:pPr>
            <w:r w:rsidRPr="00E86CF1">
              <w:t>no</w:t>
            </w:r>
          </w:p>
        </w:tc>
        <w:tc>
          <w:tcPr>
            <w:tcW w:w="1340" w:type="dxa"/>
            <w:noWrap/>
            <w:hideMark/>
          </w:tcPr>
          <w:p w14:paraId="5ADC0F65" w14:textId="77777777" w:rsidR="00E86CF1" w:rsidRPr="00E86CF1" w:rsidRDefault="00E86CF1">
            <w:pPr>
              <w:jc w:val="left"/>
            </w:pPr>
            <w:r w:rsidRPr="00E86CF1">
              <w:t> </w:t>
            </w:r>
          </w:p>
        </w:tc>
        <w:tc>
          <w:tcPr>
            <w:tcW w:w="1493" w:type="dxa"/>
            <w:noWrap/>
            <w:hideMark/>
          </w:tcPr>
          <w:p w14:paraId="474773A7" w14:textId="77777777" w:rsidR="00E86CF1" w:rsidRPr="00E86CF1" w:rsidRDefault="00E86CF1">
            <w:r w:rsidRPr="00E86CF1">
              <w:t> </w:t>
            </w:r>
          </w:p>
        </w:tc>
      </w:tr>
      <w:tr w:rsidR="00E86CF1" w:rsidRPr="00E86CF1" w14:paraId="709671B9" w14:textId="77777777" w:rsidTr="00A53751">
        <w:trPr>
          <w:trHeight w:val="290"/>
        </w:trPr>
        <w:tc>
          <w:tcPr>
            <w:tcW w:w="820" w:type="dxa"/>
            <w:noWrap/>
            <w:hideMark/>
          </w:tcPr>
          <w:p w14:paraId="19DB46A5" w14:textId="77777777" w:rsidR="00E86CF1" w:rsidRPr="00E86CF1" w:rsidRDefault="00E86CF1" w:rsidP="00E86CF1">
            <w:r w:rsidRPr="00E86CF1">
              <w:t>47</w:t>
            </w:r>
          </w:p>
        </w:tc>
        <w:tc>
          <w:tcPr>
            <w:tcW w:w="4460" w:type="dxa"/>
            <w:noWrap/>
            <w:hideMark/>
          </w:tcPr>
          <w:p w14:paraId="0C31E469" w14:textId="77777777" w:rsidR="00E86CF1" w:rsidRPr="00E86CF1" w:rsidRDefault="00E86CF1">
            <w:pPr>
              <w:jc w:val="left"/>
            </w:pPr>
            <w:r w:rsidRPr="00E86CF1">
              <w:t xml:space="preserve">wood putty </w:t>
            </w:r>
          </w:p>
        </w:tc>
        <w:tc>
          <w:tcPr>
            <w:tcW w:w="790" w:type="dxa"/>
            <w:noWrap/>
            <w:hideMark/>
          </w:tcPr>
          <w:p w14:paraId="71145A05" w14:textId="77777777" w:rsidR="00E86CF1" w:rsidRPr="00E86CF1" w:rsidRDefault="00E86CF1" w:rsidP="00E86CF1">
            <w:r w:rsidRPr="00E86CF1">
              <w:t>1</w:t>
            </w:r>
          </w:p>
        </w:tc>
        <w:tc>
          <w:tcPr>
            <w:tcW w:w="873" w:type="dxa"/>
            <w:noWrap/>
            <w:hideMark/>
          </w:tcPr>
          <w:p w14:paraId="34CE75C4" w14:textId="77777777" w:rsidR="00E86CF1" w:rsidRPr="00E86CF1" w:rsidRDefault="00E86CF1" w:rsidP="00E86CF1">
            <w:pPr>
              <w:jc w:val="left"/>
            </w:pPr>
            <w:r w:rsidRPr="00E86CF1">
              <w:t>kg</w:t>
            </w:r>
          </w:p>
        </w:tc>
        <w:tc>
          <w:tcPr>
            <w:tcW w:w="1340" w:type="dxa"/>
            <w:noWrap/>
            <w:hideMark/>
          </w:tcPr>
          <w:p w14:paraId="6F88B518" w14:textId="77777777" w:rsidR="00E86CF1" w:rsidRPr="00E86CF1" w:rsidRDefault="00E86CF1">
            <w:pPr>
              <w:jc w:val="left"/>
            </w:pPr>
            <w:r w:rsidRPr="00E86CF1">
              <w:t> </w:t>
            </w:r>
          </w:p>
        </w:tc>
        <w:tc>
          <w:tcPr>
            <w:tcW w:w="1493" w:type="dxa"/>
            <w:noWrap/>
            <w:hideMark/>
          </w:tcPr>
          <w:p w14:paraId="6A985233" w14:textId="77777777" w:rsidR="00E86CF1" w:rsidRPr="00E86CF1" w:rsidRDefault="00E86CF1">
            <w:r w:rsidRPr="00E86CF1">
              <w:t> </w:t>
            </w:r>
          </w:p>
        </w:tc>
      </w:tr>
      <w:tr w:rsidR="00E86CF1" w:rsidRPr="00E86CF1" w14:paraId="1E32827C" w14:textId="77777777" w:rsidTr="00A53751">
        <w:trPr>
          <w:trHeight w:val="290"/>
        </w:trPr>
        <w:tc>
          <w:tcPr>
            <w:tcW w:w="820" w:type="dxa"/>
            <w:noWrap/>
            <w:hideMark/>
          </w:tcPr>
          <w:p w14:paraId="5695C86E" w14:textId="77777777" w:rsidR="00E86CF1" w:rsidRPr="00E86CF1" w:rsidRDefault="00E86CF1" w:rsidP="00E86CF1">
            <w:r w:rsidRPr="00E86CF1">
              <w:t>48</w:t>
            </w:r>
          </w:p>
        </w:tc>
        <w:tc>
          <w:tcPr>
            <w:tcW w:w="4460" w:type="dxa"/>
            <w:noWrap/>
            <w:hideMark/>
          </w:tcPr>
          <w:p w14:paraId="4B371879" w14:textId="77777777" w:rsidR="00E86CF1" w:rsidRPr="00E86CF1" w:rsidRDefault="00E86CF1">
            <w:pPr>
              <w:jc w:val="left"/>
            </w:pPr>
            <w:r w:rsidRPr="00E86CF1">
              <w:t>Turbentine @4.5ltrs/galon</w:t>
            </w:r>
          </w:p>
        </w:tc>
        <w:tc>
          <w:tcPr>
            <w:tcW w:w="790" w:type="dxa"/>
            <w:noWrap/>
            <w:hideMark/>
          </w:tcPr>
          <w:p w14:paraId="1BB2C51B" w14:textId="77777777" w:rsidR="00E86CF1" w:rsidRPr="00E86CF1" w:rsidRDefault="00E86CF1" w:rsidP="00E86CF1">
            <w:r w:rsidRPr="00E86CF1">
              <w:t>3</w:t>
            </w:r>
          </w:p>
        </w:tc>
        <w:tc>
          <w:tcPr>
            <w:tcW w:w="873" w:type="dxa"/>
            <w:noWrap/>
            <w:hideMark/>
          </w:tcPr>
          <w:p w14:paraId="34406CE8" w14:textId="77777777" w:rsidR="00E86CF1" w:rsidRPr="00E86CF1" w:rsidRDefault="00E86CF1" w:rsidP="00E86CF1">
            <w:pPr>
              <w:jc w:val="left"/>
            </w:pPr>
            <w:r w:rsidRPr="00E86CF1">
              <w:t>galon</w:t>
            </w:r>
          </w:p>
        </w:tc>
        <w:tc>
          <w:tcPr>
            <w:tcW w:w="1340" w:type="dxa"/>
            <w:noWrap/>
            <w:hideMark/>
          </w:tcPr>
          <w:p w14:paraId="269EE0CA" w14:textId="77777777" w:rsidR="00E86CF1" w:rsidRPr="00E86CF1" w:rsidRDefault="00E86CF1">
            <w:pPr>
              <w:jc w:val="left"/>
            </w:pPr>
            <w:r w:rsidRPr="00E86CF1">
              <w:t> </w:t>
            </w:r>
          </w:p>
        </w:tc>
        <w:tc>
          <w:tcPr>
            <w:tcW w:w="1493" w:type="dxa"/>
            <w:noWrap/>
            <w:hideMark/>
          </w:tcPr>
          <w:p w14:paraId="38227D6D" w14:textId="77777777" w:rsidR="00E86CF1" w:rsidRPr="00E86CF1" w:rsidRDefault="00E86CF1">
            <w:r w:rsidRPr="00E86CF1">
              <w:t> </w:t>
            </w:r>
          </w:p>
        </w:tc>
      </w:tr>
      <w:tr w:rsidR="00E86CF1" w:rsidRPr="00E86CF1" w14:paraId="30305420" w14:textId="77777777" w:rsidTr="00A53751">
        <w:trPr>
          <w:trHeight w:val="290"/>
        </w:trPr>
        <w:tc>
          <w:tcPr>
            <w:tcW w:w="820" w:type="dxa"/>
            <w:noWrap/>
            <w:hideMark/>
          </w:tcPr>
          <w:p w14:paraId="12C49841" w14:textId="77777777" w:rsidR="00E86CF1" w:rsidRPr="00E86CF1" w:rsidRDefault="00E86CF1" w:rsidP="00E86CF1">
            <w:r w:rsidRPr="00E86CF1">
              <w:t>49</w:t>
            </w:r>
          </w:p>
        </w:tc>
        <w:tc>
          <w:tcPr>
            <w:tcW w:w="4460" w:type="dxa"/>
            <w:noWrap/>
            <w:hideMark/>
          </w:tcPr>
          <w:p w14:paraId="1B11BAD9" w14:textId="77777777" w:rsidR="00E86CF1" w:rsidRPr="00E86CF1" w:rsidRDefault="00E86CF1">
            <w:pPr>
              <w:jc w:val="left"/>
            </w:pPr>
            <w:r w:rsidRPr="00E86CF1">
              <w:t>Silicone tube</w:t>
            </w:r>
          </w:p>
        </w:tc>
        <w:tc>
          <w:tcPr>
            <w:tcW w:w="790" w:type="dxa"/>
            <w:noWrap/>
            <w:hideMark/>
          </w:tcPr>
          <w:p w14:paraId="1239EA61" w14:textId="77777777" w:rsidR="00E86CF1" w:rsidRPr="00E86CF1" w:rsidRDefault="00E86CF1" w:rsidP="00E86CF1">
            <w:r w:rsidRPr="00E86CF1">
              <w:t>3</w:t>
            </w:r>
          </w:p>
        </w:tc>
        <w:tc>
          <w:tcPr>
            <w:tcW w:w="873" w:type="dxa"/>
            <w:noWrap/>
            <w:hideMark/>
          </w:tcPr>
          <w:p w14:paraId="52E15305" w14:textId="77777777" w:rsidR="00E86CF1" w:rsidRPr="00E86CF1" w:rsidRDefault="00E86CF1" w:rsidP="00E86CF1">
            <w:pPr>
              <w:jc w:val="left"/>
            </w:pPr>
            <w:r w:rsidRPr="00E86CF1">
              <w:t>tube</w:t>
            </w:r>
          </w:p>
        </w:tc>
        <w:tc>
          <w:tcPr>
            <w:tcW w:w="1340" w:type="dxa"/>
            <w:noWrap/>
            <w:hideMark/>
          </w:tcPr>
          <w:p w14:paraId="293AC11B" w14:textId="77777777" w:rsidR="00E86CF1" w:rsidRPr="00E86CF1" w:rsidRDefault="00E86CF1">
            <w:pPr>
              <w:jc w:val="left"/>
            </w:pPr>
            <w:r w:rsidRPr="00E86CF1">
              <w:t> </w:t>
            </w:r>
          </w:p>
        </w:tc>
        <w:tc>
          <w:tcPr>
            <w:tcW w:w="1493" w:type="dxa"/>
            <w:noWrap/>
            <w:hideMark/>
          </w:tcPr>
          <w:p w14:paraId="4E0EFDED" w14:textId="77777777" w:rsidR="00E86CF1" w:rsidRPr="00E86CF1" w:rsidRDefault="00E86CF1">
            <w:r w:rsidRPr="00E86CF1">
              <w:t> </w:t>
            </w:r>
          </w:p>
        </w:tc>
      </w:tr>
      <w:tr w:rsidR="00E86CF1" w:rsidRPr="00E86CF1" w14:paraId="24D75B74" w14:textId="77777777" w:rsidTr="00A53751">
        <w:trPr>
          <w:trHeight w:val="290"/>
        </w:trPr>
        <w:tc>
          <w:tcPr>
            <w:tcW w:w="820" w:type="dxa"/>
            <w:noWrap/>
            <w:hideMark/>
          </w:tcPr>
          <w:p w14:paraId="49182019" w14:textId="77777777" w:rsidR="00E86CF1" w:rsidRPr="00E86CF1" w:rsidRDefault="00E86CF1" w:rsidP="00E86CF1">
            <w:r w:rsidRPr="00E86CF1">
              <w:t>50</w:t>
            </w:r>
          </w:p>
        </w:tc>
        <w:tc>
          <w:tcPr>
            <w:tcW w:w="4460" w:type="dxa"/>
            <w:noWrap/>
            <w:hideMark/>
          </w:tcPr>
          <w:p w14:paraId="3D943C12" w14:textId="77777777" w:rsidR="00E86CF1" w:rsidRPr="00E86CF1" w:rsidRDefault="00E86CF1">
            <w:pPr>
              <w:jc w:val="left"/>
            </w:pPr>
            <w:r w:rsidRPr="00E86CF1">
              <w:t>silicone gun</w:t>
            </w:r>
          </w:p>
        </w:tc>
        <w:tc>
          <w:tcPr>
            <w:tcW w:w="790" w:type="dxa"/>
            <w:noWrap/>
            <w:hideMark/>
          </w:tcPr>
          <w:p w14:paraId="7AD141F9" w14:textId="77777777" w:rsidR="00E86CF1" w:rsidRPr="00E86CF1" w:rsidRDefault="00E86CF1" w:rsidP="00E86CF1">
            <w:r w:rsidRPr="00E86CF1">
              <w:t>1</w:t>
            </w:r>
          </w:p>
        </w:tc>
        <w:tc>
          <w:tcPr>
            <w:tcW w:w="873" w:type="dxa"/>
            <w:noWrap/>
            <w:hideMark/>
          </w:tcPr>
          <w:p w14:paraId="48DCD994" w14:textId="77777777" w:rsidR="00E86CF1" w:rsidRPr="00E86CF1" w:rsidRDefault="00E86CF1" w:rsidP="00E86CF1">
            <w:pPr>
              <w:jc w:val="left"/>
            </w:pPr>
            <w:r w:rsidRPr="00E86CF1">
              <w:t>no</w:t>
            </w:r>
          </w:p>
        </w:tc>
        <w:tc>
          <w:tcPr>
            <w:tcW w:w="1340" w:type="dxa"/>
            <w:noWrap/>
            <w:hideMark/>
          </w:tcPr>
          <w:p w14:paraId="5B93E0CD" w14:textId="77777777" w:rsidR="00E86CF1" w:rsidRPr="00E86CF1" w:rsidRDefault="00E86CF1">
            <w:pPr>
              <w:jc w:val="left"/>
            </w:pPr>
            <w:r w:rsidRPr="00E86CF1">
              <w:t> </w:t>
            </w:r>
          </w:p>
        </w:tc>
        <w:tc>
          <w:tcPr>
            <w:tcW w:w="1493" w:type="dxa"/>
            <w:noWrap/>
            <w:hideMark/>
          </w:tcPr>
          <w:p w14:paraId="5323F0BD" w14:textId="77777777" w:rsidR="00E86CF1" w:rsidRPr="00E86CF1" w:rsidRDefault="00E86CF1">
            <w:r w:rsidRPr="00E86CF1">
              <w:t> </w:t>
            </w:r>
          </w:p>
        </w:tc>
      </w:tr>
      <w:tr w:rsidR="00E86CF1" w:rsidRPr="00E86CF1" w14:paraId="00EBA65B" w14:textId="77777777" w:rsidTr="00A53751">
        <w:trPr>
          <w:trHeight w:val="290"/>
        </w:trPr>
        <w:tc>
          <w:tcPr>
            <w:tcW w:w="820" w:type="dxa"/>
            <w:noWrap/>
            <w:hideMark/>
          </w:tcPr>
          <w:p w14:paraId="74DC2DFB" w14:textId="77777777" w:rsidR="00E86CF1" w:rsidRPr="00E86CF1" w:rsidRDefault="00E86CF1" w:rsidP="00E86CF1">
            <w:r w:rsidRPr="00E86CF1">
              <w:t> </w:t>
            </w:r>
          </w:p>
        </w:tc>
        <w:tc>
          <w:tcPr>
            <w:tcW w:w="4460" w:type="dxa"/>
            <w:noWrap/>
            <w:hideMark/>
          </w:tcPr>
          <w:p w14:paraId="3DDCE2E8" w14:textId="77777777" w:rsidR="00E86CF1" w:rsidRPr="00E86CF1" w:rsidRDefault="00E86CF1">
            <w:pPr>
              <w:jc w:val="left"/>
              <w:rPr>
                <w:b/>
                <w:bCs/>
              </w:rPr>
            </w:pPr>
            <w:r w:rsidRPr="00E86CF1">
              <w:rPr>
                <w:b/>
                <w:bCs/>
              </w:rPr>
              <w:t xml:space="preserve">Electrical </w:t>
            </w:r>
          </w:p>
        </w:tc>
        <w:tc>
          <w:tcPr>
            <w:tcW w:w="790" w:type="dxa"/>
            <w:noWrap/>
            <w:hideMark/>
          </w:tcPr>
          <w:p w14:paraId="5DF9A756" w14:textId="77777777" w:rsidR="00E86CF1" w:rsidRPr="00E86CF1" w:rsidRDefault="00E86CF1" w:rsidP="00E86CF1">
            <w:r w:rsidRPr="00E86CF1">
              <w:t> </w:t>
            </w:r>
          </w:p>
        </w:tc>
        <w:tc>
          <w:tcPr>
            <w:tcW w:w="873" w:type="dxa"/>
            <w:noWrap/>
            <w:hideMark/>
          </w:tcPr>
          <w:p w14:paraId="4D956BE7" w14:textId="77777777" w:rsidR="00E86CF1" w:rsidRPr="00E86CF1" w:rsidRDefault="00E86CF1" w:rsidP="00E86CF1">
            <w:pPr>
              <w:jc w:val="left"/>
            </w:pPr>
            <w:r w:rsidRPr="00E86CF1">
              <w:t> </w:t>
            </w:r>
          </w:p>
        </w:tc>
        <w:tc>
          <w:tcPr>
            <w:tcW w:w="1340" w:type="dxa"/>
            <w:noWrap/>
            <w:hideMark/>
          </w:tcPr>
          <w:p w14:paraId="785958B4" w14:textId="77777777" w:rsidR="00E86CF1" w:rsidRPr="00E86CF1" w:rsidRDefault="00E86CF1">
            <w:pPr>
              <w:jc w:val="left"/>
            </w:pPr>
            <w:r w:rsidRPr="00E86CF1">
              <w:t> </w:t>
            </w:r>
          </w:p>
        </w:tc>
        <w:tc>
          <w:tcPr>
            <w:tcW w:w="1493" w:type="dxa"/>
            <w:noWrap/>
            <w:hideMark/>
          </w:tcPr>
          <w:p w14:paraId="16ACDECA" w14:textId="77777777" w:rsidR="00E86CF1" w:rsidRPr="00E86CF1" w:rsidRDefault="00E86CF1">
            <w:r w:rsidRPr="00E86CF1">
              <w:t> </w:t>
            </w:r>
          </w:p>
        </w:tc>
      </w:tr>
      <w:tr w:rsidR="00E86CF1" w:rsidRPr="00E86CF1" w14:paraId="7F58DFBC" w14:textId="77777777" w:rsidTr="00A53751">
        <w:trPr>
          <w:trHeight w:val="290"/>
        </w:trPr>
        <w:tc>
          <w:tcPr>
            <w:tcW w:w="820" w:type="dxa"/>
            <w:noWrap/>
            <w:hideMark/>
          </w:tcPr>
          <w:p w14:paraId="6B59A2A9" w14:textId="77777777" w:rsidR="00E86CF1" w:rsidRPr="00E86CF1" w:rsidRDefault="00E86CF1" w:rsidP="00E86CF1">
            <w:r w:rsidRPr="00E86CF1">
              <w:t>51</w:t>
            </w:r>
          </w:p>
        </w:tc>
        <w:tc>
          <w:tcPr>
            <w:tcW w:w="4460" w:type="dxa"/>
            <w:noWrap/>
            <w:hideMark/>
          </w:tcPr>
          <w:p w14:paraId="68C210AC" w14:textId="77777777" w:rsidR="00E86CF1" w:rsidRPr="00E86CF1" w:rsidRDefault="00E86CF1">
            <w:pPr>
              <w:jc w:val="left"/>
            </w:pPr>
            <w:r w:rsidRPr="00E86CF1">
              <w:t>4'0 led light fittings single tube complete</w:t>
            </w:r>
          </w:p>
        </w:tc>
        <w:tc>
          <w:tcPr>
            <w:tcW w:w="790" w:type="dxa"/>
            <w:noWrap/>
            <w:hideMark/>
          </w:tcPr>
          <w:p w14:paraId="780695C9" w14:textId="77777777" w:rsidR="00E86CF1" w:rsidRPr="00E86CF1" w:rsidRDefault="00E86CF1" w:rsidP="00E86CF1">
            <w:r w:rsidRPr="00E86CF1">
              <w:t>16</w:t>
            </w:r>
          </w:p>
        </w:tc>
        <w:tc>
          <w:tcPr>
            <w:tcW w:w="873" w:type="dxa"/>
            <w:noWrap/>
            <w:hideMark/>
          </w:tcPr>
          <w:p w14:paraId="2FAD312A" w14:textId="77777777" w:rsidR="00E86CF1" w:rsidRPr="00E86CF1" w:rsidRDefault="00E86CF1" w:rsidP="00E86CF1">
            <w:pPr>
              <w:jc w:val="left"/>
            </w:pPr>
            <w:r w:rsidRPr="00E86CF1">
              <w:t>no</w:t>
            </w:r>
          </w:p>
        </w:tc>
        <w:tc>
          <w:tcPr>
            <w:tcW w:w="1340" w:type="dxa"/>
            <w:noWrap/>
            <w:hideMark/>
          </w:tcPr>
          <w:p w14:paraId="2243D686" w14:textId="77777777" w:rsidR="00E86CF1" w:rsidRPr="00E86CF1" w:rsidRDefault="00E86CF1">
            <w:pPr>
              <w:jc w:val="left"/>
            </w:pPr>
            <w:r w:rsidRPr="00E86CF1">
              <w:t> </w:t>
            </w:r>
          </w:p>
        </w:tc>
        <w:tc>
          <w:tcPr>
            <w:tcW w:w="1493" w:type="dxa"/>
            <w:noWrap/>
            <w:hideMark/>
          </w:tcPr>
          <w:p w14:paraId="1F89AA59" w14:textId="77777777" w:rsidR="00E86CF1" w:rsidRPr="00E86CF1" w:rsidRDefault="00E86CF1">
            <w:r w:rsidRPr="00E86CF1">
              <w:t> </w:t>
            </w:r>
          </w:p>
        </w:tc>
      </w:tr>
      <w:tr w:rsidR="00E86CF1" w:rsidRPr="00E86CF1" w14:paraId="3FE773EF" w14:textId="77777777" w:rsidTr="00A53751">
        <w:trPr>
          <w:trHeight w:val="290"/>
        </w:trPr>
        <w:tc>
          <w:tcPr>
            <w:tcW w:w="820" w:type="dxa"/>
            <w:noWrap/>
            <w:hideMark/>
          </w:tcPr>
          <w:p w14:paraId="0F8C3379" w14:textId="77777777" w:rsidR="00E86CF1" w:rsidRPr="00E86CF1" w:rsidRDefault="00E86CF1" w:rsidP="00E86CF1">
            <w:r w:rsidRPr="00E86CF1">
              <w:t>52</w:t>
            </w:r>
          </w:p>
        </w:tc>
        <w:tc>
          <w:tcPr>
            <w:tcW w:w="4460" w:type="dxa"/>
            <w:noWrap/>
            <w:hideMark/>
          </w:tcPr>
          <w:p w14:paraId="109F6C52" w14:textId="77777777" w:rsidR="00E86CF1" w:rsidRPr="00E86CF1" w:rsidRDefault="00E86CF1">
            <w:pPr>
              <w:jc w:val="left"/>
            </w:pPr>
            <w:r w:rsidRPr="00E86CF1">
              <w:t xml:space="preserve">pandant light </w:t>
            </w:r>
          </w:p>
        </w:tc>
        <w:tc>
          <w:tcPr>
            <w:tcW w:w="790" w:type="dxa"/>
            <w:noWrap/>
            <w:hideMark/>
          </w:tcPr>
          <w:p w14:paraId="4F0B4494" w14:textId="77777777" w:rsidR="00E86CF1" w:rsidRPr="00E86CF1" w:rsidRDefault="00E86CF1" w:rsidP="00E86CF1">
            <w:r w:rsidRPr="00E86CF1">
              <w:t>4</w:t>
            </w:r>
          </w:p>
        </w:tc>
        <w:tc>
          <w:tcPr>
            <w:tcW w:w="873" w:type="dxa"/>
            <w:noWrap/>
            <w:hideMark/>
          </w:tcPr>
          <w:p w14:paraId="7E52C3D8" w14:textId="77777777" w:rsidR="00E86CF1" w:rsidRPr="00E86CF1" w:rsidRDefault="00E86CF1" w:rsidP="00E86CF1">
            <w:pPr>
              <w:jc w:val="left"/>
            </w:pPr>
            <w:r w:rsidRPr="00E86CF1">
              <w:t>no</w:t>
            </w:r>
          </w:p>
        </w:tc>
        <w:tc>
          <w:tcPr>
            <w:tcW w:w="1340" w:type="dxa"/>
            <w:noWrap/>
            <w:hideMark/>
          </w:tcPr>
          <w:p w14:paraId="48302CC1" w14:textId="77777777" w:rsidR="00E86CF1" w:rsidRPr="00E86CF1" w:rsidRDefault="00E86CF1">
            <w:pPr>
              <w:jc w:val="left"/>
            </w:pPr>
            <w:r w:rsidRPr="00E86CF1">
              <w:t> </w:t>
            </w:r>
          </w:p>
        </w:tc>
        <w:tc>
          <w:tcPr>
            <w:tcW w:w="1493" w:type="dxa"/>
            <w:noWrap/>
            <w:hideMark/>
          </w:tcPr>
          <w:p w14:paraId="7B31C88B" w14:textId="77777777" w:rsidR="00E86CF1" w:rsidRPr="00E86CF1" w:rsidRDefault="00E86CF1">
            <w:r w:rsidRPr="00E86CF1">
              <w:t> </w:t>
            </w:r>
          </w:p>
        </w:tc>
      </w:tr>
      <w:tr w:rsidR="00E86CF1" w:rsidRPr="00E86CF1" w14:paraId="33E81D65" w14:textId="77777777" w:rsidTr="00A53751">
        <w:trPr>
          <w:trHeight w:val="290"/>
        </w:trPr>
        <w:tc>
          <w:tcPr>
            <w:tcW w:w="820" w:type="dxa"/>
            <w:noWrap/>
            <w:hideMark/>
          </w:tcPr>
          <w:p w14:paraId="2D575FFB" w14:textId="77777777" w:rsidR="00E86CF1" w:rsidRPr="00E86CF1" w:rsidRDefault="00E86CF1" w:rsidP="00E86CF1">
            <w:r w:rsidRPr="00E86CF1">
              <w:t>53</w:t>
            </w:r>
          </w:p>
        </w:tc>
        <w:tc>
          <w:tcPr>
            <w:tcW w:w="4460" w:type="dxa"/>
            <w:noWrap/>
            <w:hideMark/>
          </w:tcPr>
          <w:p w14:paraId="0C09F6F4" w14:textId="77777777" w:rsidR="00E86CF1" w:rsidRPr="00E86CF1" w:rsidRDefault="00E86CF1">
            <w:pPr>
              <w:jc w:val="left"/>
            </w:pPr>
            <w:r w:rsidRPr="00E86CF1">
              <w:t>light switch one way</w:t>
            </w:r>
          </w:p>
        </w:tc>
        <w:tc>
          <w:tcPr>
            <w:tcW w:w="790" w:type="dxa"/>
            <w:noWrap/>
            <w:hideMark/>
          </w:tcPr>
          <w:p w14:paraId="7553AF27" w14:textId="77777777" w:rsidR="00E86CF1" w:rsidRPr="00E86CF1" w:rsidRDefault="00E86CF1" w:rsidP="00E86CF1">
            <w:r w:rsidRPr="00E86CF1">
              <w:t>3</w:t>
            </w:r>
          </w:p>
        </w:tc>
        <w:tc>
          <w:tcPr>
            <w:tcW w:w="873" w:type="dxa"/>
            <w:noWrap/>
            <w:hideMark/>
          </w:tcPr>
          <w:p w14:paraId="26735412" w14:textId="77777777" w:rsidR="00E86CF1" w:rsidRPr="00E86CF1" w:rsidRDefault="00E86CF1" w:rsidP="00E86CF1">
            <w:pPr>
              <w:jc w:val="left"/>
            </w:pPr>
            <w:r w:rsidRPr="00E86CF1">
              <w:t>no</w:t>
            </w:r>
          </w:p>
        </w:tc>
        <w:tc>
          <w:tcPr>
            <w:tcW w:w="1340" w:type="dxa"/>
            <w:noWrap/>
            <w:hideMark/>
          </w:tcPr>
          <w:p w14:paraId="316CF568" w14:textId="77777777" w:rsidR="00E86CF1" w:rsidRPr="00E86CF1" w:rsidRDefault="00E86CF1">
            <w:pPr>
              <w:jc w:val="left"/>
            </w:pPr>
            <w:r w:rsidRPr="00E86CF1">
              <w:t> </w:t>
            </w:r>
          </w:p>
        </w:tc>
        <w:tc>
          <w:tcPr>
            <w:tcW w:w="1493" w:type="dxa"/>
            <w:noWrap/>
            <w:hideMark/>
          </w:tcPr>
          <w:p w14:paraId="3C0F5978" w14:textId="77777777" w:rsidR="00E86CF1" w:rsidRPr="00E86CF1" w:rsidRDefault="00E86CF1">
            <w:r w:rsidRPr="00E86CF1">
              <w:t> </w:t>
            </w:r>
          </w:p>
        </w:tc>
      </w:tr>
      <w:tr w:rsidR="00E86CF1" w:rsidRPr="00E86CF1" w14:paraId="3AEC60E4" w14:textId="77777777" w:rsidTr="00A53751">
        <w:trPr>
          <w:trHeight w:val="290"/>
        </w:trPr>
        <w:tc>
          <w:tcPr>
            <w:tcW w:w="820" w:type="dxa"/>
            <w:noWrap/>
            <w:hideMark/>
          </w:tcPr>
          <w:p w14:paraId="6ABC8C7F" w14:textId="77777777" w:rsidR="00E86CF1" w:rsidRPr="00E86CF1" w:rsidRDefault="00E86CF1" w:rsidP="00E86CF1">
            <w:r w:rsidRPr="00E86CF1">
              <w:t>54</w:t>
            </w:r>
          </w:p>
        </w:tc>
        <w:tc>
          <w:tcPr>
            <w:tcW w:w="4460" w:type="dxa"/>
            <w:noWrap/>
            <w:hideMark/>
          </w:tcPr>
          <w:p w14:paraId="5E66D80D" w14:textId="77777777" w:rsidR="00E86CF1" w:rsidRPr="00E86CF1" w:rsidRDefault="00E86CF1">
            <w:pPr>
              <w:jc w:val="left"/>
            </w:pPr>
            <w:r w:rsidRPr="00E86CF1">
              <w:t>Earth wire 4mm cable</w:t>
            </w:r>
          </w:p>
        </w:tc>
        <w:tc>
          <w:tcPr>
            <w:tcW w:w="790" w:type="dxa"/>
            <w:noWrap/>
            <w:hideMark/>
          </w:tcPr>
          <w:p w14:paraId="2A7B447D" w14:textId="77777777" w:rsidR="00E86CF1" w:rsidRPr="00E86CF1" w:rsidRDefault="00E86CF1" w:rsidP="00E86CF1">
            <w:r w:rsidRPr="00E86CF1">
              <w:t>5</w:t>
            </w:r>
          </w:p>
        </w:tc>
        <w:tc>
          <w:tcPr>
            <w:tcW w:w="873" w:type="dxa"/>
            <w:noWrap/>
            <w:hideMark/>
          </w:tcPr>
          <w:p w14:paraId="55FF3A1D" w14:textId="77777777" w:rsidR="00E86CF1" w:rsidRPr="00E86CF1" w:rsidRDefault="00E86CF1" w:rsidP="00E86CF1">
            <w:pPr>
              <w:jc w:val="left"/>
            </w:pPr>
            <w:r w:rsidRPr="00E86CF1">
              <w:t>mtr</w:t>
            </w:r>
          </w:p>
        </w:tc>
        <w:tc>
          <w:tcPr>
            <w:tcW w:w="1340" w:type="dxa"/>
            <w:noWrap/>
            <w:hideMark/>
          </w:tcPr>
          <w:p w14:paraId="3B65480C" w14:textId="77777777" w:rsidR="00E86CF1" w:rsidRPr="00E86CF1" w:rsidRDefault="00E86CF1">
            <w:pPr>
              <w:jc w:val="left"/>
            </w:pPr>
            <w:r w:rsidRPr="00E86CF1">
              <w:t> </w:t>
            </w:r>
          </w:p>
        </w:tc>
        <w:tc>
          <w:tcPr>
            <w:tcW w:w="1493" w:type="dxa"/>
            <w:noWrap/>
            <w:hideMark/>
          </w:tcPr>
          <w:p w14:paraId="3789C236" w14:textId="77777777" w:rsidR="00E86CF1" w:rsidRPr="00E86CF1" w:rsidRDefault="00E86CF1">
            <w:r w:rsidRPr="00E86CF1">
              <w:t> </w:t>
            </w:r>
          </w:p>
        </w:tc>
      </w:tr>
      <w:tr w:rsidR="00E86CF1" w:rsidRPr="00E86CF1" w14:paraId="20E8AEA1" w14:textId="77777777" w:rsidTr="00A53751">
        <w:trPr>
          <w:trHeight w:val="580"/>
        </w:trPr>
        <w:tc>
          <w:tcPr>
            <w:tcW w:w="820" w:type="dxa"/>
            <w:noWrap/>
            <w:hideMark/>
          </w:tcPr>
          <w:p w14:paraId="194DEB6A" w14:textId="77777777" w:rsidR="00E86CF1" w:rsidRPr="00E86CF1" w:rsidRDefault="00E86CF1" w:rsidP="00E86CF1">
            <w:r w:rsidRPr="00E86CF1">
              <w:t>55</w:t>
            </w:r>
          </w:p>
        </w:tc>
        <w:tc>
          <w:tcPr>
            <w:tcW w:w="4460" w:type="dxa"/>
            <w:hideMark/>
          </w:tcPr>
          <w:p w14:paraId="5D4CFA27" w14:textId="77777777" w:rsidR="00E86CF1" w:rsidRPr="00E86CF1" w:rsidRDefault="00E86CF1">
            <w:pPr>
              <w:jc w:val="left"/>
            </w:pPr>
            <w:r w:rsidRPr="00E86CF1">
              <w:t>Switchboard complete with circuit breakers, wiring and connections and other associated components</w:t>
            </w:r>
          </w:p>
        </w:tc>
        <w:tc>
          <w:tcPr>
            <w:tcW w:w="790" w:type="dxa"/>
            <w:noWrap/>
            <w:hideMark/>
          </w:tcPr>
          <w:p w14:paraId="6D25904B" w14:textId="77777777" w:rsidR="00E86CF1" w:rsidRPr="00E86CF1" w:rsidRDefault="00E86CF1" w:rsidP="00E86CF1">
            <w:r w:rsidRPr="00E86CF1">
              <w:t>1</w:t>
            </w:r>
          </w:p>
        </w:tc>
        <w:tc>
          <w:tcPr>
            <w:tcW w:w="873" w:type="dxa"/>
            <w:noWrap/>
            <w:hideMark/>
          </w:tcPr>
          <w:p w14:paraId="551D7D30" w14:textId="77777777" w:rsidR="00E86CF1" w:rsidRPr="00E86CF1" w:rsidRDefault="00E86CF1" w:rsidP="00E86CF1">
            <w:pPr>
              <w:jc w:val="left"/>
            </w:pPr>
            <w:r w:rsidRPr="00E86CF1">
              <w:t>sum</w:t>
            </w:r>
          </w:p>
        </w:tc>
        <w:tc>
          <w:tcPr>
            <w:tcW w:w="1340" w:type="dxa"/>
            <w:noWrap/>
            <w:hideMark/>
          </w:tcPr>
          <w:p w14:paraId="675882A9" w14:textId="77777777" w:rsidR="00E86CF1" w:rsidRPr="00E86CF1" w:rsidRDefault="00E86CF1">
            <w:pPr>
              <w:jc w:val="left"/>
            </w:pPr>
            <w:r w:rsidRPr="00E86CF1">
              <w:t> </w:t>
            </w:r>
          </w:p>
        </w:tc>
        <w:tc>
          <w:tcPr>
            <w:tcW w:w="1493" w:type="dxa"/>
            <w:noWrap/>
            <w:hideMark/>
          </w:tcPr>
          <w:p w14:paraId="499980A2" w14:textId="77777777" w:rsidR="00E86CF1" w:rsidRPr="00E86CF1" w:rsidRDefault="00E86CF1">
            <w:r w:rsidRPr="00E86CF1">
              <w:t> </w:t>
            </w:r>
          </w:p>
        </w:tc>
      </w:tr>
      <w:tr w:rsidR="00E86CF1" w:rsidRPr="00E86CF1" w14:paraId="117F9EB3" w14:textId="77777777" w:rsidTr="00A53751">
        <w:trPr>
          <w:trHeight w:val="290"/>
        </w:trPr>
        <w:tc>
          <w:tcPr>
            <w:tcW w:w="820" w:type="dxa"/>
            <w:noWrap/>
            <w:hideMark/>
          </w:tcPr>
          <w:p w14:paraId="19801FEC" w14:textId="77777777" w:rsidR="00E86CF1" w:rsidRPr="00E86CF1" w:rsidRDefault="00E86CF1" w:rsidP="00E86CF1">
            <w:r w:rsidRPr="00E86CF1">
              <w:t> </w:t>
            </w:r>
          </w:p>
        </w:tc>
        <w:tc>
          <w:tcPr>
            <w:tcW w:w="4460" w:type="dxa"/>
            <w:hideMark/>
          </w:tcPr>
          <w:p w14:paraId="63555482" w14:textId="77777777" w:rsidR="00E86CF1" w:rsidRPr="00E86CF1" w:rsidRDefault="00E86CF1">
            <w:pPr>
              <w:jc w:val="left"/>
              <w:rPr>
                <w:b/>
                <w:bCs/>
              </w:rPr>
            </w:pPr>
            <w:r w:rsidRPr="00E86CF1">
              <w:rPr>
                <w:b/>
                <w:bCs/>
              </w:rPr>
              <w:t>Glues</w:t>
            </w:r>
          </w:p>
        </w:tc>
        <w:tc>
          <w:tcPr>
            <w:tcW w:w="790" w:type="dxa"/>
            <w:noWrap/>
            <w:hideMark/>
          </w:tcPr>
          <w:p w14:paraId="5B97ECC5" w14:textId="77777777" w:rsidR="00E86CF1" w:rsidRPr="00E86CF1" w:rsidRDefault="00E86CF1" w:rsidP="00E86CF1">
            <w:r w:rsidRPr="00E86CF1">
              <w:t> </w:t>
            </w:r>
          </w:p>
        </w:tc>
        <w:tc>
          <w:tcPr>
            <w:tcW w:w="873" w:type="dxa"/>
            <w:noWrap/>
            <w:hideMark/>
          </w:tcPr>
          <w:p w14:paraId="6E6330D5" w14:textId="77777777" w:rsidR="00E86CF1" w:rsidRPr="00E86CF1" w:rsidRDefault="00E86CF1" w:rsidP="00E86CF1">
            <w:pPr>
              <w:jc w:val="left"/>
            </w:pPr>
            <w:r w:rsidRPr="00E86CF1">
              <w:t> </w:t>
            </w:r>
          </w:p>
        </w:tc>
        <w:tc>
          <w:tcPr>
            <w:tcW w:w="1340" w:type="dxa"/>
            <w:noWrap/>
            <w:hideMark/>
          </w:tcPr>
          <w:p w14:paraId="6E555177" w14:textId="77777777" w:rsidR="00E86CF1" w:rsidRPr="00E86CF1" w:rsidRDefault="00E86CF1">
            <w:pPr>
              <w:jc w:val="left"/>
            </w:pPr>
            <w:r w:rsidRPr="00E86CF1">
              <w:t> </w:t>
            </w:r>
          </w:p>
        </w:tc>
        <w:tc>
          <w:tcPr>
            <w:tcW w:w="1493" w:type="dxa"/>
            <w:noWrap/>
            <w:hideMark/>
          </w:tcPr>
          <w:p w14:paraId="5A232642" w14:textId="77777777" w:rsidR="00E86CF1" w:rsidRPr="00E86CF1" w:rsidRDefault="00E86CF1">
            <w:r w:rsidRPr="00E86CF1">
              <w:t> </w:t>
            </w:r>
          </w:p>
        </w:tc>
      </w:tr>
      <w:tr w:rsidR="00E86CF1" w:rsidRPr="00E86CF1" w14:paraId="6A7A5D2C" w14:textId="77777777" w:rsidTr="00A53751">
        <w:trPr>
          <w:trHeight w:val="290"/>
        </w:trPr>
        <w:tc>
          <w:tcPr>
            <w:tcW w:w="820" w:type="dxa"/>
            <w:noWrap/>
            <w:hideMark/>
          </w:tcPr>
          <w:p w14:paraId="67F80201" w14:textId="77777777" w:rsidR="00E86CF1" w:rsidRPr="00E86CF1" w:rsidRDefault="00E86CF1" w:rsidP="00E86CF1">
            <w:r w:rsidRPr="00E86CF1">
              <w:t>56</w:t>
            </w:r>
          </w:p>
        </w:tc>
        <w:tc>
          <w:tcPr>
            <w:tcW w:w="4460" w:type="dxa"/>
            <w:hideMark/>
          </w:tcPr>
          <w:p w14:paraId="3071DD6B" w14:textId="77777777" w:rsidR="00E86CF1" w:rsidRPr="00E86CF1" w:rsidRDefault="00E86CF1">
            <w:pPr>
              <w:jc w:val="left"/>
            </w:pPr>
            <w:r w:rsidRPr="00E86CF1">
              <w:t>Epoxy glue 1ltr</w:t>
            </w:r>
          </w:p>
        </w:tc>
        <w:tc>
          <w:tcPr>
            <w:tcW w:w="790" w:type="dxa"/>
            <w:noWrap/>
            <w:hideMark/>
          </w:tcPr>
          <w:p w14:paraId="1B4831C8" w14:textId="77777777" w:rsidR="00E86CF1" w:rsidRPr="00E86CF1" w:rsidRDefault="00E86CF1" w:rsidP="00E86CF1">
            <w:r w:rsidRPr="00E86CF1">
              <w:t>1</w:t>
            </w:r>
          </w:p>
        </w:tc>
        <w:tc>
          <w:tcPr>
            <w:tcW w:w="873" w:type="dxa"/>
            <w:noWrap/>
            <w:hideMark/>
          </w:tcPr>
          <w:p w14:paraId="3BAA8C50" w14:textId="77777777" w:rsidR="00E86CF1" w:rsidRPr="00E86CF1" w:rsidRDefault="00E86CF1" w:rsidP="00E86CF1">
            <w:pPr>
              <w:jc w:val="left"/>
            </w:pPr>
            <w:r w:rsidRPr="00E86CF1">
              <w:t>tin</w:t>
            </w:r>
          </w:p>
        </w:tc>
        <w:tc>
          <w:tcPr>
            <w:tcW w:w="1340" w:type="dxa"/>
            <w:noWrap/>
            <w:hideMark/>
          </w:tcPr>
          <w:p w14:paraId="18D5BDEB" w14:textId="77777777" w:rsidR="00E86CF1" w:rsidRPr="00E86CF1" w:rsidRDefault="00E86CF1">
            <w:pPr>
              <w:jc w:val="left"/>
            </w:pPr>
            <w:r w:rsidRPr="00E86CF1">
              <w:t> </w:t>
            </w:r>
          </w:p>
        </w:tc>
        <w:tc>
          <w:tcPr>
            <w:tcW w:w="1493" w:type="dxa"/>
            <w:noWrap/>
            <w:hideMark/>
          </w:tcPr>
          <w:p w14:paraId="5AE3A694" w14:textId="77777777" w:rsidR="00E86CF1" w:rsidRPr="00E86CF1" w:rsidRDefault="00E86CF1">
            <w:r w:rsidRPr="00E86CF1">
              <w:t> </w:t>
            </w:r>
          </w:p>
        </w:tc>
      </w:tr>
      <w:tr w:rsidR="00E86CF1" w:rsidRPr="00E86CF1" w14:paraId="2157CFF7" w14:textId="77777777" w:rsidTr="00A53751">
        <w:trPr>
          <w:trHeight w:val="290"/>
        </w:trPr>
        <w:tc>
          <w:tcPr>
            <w:tcW w:w="820" w:type="dxa"/>
            <w:noWrap/>
            <w:hideMark/>
          </w:tcPr>
          <w:p w14:paraId="73553FEA" w14:textId="77777777" w:rsidR="00E86CF1" w:rsidRPr="00E86CF1" w:rsidRDefault="00E86CF1" w:rsidP="00E86CF1">
            <w:r w:rsidRPr="00E86CF1">
              <w:t> </w:t>
            </w:r>
          </w:p>
        </w:tc>
        <w:tc>
          <w:tcPr>
            <w:tcW w:w="4460" w:type="dxa"/>
            <w:noWrap/>
            <w:hideMark/>
          </w:tcPr>
          <w:p w14:paraId="2881F988" w14:textId="77777777" w:rsidR="00E86CF1" w:rsidRPr="00E86CF1" w:rsidRDefault="00E86CF1">
            <w:pPr>
              <w:jc w:val="left"/>
              <w:rPr>
                <w:b/>
                <w:bCs/>
              </w:rPr>
            </w:pPr>
            <w:r w:rsidRPr="00E86CF1">
              <w:rPr>
                <w:b/>
                <w:bCs/>
              </w:rPr>
              <w:t>Nails, Screw Bolt</w:t>
            </w:r>
          </w:p>
        </w:tc>
        <w:tc>
          <w:tcPr>
            <w:tcW w:w="790" w:type="dxa"/>
            <w:noWrap/>
            <w:hideMark/>
          </w:tcPr>
          <w:p w14:paraId="1D4EA442" w14:textId="77777777" w:rsidR="00E86CF1" w:rsidRPr="00E86CF1" w:rsidRDefault="00E86CF1" w:rsidP="00E86CF1">
            <w:r w:rsidRPr="00E86CF1">
              <w:t> </w:t>
            </w:r>
          </w:p>
        </w:tc>
        <w:tc>
          <w:tcPr>
            <w:tcW w:w="873" w:type="dxa"/>
            <w:noWrap/>
            <w:hideMark/>
          </w:tcPr>
          <w:p w14:paraId="6D004740" w14:textId="77777777" w:rsidR="00E86CF1" w:rsidRPr="00E86CF1" w:rsidRDefault="00E86CF1" w:rsidP="00E86CF1">
            <w:pPr>
              <w:jc w:val="left"/>
            </w:pPr>
            <w:r w:rsidRPr="00E86CF1">
              <w:t> </w:t>
            </w:r>
          </w:p>
        </w:tc>
        <w:tc>
          <w:tcPr>
            <w:tcW w:w="1340" w:type="dxa"/>
            <w:noWrap/>
            <w:hideMark/>
          </w:tcPr>
          <w:p w14:paraId="3EBA42D5" w14:textId="77777777" w:rsidR="00E86CF1" w:rsidRPr="00E86CF1" w:rsidRDefault="00E86CF1">
            <w:pPr>
              <w:jc w:val="left"/>
            </w:pPr>
            <w:r w:rsidRPr="00E86CF1">
              <w:t> </w:t>
            </w:r>
          </w:p>
        </w:tc>
        <w:tc>
          <w:tcPr>
            <w:tcW w:w="1493" w:type="dxa"/>
            <w:noWrap/>
            <w:hideMark/>
          </w:tcPr>
          <w:p w14:paraId="0AA2C477" w14:textId="77777777" w:rsidR="00E86CF1" w:rsidRPr="00E86CF1" w:rsidRDefault="00E86CF1">
            <w:r w:rsidRPr="00E86CF1">
              <w:t> </w:t>
            </w:r>
          </w:p>
        </w:tc>
      </w:tr>
      <w:tr w:rsidR="00E86CF1" w:rsidRPr="00E86CF1" w14:paraId="5B9B1C7D" w14:textId="77777777" w:rsidTr="00A53751">
        <w:trPr>
          <w:trHeight w:val="290"/>
        </w:trPr>
        <w:tc>
          <w:tcPr>
            <w:tcW w:w="820" w:type="dxa"/>
            <w:noWrap/>
            <w:hideMark/>
          </w:tcPr>
          <w:p w14:paraId="40D1FC30" w14:textId="77777777" w:rsidR="00E86CF1" w:rsidRPr="00E86CF1" w:rsidRDefault="00E86CF1" w:rsidP="00E86CF1">
            <w:r w:rsidRPr="00E86CF1">
              <w:t>57</w:t>
            </w:r>
          </w:p>
        </w:tc>
        <w:tc>
          <w:tcPr>
            <w:tcW w:w="4460" w:type="dxa"/>
            <w:noWrap/>
            <w:hideMark/>
          </w:tcPr>
          <w:p w14:paraId="52C4A5E3" w14:textId="77777777" w:rsidR="00E86CF1" w:rsidRPr="00E86CF1" w:rsidRDefault="00E86CF1">
            <w:pPr>
              <w:jc w:val="left"/>
            </w:pPr>
            <w:r w:rsidRPr="00E86CF1">
              <w:t>Total cost (vat inclusive)</w:t>
            </w:r>
          </w:p>
        </w:tc>
        <w:tc>
          <w:tcPr>
            <w:tcW w:w="790" w:type="dxa"/>
            <w:noWrap/>
            <w:hideMark/>
          </w:tcPr>
          <w:p w14:paraId="5D1CD73F" w14:textId="77777777" w:rsidR="00E86CF1" w:rsidRPr="00E86CF1" w:rsidRDefault="00E86CF1" w:rsidP="00E86CF1">
            <w:r w:rsidRPr="00E86CF1">
              <w:t>55</w:t>
            </w:r>
          </w:p>
        </w:tc>
        <w:tc>
          <w:tcPr>
            <w:tcW w:w="873" w:type="dxa"/>
            <w:noWrap/>
            <w:hideMark/>
          </w:tcPr>
          <w:p w14:paraId="367A674D" w14:textId="77777777" w:rsidR="00E86CF1" w:rsidRPr="00E86CF1" w:rsidRDefault="00E86CF1" w:rsidP="00E86CF1">
            <w:pPr>
              <w:jc w:val="left"/>
            </w:pPr>
            <w:r w:rsidRPr="00E86CF1">
              <w:t>pkt</w:t>
            </w:r>
          </w:p>
        </w:tc>
        <w:tc>
          <w:tcPr>
            <w:tcW w:w="1340" w:type="dxa"/>
            <w:noWrap/>
            <w:hideMark/>
          </w:tcPr>
          <w:p w14:paraId="10D9BF88" w14:textId="77777777" w:rsidR="00E86CF1" w:rsidRPr="00E86CF1" w:rsidRDefault="00E86CF1">
            <w:pPr>
              <w:jc w:val="left"/>
            </w:pPr>
            <w:r w:rsidRPr="00E86CF1">
              <w:t> </w:t>
            </w:r>
          </w:p>
        </w:tc>
        <w:tc>
          <w:tcPr>
            <w:tcW w:w="1493" w:type="dxa"/>
            <w:noWrap/>
            <w:hideMark/>
          </w:tcPr>
          <w:p w14:paraId="0C956D9F" w14:textId="77777777" w:rsidR="00E86CF1" w:rsidRPr="00E86CF1" w:rsidRDefault="00E86CF1">
            <w:r w:rsidRPr="00E86CF1">
              <w:t> </w:t>
            </w:r>
          </w:p>
        </w:tc>
      </w:tr>
      <w:tr w:rsidR="00E86CF1" w:rsidRPr="00E86CF1" w14:paraId="7DA57FA8" w14:textId="77777777" w:rsidTr="00A53751">
        <w:trPr>
          <w:trHeight w:val="290"/>
        </w:trPr>
        <w:tc>
          <w:tcPr>
            <w:tcW w:w="820" w:type="dxa"/>
            <w:noWrap/>
            <w:hideMark/>
          </w:tcPr>
          <w:p w14:paraId="68A0DC4C" w14:textId="77777777" w:rsidR="00E86CF1" w:rsidRPr="00E86CF1" w:rsidRDefault="00E86CF1" w:rsidP="00E86CF1">
            <w:r w:rsidRPr="00E86CF1">
              <w:t>58</w:t>
            </w:r>
          </w:p>
        </w:tc>
        <w:tc>
          <w:tcPr>
            <w:tcW w:w="4460" w:type="dxa"/>
            <w:noWrap/>
            <w:hideMark/>
          </w:tcPr>
          <w:p w14:paraId="7E30373B" w14:textId="77777777" w:rsidR="00E86CF1" w:rsidRPr="00E86CF1" w:rsidRDefault="00E86CF1">
            <w:pPr>
              <w:jc w:val="left"/>
            </w:pPr>
            <w:r w:rsidRPr="00E86CF1">
              <w:t>3" galvanized @ 100pcs/pkt</w:t>
            </w:r>
          </w:p>
        </w:tc>
        <w:tc>
          <w:tcPr>
            <w:tcW w:w="790" w:type="dxa"/>
            <w:noWrap/>
            <w:hideMark/>
          </w:tcPr>
          <w:p w14:paraId="1AC3DAA8" w14:textId="77777777" w:rsidR="00E86CF1" w:rsidRPr="00E86CF1" w:rsidRDefault="00E86CF1" w:rsidP="00E86CF1">
            <w:r w:rsidRPr="00E86CF1">
              <w:t>55</w:t>
            </w:r>
          </w:p>
        </w:tc>
        <w:tc>
          <w:tcPr>
            <w:tcW w:w="873" w:type="dxa"/>
            <w:noWrap/>
            <w:hideMark/>
          </w:tcPr>
          <w:p w14:paraId="66A81B32" w14:textId="77777777" w:rsidR="00E86CF1" w:rsidRPr="00E86CF1" w:rsidRDefault="00E86CF1" w:rsidP="00E86CF1">
            <w:pPr>
              <w:jc w:val="left"/>
            </w:pPr>
            <w:r w:rsidRPr="00E86CF1">
              <w:t>pkt</w:t>
            </w:r>
          </w:p>
        </w:tc>
        <w:tc>
          <w:tcPr>
            <w:tcW w:w="1340" w:type="dxa"/>
            <w:noWrap/>
            <w:hideMark/>
          </w:tcPr>
          <w:p w14:paraId="5A2847E5" w14:textId="77777777" w:rsidR="00E86CF1" w:rsidRPr="00E86CF1" w:rsidRDefault="00E86CF1">
            <w:pPr>
              <w:jc w:val="left"/>
            </w:pPr>
            <w:r w:rsidRPr="00E86CF1">
              <w:t> </w:t>
            </w:r>
          </w:p>
        </w:tc>
        <w:tc>
          <w:tcPr>
            <w:tcW w:w="1493" w:type="dxa"/>
            <w:noWrap/>
            <w:hideMark/>
          </w:tcPr>
          <w:p w14:paraId="565B0A43" w14:textId="77777777" w:rsidR="00E86CF1" w:rsidRPr="00E86CF1" w:rsidRDefault="00E86CF1">
            <w:r w:rsidRPr="00E86CF1">
              <w:t> </w:t>
            </w:r>
          </w:p>
        </w:tc>
      </w:tr>
      <w:tr w:rsidR="00E86CF1" w:rsidRPr="00E86CF1" w14:paraId="77FEDFC6" w14:textId="77777777" w:rsidTr="00A53751">
        <w:trPr>
          <w:trHeight w:val="290"/>
        </w:trPr>
        <w:tc>
          <w:tcPr>
            <w:tcW w:w="820" w:type="dxa"/>
            <w:noWrap/>
            <w:hideMark/>
          </w:tcPr>
          <w:p w14:paraId="511F4FA2" w14:textId="77777777" w:rsidR="00E86CF1" w:rsidRPr="00E86CF1" w:rsidRDefault="00E86CF1" w:rsidP="00E86CF1">
            <w:r w:rsidRPr="00E86CF1">
              <w:t>59</w:t>
            </w:r>
          </w:p>
        </w:tc>
        <w:tc>
          <w:tcPr>
            <w:tcW w:w="4460" w:type="dxa"/>
            <w:noWrap/>
            <w:hideMark/>
          </w:tcPr>
          <w:p w14:paraId="393EE094" w14:textId="77777777" w:rsidR="00E86CF1" w:rsidRPr="00E86CF1" w:rsidRDefault="00E86CF1">
            <w:pPr>
              <w:jc w:val="left"/>
            </w:pPr>
            <w:r w:rsidRPr="00E86CF1">
              <w:t>2"x3.15mm bullet head galvanized nails @ 100pcs/pkt</w:t>
            </w:r>
          </w:p>
        </w:tc>
        <w:tc>
          <w:tcPr>
            <w:tcW w:w="790" w:type="dxa"/>
            <w:noWrap/>
            <w:hideMark/>
          </w:tcPr>
          <w:p w14:paraId="3C3A68BB" w14:textId="77777777" w:rsidR="00E86CF1" w:rsidRPr="00E86CF1" w:rsidRDefault="00E86CF1" w:rsidP="00E86CF1">
            <w:r w:rsidRPr="00E86CF1">
              <w:t>20</w:t>
            </w:r>
          </w:p>
        </w:tc>
        <w:tc>
          <w:tcPr>
            <w:tcW w:w="873" w:type="dxa"/>
            <w:noWrap/>
            <w:hideMark/>
          </w:tcPr>
          <w:p w14:paraId="27D0950B" w14:textId="77777777" w:rsidR="00E86CF1" w:rsidRPr="00E86CF1" w:rsidRDefault="00E86CF1" w:rsidP="00E86CF1">
            <w:pPr>
              <w:jc w:val="left"/>
            </w:pPr>
            <w:r w:rsidRPr="00E86CF1">
              <w:t>pkt</w:t>
            </w:r>
          </w:p>
        </w:tc>
        <w:tc>
          <w:tcPr>
            <w:tcW w:w="1340" w:type="dxa"/>
            <w:noWrap/>
            <w:hideMark/>
          </w:tcPr>
          <w:p w14:paraId="07F288F0" w14:textId="77777777" w:rsidR="00E86CF1" w:rsidRPr="00E86CF1" w:rsidRDefault="00E86CF1">
            <w:pPr>
              <w:jc w:val="left"/>
            </w:pPr>
            <w:r w:rsidRPr="00E86CF1">
              <w:t> </w:t>
            </w:r>
          </w:p>
        </w:tc>
        <w:tc>
          <w:tcPr>
            <w:tcW w:w="1493" w:type="dxa"/>
            <w:noWrap/>
            <w:hideMark/>
          </w:tcPr>
          <w:p w14:paraId="7E7C0CAA" w14:textId="77777777" w:rsidR="00E86CF1" w:rsidRPr="00E86CF1" w:rsidRDefault="00E86CF1">
            <w:r w:rsidRPr="00E86CF1">
              <w:t> </w:t>
            </w:r>
          </w:p>
        </w:tc>
      </w:tr>
      <w:tr w:rsidR="00E86CF1" w:rsidRPr="00E86CF1" w14:paraId="5E73E4BA" w14:textId="77777777" w:rsidTr="00A53751">
        <w:trPr>
          <w:trHeight w:val="290"/>
        </w:trPr>
        <w:tc>
          <w:tcPr>
            <w:tcW w:w="820" w:type="dxa"/>
            <w:noWrap/>
            <w:hideMark/>
          </w:tcPr>
          <w:p w14:paraId="07DB9F40" w14:textId="77777777" w:rsidR="00E86CF1" w:rsidRPr="00E86CF1" w:rsidRDefault="00E86CF1" w:rsidP="00E86CF1">
            <w:r w:rsidRPr="00E86CF1">
              <w:lastRenderedPageBreak/>
              <w:t>60</w:t>
            </w:r>
          </w:p>
        </w:tc>
        <w:tc>
          <w:tcPr>
            <w:tcW w:w="4460" w:type="dxa"/>
            <w:noWrap/>
            <w:hideMark/>
          </w:tcPr>
          <w:p w14:paraId="0F791885" w14:textId="77777777" w:rsidR="00E86CF1" w:rsidRPr="00E86CF1" w:rsidRDefault="00E86CF1">
            <w:pPr>
              <w:jc w:val="left"/>
            </w:pPr>
            <w:r w:rsidRPr="00E86CF1">
              <w:t>M16 galvanized bolt 200mm length</w:t>
            </w:r>
          </w:p>
        </w:tc>
        <w:tc>
          <w:tcPr>
            <w:tcW w:w="790" w:type="dxa"/>
            <w:noWrap/>
            <w:hideMark/>
          </w:tcPr>
          <w:p w14:paraId="33AE579F" w14:textId="77777777" w:rsidR="00E86CF1" w:rsidRPr="00E86CF1" w:rsidRDefault="00E86CF1" w:rsidP="00E86CF1">
            <w:r w:rsidRPr="00E86CF1">
              <w:t>224</w:t>
            </w:r>
          </w:p>
        </w:tc>
        <w:tc>
          <w:tcPr>
            <w:tcW w:w="873" w:type="dxa"/>
            <w:noWrap/>
            <w:hideMark/>
          </w:tcPr>
          <w:p w14:paraId="4264362B" w14:textId="77777777" w:rsidR="00E86CF1" w:rsidRPr="00E86CF1" w:rsidRDefault="00E86CF1" w:rsidP="00E86CF1">
            <w:pPr>
              <w:jc w:val="left"/>
            </w:pPr>
            <w:r w:rsidRPr="00E86CF1">
              <w:t>no</w:t>
            </w:r>
          </w:p>
        </w:tc>
        <w:tc>
          <w:tcPr>
            <w:tcW w:w="1340" w:type="dxa"/>
            <w:noWrap/>
            <w:hideMark/>
          </w:tcPr>
          <w:p w14:paraId="197EED6F" w14:textId="77777777" w:rsidR="00E86CF1" w:rsidRPr="00E86CF1" w:rsidRDefault="00E86CF1">
            <w:pPr>
              <w:jc w:val="left"/>
            </w:pPr>
            <w:r w:rsidRPr="00E86CF1">
              <w:t> </w:t>
            </w:r>
          </w:p>
        </w:tc>
        <w:tc>
          <w:tcPr>
            <w:tcW w:w="1493" w:type="dxa"/>
            <w:noWrap/>
            <w:hideMark/>
          </w:tcPr>
          <w:p w14:paraId="35677EB0" w14:textId="77777777" w:rsidR="00E86CF1" w:rsidRPr="00E86CF1" w:rsidRDefault="00E86CF1">
            <w:r w:rsidRPr="00E86CF1">
              <w:t> </w:t>
            </w:r>
          </w:p>
        </w:tc>
      </w:tr>
      <w:tr w:rsidR="00E86CF1" w:rsidRPr="00E86CF1" w14:paraId="4EC7B87D" w14:textId="77777777" w:rsidTr="00A53751">
        <w:trPr>
          <w:trHeight w:val="290"/>
        </w:trPr>
        <w:tc>
          <w:tcPr>
            <w:tcW w:w="820" w:type="dxa"/>
            <w:noWrap/>
            <w:hideMark/>
          </w:tcPr>
          <w:p w14:paraId="1F1A95A7" w14:textId="77777777" w:rsidR="00E86CF1" w:rsidRPr="00E86CF1" w:rsidRDefault="00E86CF1" w:rsidP="00E86CF1">
            <w:r w:rsidRPr="00E86CF1">
              <w:t>61</w:t>
            </w:r>
          </w:p>
        </w:tc>
        <w:tc>
          <w:tcPr>
            <w:tcW w:w="4460" w:type="dxa"/>
            <w:noWrap/>
            <w:hideMark/>
          </w:tcPr>
          <w:p w14:paraId="59EBF897" w14:textId="77777777" w:rsidR="00E86CF1" w:rsidRPr="00E86CF1" w:rsidRDefault="00E86CF1">
            <w:pPr>
              <w:jc w:val="left"/>
            </w:pPr>
            <w:r w:rsidRPr="00E86CF1">
              <w:t>M16 galvanized bolt 400mm length</w:t>
            </w:r>
          </w:p>
        </w:tc>
        <w:tc>
          <w:tcPr>
            <w:tcW w:w="790" w:type="dxa"/>
            <w:noWrap/>
            <w:hideMark/>
          </w:tcPr>
          <w:p w14:paraId="4CAC994A" w14:textId="77777777" w:rsidR="00E86CF1" w:rsidRPr="00E86CF1" w:rsidRDefault="00E86CF1" w:rsidP="00E86CF1">
            <w:r w:rsidRPr="00E86CF1">
              <w:t>96</w:t>
            </w:r>
          </w:p>
        </w:tc>
        <w:tc>
          <w:tcPr>
            <w:tcW w:w="873" w:type="dxa"/>
            <w:noWrap/>
            <w:hideMark/>
          </w:tcPr>
          <w:p w14:paraId="14817CF5" w14:textId="77777777" w:rsidR="00E86CF1" w:rsidRPr="00E86CF1" w:rsidRDefault="00E86CF1" w:rsidP="00E86CF1">
            <w:pPr>
              <w:jc w:val="left"/>
            </w:pPr>
            <w:r w:rsidRPr="00E86CF1">
              <w:t>no</w:t>
            </w:r>
          </w:p>
        </w:tc>
        <w:tc>
          <w:tcPr>
            <w:tcW w:w="1340" w:type="dxa"/>
            <w:noWrap/>
            <w:hideMark/>
          </w:tcPr>
          <w:p w14:paraId="46A38B03" w14:textId="77777777" w:rsidR="00E86CF1" w:rsidRPr="00E86CF1" w:rsidRDefault="00E86CF1">
            <w:pPr>
              <w:jc w:val="left"/>
            </w:pPr>
            <w:r w:rsidRPr="00E86CF1">
              <w:t> </w:t>
            </w:r>
          </w:p>
        </w:tc>
        <w:tc>
          <w:tcPr>
            <w:tcW w:w="1493" w:type="dxa"/>
            <w:noWrap/>
            <w:hideMark/>
          </w:tcPr>
          <w:p w14:paraId="0B18BAEC" w14:textId="77777777" w:rsidR="00E86CF1" w:rsidRPr="00E86CF1" w:rsidRDefault="00E86CF1">
            <w:r w:rsidRPr="00E86CF1">
              <w:t> </w:t>
            </w:r>
          </w:p>
        </w:tc>
      </w:tr>
      <w:tr w:rsidR="00E86CF1" w:rsidRPr="00E86CF1" w14:paraId="721210FE" w14:textId="77777777" w:rsidTr="00A53751">
        <w:trPr>
          <w:trHeight w:val="290"/>
        </w:trPr>
        <w:tc>
          <w:tcPr>
            <w:tcW w:w="820" w:type="dxa"/>
            <w:noWrap/>
            <w:hideMark/>
          </w:tcPr>
          <w:p w14:paraId="5EFD7B8F" w14:textId="77777777" w:rsidR="00E86CF1" w:rsidRPr="00E86CF1" w:rsidRDefault="00E86CF1" w:rsidP="00E86CF1">
            <w:r w:rsidRPr="00E86CF1">
              <w:t>62</w:t>
            </w:r>
          </w:p>
        </w:tc>
        <w:tc>
          <w:tcPr>
            <w:tcW w:w="4460" w:type="dxa"/>
            <w:noWrap/>
            <w:hideMark/>
          </w:tcPr>
          <w:p w14:paraId="3D7A0939" w14:textId="77777777" w:rsidR="00E86CF1" w:rsidRPr="00E86CF1" w:rsidRDefault="00E86CF1">
            <w:pPr>
              <w:jc w:val="left"/>
            </w:pPr>
            <w:r w:rsidRPr="00E86CF1">
              <w:t>M12 galvanized bolt 150mm length</w:t>
            </w:r>
          </w:p>
        </w:tc>
        <w:tc>
          <w:tcPr>
            <w:tcW w:w="790" w:type="dxa"/>
            <w:noWrap/>
            <w:hideMark/>
          </w:tcPr>
          <w:p w14:paraId="0DC0953E" w14:textId="77777777" w:rsidR="00E86CF1" w:rsidRPr="00E86CF1" w:rsidRDefault="00E86CF1" w:rsidP="00E86CF1">
            <w:r w:rsidRPr="00E86CF1">
              <w:t>112</w:t>
            </w:r>
          </w:p>
        </w:tc>
        <w:tc>
          <w:tcPr>
            <w:tcW w:w="873" w:type="dxa"/>
            <w:noWrap/>
            <w:hideMark/>
          </w:tcPr>
          <w:p w14:paraId="302A3494" w14:textId="77777777" w:rsidR="00E86CF1" w:rsidRPr="00E86CF1" w:rsidRDefault="00E86CF1" w:rsidP="00E86CF1">
            <w:pPr>
              <w:jc w:val="left"/>
            </w:pPr>
            <w:r w:rsidRPr="00E86CF1">
              <w:t>no</w:t>
            </w:r>
          </w:p>
        </w:tc>
        <w:tc>
          <w:tcPr>
            <w:tcW w:w="1340" w:type="dxa"/>
            <w:noWrap/>
            <w:hideMark/>
          </w:tcPr>
          <w:p w14:paraId="5E2FEF6D" w14:textId="77777777" w:rsidR="00E86CF1" w:rsidRPr="00E86CF1" w:rsidRDefault="00E86CF1">
            <w:pPr>
              <w:jc w:val="left"/>
            </w:pPr>
            <w:r w:rsidRPr="00E86CF1">
              <w:t> </w:t>
            </w:r>
          </w:p>
        </w:tc>
        <w:tc>
          <w:tcPr>
            <w:tcW w:w="1493" w:type="dxa"/>
            <w:noWrap/>
            <w:hideMark/>
          </w:tcPr>
          <w:p w14:paraId="70010462" w14:textId="77777777" w:rsidR="00E86CF1" w:rsidRPr="00E86CF1" w:rsidRDefault="00E86CF1">
            <w:r w:rsidRPr="00E86CF1">
              <w:t> </w:t>
            </w:r>
          </w:p>
        </w:tc>
      </w:tr>
      <w:tr w:rsidR="00E86CF1" w:rsidRPr="00E86CF1" w14:paraId="63816696" w14:textId="77777777" w:rsidTr="00A53751">
        <w:trPr>
          <w:trHeight w:val="290"/>
        </w:trPr>
        <w:tc>
          <w:tcPr>
            <w:tcW w:w="820" w:type="dxa"/>
            <w:noWrap/>
            <w:hideMark/>
          </w:tcPr>
          <w:p w14:paraId="3A22E7F8" w14:textId="77777777" w:rsidR="00E86CF1" w:rsidRPr="00E86CF1" w:rsidRDefault="00E86CF1" w:rsidP="00E86CF1">
            <w:r w:rsidRPr="00E86CF1">
              <w:t>63</w:t>
            </w:r>
          </w:p>
        </w:tc>
        <w:tc>
          <w:tcPr>
            <w:tcW w:w="4460" w:type="dxa"/>
            <w:noWrap/>
            <w:hideMark/>
          </w:tcPr>
          <w:p w14:paraId="6829ED22" w14:textId="77777777" w:rsidR="00E86CF1" w:rsidRPr="00E86CF1" w:rsidRDefault="00E86CF1">
            <w:pPr>
              <w:jc w:val="left"/>
            </w:pPr>
            <w:r w:rsidRPr="00E86CF1">
              <w:t xml:space="preserve">M12 galvanized bolt 200mm length </w:t>
            </w:r>
          </w:p>
        </w:tc>
        <w:tc>
          <w:tcPr>
            <w:tcW w:w="790" w:type="dxa"/>
            <w:noWrap/>
            <w:hideMark/>
          </w:tcPr>
          <w:p w14:paraId="2B7B1B9A" w14:textId="77777777" w:rsidR="00E86CF1" w:rsidRPr="00E86CF1" w:rsidRDefault="00E86CF1" w:rsidP="00E86CF1">
            <w:r w:rsidRPr="00E86CF1">
              <w:t>140</w:t>
            </w:r>
          </w:p>
        </w:tc>
        <w:tc>
          <w:tcPr>
            <w:tcW w:w="873" w:type="dxa"/>
            <w:noWrap/>
            <w:hideMark/>
          </w:tcPr>
          <w:p w14:paraId="2CDEAC27" w14:textId="77777777" w:rsidR="00E86CF1" w:rsidRPr="00E86CF1" w:rsidRDefault="00E86CF1" w:rsidP="00E86CF1">
            <w:pPr>
              <w:jc w:val="left"/>
            </w:pPr>
            <w:r w:rsidRPr="00E86CF1">
              <w:t>no</w:t>
            </w:r>
          </w:p>
        </w:tc>
        <w:tc>
          <w:tcPr>
            <w:tcW w:w="1340" w:type="dxa"/>
            <w:noWrap/>
            <w:hideMark/>
          </w:tcPr>
          <w:p w14:paraId="757F1966" w14:textId="77777777" w:rsidR="00E86CF1" w:rsidRPr="00E86CF1" w:rsidRDefault="00E86CF1">
            <w:pPr>
              <w:jc w:val="left"/>
            </w:pPr>
            <w:r w:rsidRPr="00E86CF1">
              <w:t> </w:t>
            </w:r>
          </w:p>
        </w:tc>
        <w:tc>
          <w:tcPr>
            <w:tcW w:w="1493" w:type="dxa"/>
            <w:noWrap/>
            <w:hideMark/>
          </w:tcPr>
          <w:p w14:paraId="27FE57F7" w14:textId="77777777" w:rsidR="00E86CF1" w:rsidRPr="00E86CF1" w:rsidRDefault="00E86CF1">
            <w:r w:rsidRPr="00E86CF1">
              <w:t> </w:t>
            </w:r>
          </w:p>
        </w:tc>
      </w:tr>
      <w:tr w:rsidR="00E86CF1" w:rsidRPr="00E86CF1" w14:paraId="4DFF2969" w14:textId="77777777" w:rsidTr="00A53751">
        <w:trPr>
          <w:trHeight w:val="290"/>
        </w:trPr>
        <w:tc>
          <w:tcPr>
            <w:tcW w:w="820" w:type="dxa"/>
            <w:noWrap/>
            <w:hideMark/>
          </w:tcPr>
          <w:p w14:paraId="764969BF" w14:textId="77777777" w:rsidR="00E86CF1" w:rsidRPr="00E86CF1" w:rsidRDefault="00E86CF1" w:rsidP="00E86CF1">
            <w:r w:rsidRPr="00E86CF1">
              <w:t>64</w:t>
            </w:r>
          </w:p>
        </w:tc>
        <w:tc>
          <w:tcPr>
            <w:tcW w:w="4460" w:type="dxa"/>
            <w:noWrap/>
            <w:hideMark/>
          </w:tcPr>
          <w:p w14:paraId="796ABBBF" w14:textId="77777777" w:rsidR="00E86CF1" w:rsidRPr="00E86CF1" w:rsidRDefault="00E86CF1">
            <w:pPr>
              <w:jc w:val="left"/>
            </w:pPr>
            <w:r w:rsidRPr="00E86CF1">
              <w:t>Wood screw 2"</w:t>
            </w:r>
          </w:p>
        </w:tc>
        <w:tc>
          <w:tcPr>
            <w:tcW w:w="790" w:type="dxa"/>
            <w:noWrap/>
            <w:hideMark/>
          </w:tcPr>
          <w:p w14:paraId="0EB175DE" w14:textId="77777777" w:rsidR="00E86CF1" w:rsidRPr="00E86CF1" w:rsidRDefault="00E86CF1" w:rsidP="00E86CF1">
            <w:r w:rsidRPr="00E86CF1">
              <w:t>20</w:t>
            </w:r>
          </w:p>
        </w:tc>
        <w:tc>
          <w:tcPr>
            <w:tcW w:w="873" w:type="dxa"/>
            <w:noWrap/>
            <w:hideMark/>
          </w:tcPr>
          <w:p w14:paraId="49037348" w14:textId="77777777" w:rsidR="00E86CF1" w:rsidRPr="00E86CF1" w:rsidRDefault="00E86CF1" w:rsidP="00E86CF1">
            <w:pPr>
              <w:jc w:val="left"/>
            </w:pPr>
            <w:r w:rsidRPr="00E86CF1">
              <w:t>pkt</w:t>
            </w:r>
          </w:p>
        </w:tc>
        <w:tc>
          <w:tcPr>
            <w:tcW w:w="1340" w:type="dxa"/>
            <w:noWrap/>
            <w:hideMark/>
          </w:tcPr>
          <w:p w14:paraId="246A5C63" w14:textId="77777777" w:rsidR="00E86CF1" w:rsidRPr="00E86CF1" w:rsidRDefault="00E86CF1">
            <w:pPr>
              <w:jc w:val="left"/>
            </w:pPr>
            <w:r w:rsidRPr="00E86CF1">
              <w:t> </w:t>
            </w:r>
          </w:p>
        </w:tc>
        <w:tc>
          <w:tcPr>
            <w:tcW w:w="1493" w:type="dxa"/>
            <w:noWrap/>
            <w:hideMark/>
          </w:tcPr>
          <w:p w14:paraId="1F670388" w14:textId="77777777" w:rsidR="00E86CF1" w:rsidRPr="00E86CF1" w:rsidRDefault="00E86CF1">
            <w:r w:rsidRPr="00E86CF1">
              <w:t> </w:t>
            </w:r>
          </w:p>
        </w:tc>
      </w:tr>
      <w:tr w:rsidR="00E86CF1" w:rsidRPr="00E86CF1" w14:paraId="74643A7B" w14:textId="77777777" w:rsidTr="00A53751">
        <w:trPr>
          <w:trHeight w:val="290"/>
        </w:trPr>
        <w:tc>
          <w:tcPr>
            <w:tcW w:w="820" w:type="dxa"/>
            <w:noWrap/>
            <w:hideMark/>
          </w:tcPr>
          <w:p w14:paraId="50E4730A" w14:textId="77777777" w:rsidR="00E86CF1" w:rsidRPr="00E86CF1" w:rsidRDefault="00E86CF1" w:rsidP="00E86CF1">
            <w:r w:rsidRPr="00E86CF1">
              <w:t>65</w:t>
            </w:r>
          </w:p>
        </w:tc>
        <w:tc>
          <w:tcPr>
            <w:tcW w:w="4460" w:type="dxa"/>
            <w:noWrap/>
            <w:hideMark/>
          </w:tcPr>
          <w:p w14:paraId="671E34ED" w14:textId="77777777" w:rsidR="00E86CF1" w:rsidRPr="00E86CF1" w:rsidRDefault="00E86CF1">
            <w:pPr>
              <w:jc w:val="left"/>
            </w:pPr>
            <w:r w:rsidRPr="00E86CF1">
              <w:t>Wood screw 3"</w:t>
            </w:r>
          </w:p>
        </w:tc>
        <w:tc>
          <w:tcPr>
            <w:tcW w:w="790" w:type="dxa"/>
            <w:noWrap/>
            <w:hideMark/>
          </w:tcPr>
          <w:p w14:paraId="0CE15054" w14:textId="77777777" w:rsidR="00E86CF1" w:rsidRPr="00E86CF1" w:rsidRDefault="00E86CF1" w:rsidP="00E86CF1">
            <w:r w:rsidRPr="00E86CF1">
              <w:t>20</w:t>
            </w:r>
          </w:p>
        </w:tc>
        <w:tc>
          <w:tcPr>
            <w:tcW w:w="873" w:type="dxa"/>
            <w:noWrap/>
            <w:hideMark/>
          </w:tcPr>
          <w:p w14:paraId="3AD34D08" w14:textId="77777777" w:rsidR="00E86CF1" w:rsidRPr="00E86CF1" w:rsidRDefault="00E86CF1" w:rsidP="00E86CF1">
            <w:pPr>
              <w:jc w:val="left"/>
            </w:pPr>
            <w:r w:rsidRPr="00E86CF1">
              <w:t>pkt</w:t>
            </w:r>
          </w:p>
        </w:tc>
        <w:tc>
          <w:tcPr>
            <w:tcW w:w="1340" w:type="dxa"/>
            <w:noWrap/>
            <w:hideMark/>
          </w:tcPr>
          <w:p w14:paraId="573EED51" w14:textId="77777777" w:rsidR="00E86CF1" w:rsidRPr="00E86CF1" w:rsidRDefault="00E86CF1">
            <w:pPr>
              <w:jc w:val="left"/>
            </w:pPr>
            <w:r w:rsidRPr="00E86CF1">
              <w:t> </w:t>
            </w:r>
          </w:p>
        </w:tc>
        <w:tc>
          <w:tcPr>
            <w:tcW w:w="1493" w:type="dxa"/>
            <w:noWrap/>
            <w:hideMark/>
          </w:tcPr>
          <w:p w14:paraId="24232C39" w14:textId="77777777" w:rsidR="00E86CF1" w:rsidRPr="00E86CF1" w:rsidRDefault="00E86CF1">
            <w:r w:rsidRPr="00E86CF1">
              <w:t> </w:t>
            </w:r>
          </w:p>
        </w:tc>
      </w:tr>
      <w:tr w:rsidR="00E86CF1" w:rsidRPr="00E86CF1" w14:paraId="2FA8ADC5" w14:textId="77777777" w:rsidTr="00A53751">
        <w:trPr>
          <w:trHeight w:val="290"/>
        </w:trPr>
        <w:tc>
          <w:tcPr>
            <w:tcW w:w="820" w:type="dxa"/>
            <w:noWrap/>
            <w:hideMark/>
          </w:tcPr>
          <w:p w14:paraId="44246E3B" w14:textId="77777777" w:rsidR="00E86CF1" w:rsidRPr="00E86CF1" w:rsidRDefault="00E86CF1" w:rsidP="00E86CF1">
            <w:r w:rsidRPr="00E86CF1">
              <w:t>66</w:t>
            </w:r>
          </w:p>
        </w:tc>
        <w:tc>
          <w:tcPr>
            <w:tcW w:w="4460" w:type="dxa"/>
            <w:noWrap/>
            <w:hideMark/>
          </w:tcPr>
          <w:p w14:paraId="44A5967D" w14:textId="77777777" w:rsidR="00E86CF1" w:rsidRPr="00E86CF1" w:rsidRDefault="00E86CF1">
            <w:pPr>
              <w:jc w:val="left"/>
            </w:pPr>
            <w:r w:rsidRPr="00E86CF1">
              <w:t>Roofing nails 3"</w:t>
            </w:r>
          </w:p>
        </w:tc>
        <w:tc>
          <w:tcPr>
            <w:tcW w:w="790" w:type="dxa"/>
            <w:noWrap/>
            <w:hideMark/>
          </w:tcPr>
          <w:p w14:paraId="1F8B1713" w14:textId="77777777" w:rsidR="00E86CF1" w:rsidRPr="00E86CF1" w:rsidRDefault="00E86CF1" w:rsidP="00E86CF1">
            <w:r w:rsidRPr="00E86CF1">
              <w:t>30</w:t>
            </w:r>
          </w:p>
        </w:tc>
        <w:tc>
          <w:tcPr>
            <w:tcW w:w="873" w:type="dxa"/>
            <w:noWrap/>
            <w:hideMark/>
          </w:tcPr>
          <w:p w14:paraId="3600E954" w14:textId="77777777" w:rsidR="00E86CF1" w:rsidRPr="00E86CF1" w:rsidRDefault="00E86CF1" w:rsidP="00E86CF1">
            <w:pPr>
              <w:jc w:val="left"/>
            </w:pPr>
            <w:r w:rsidRPr="00E86CF1">
              <w:t>pkt</w:t>
            </w:r>
          </w:p>
        </w:tc>
        <w:tc>
          <w:tcPr>
            <w:tcW w:w="1340" w:type="dxa"/>
            <w:noWrap/>
            <w:hideMark/>
          </w:tcPr>
          <w:p w14:paraId="5C04028C" w14:textId="77777777" w:rsidR="00E86CF1" w:rsidRPr="00E86CF1" w:rsidRDefault="00E86CF1">
            <w:pPr>
              <w:jc w:val="left"/>
            </w:pPr>
            <w:r w:rsidRPr="00E86CF1">
              <w:t> </w:t>
            </w:r>
          </w:p>
        </w:tc>
        <w:tc>
          <w:tcPr>
            <w:tcW w:w="1493" w:type="dxa"/>
            <w:noWrap/>
            <w:hideMark/>
          </w:tcPr>
          <w:p w14:paraId="20E29632" w14:textId="77777777" w:rsidR="00E86CF1" w:rsidRPr="00E86CF1" w:rsidRDefault="00E86CF1">
            <w:r w:rsidRPr="00E86CF1">
              <w:t> </w:t>
            </w:r>
          </w:p>
        </w:tc>
      </w:tr>
      <w:tr w:rsidR="00E86CF1" w:rsidRPr="00E86CF1" w14:paraId="12724EC9" w14:textId="77777777" w:rsidTr="00A53751">
        <w:trPr>
          <w:trHeight w:val="290"/>
        </w:trPr>
        <w:tc>
          <w:tcPr>
            <w:tcW w:w="820" w:type="dxa"/>
            <w:noWrap/>
            <w:hideMark/>
          </w:tcPr>
          <w:p w14:paraId="751F1B7B" w14:textId="77777777" w:rsidR="00E86CF1" w:rsidRPr="00E86CF1" w:rsidRDefault="00E86CF1" w:rsidP="00E86CF1">
            <w:pPr>
              <w:rPr>
                <w:b/>
                <w:bCs/>
              </w:rPr>
            </w:pPr>
            <w:r w:rsidRPr="00E86CF1">
              <w:rPr>
                <w:b/>
                <w:bCs/>
              </w:rPr>
              <w:t> </w:t>
            </w:r>
          </w:p>
        </w:tc>
        <w:tc>
          <w:tcPr>
            <w:tcW w:w="4460" w:type="dxa"/>
            <w:noWrap/>
            <w:hideMark/>
          </w:tcPr>
          <w:p w14:paraId="456E315F" w14:textId="77777777" w:rsidR="00E86CF1" w:rsidRPr="00E86CF1" w:rsidRDefault="00E86CF1">
            <w:pPr>
              <w:jc w:val="left"/>
              <w:rPr>
                <w:b/>
                <w:bCs/>
              </w:rPr>
            </w:pPr>
            <w:r w:rsidRPr="00E86CF1">
              <w:rPr>
                <w:b/>
                <w:bCs/>
              </w:rPr>
              <w:t>Total cost</w:t>
            </w:r>
          </w:p>
        </w:tc>
        <w:tc>
          <w:tcPr>
            <w:tcW w:w="790" w:type="dxa"/>
            <w:noWrap/>
            <w:hideMark/>
          </w:tcPr>
          <w:p w14:paraId="2F68F4BC" w14:textId="77777777" w:rsidR="00E86CF1" w:rsidRPr="00E86CF1" w:rsidRDefault="00E86CF1" w:rsidP="00E86CF1">
            <w:pPr>
              <w:rPr>
                <w:b/>
                <w:bCs/>
              </w:rPr>
            </w:pPr>
            <w:r w:rsidRPr="00E86CF1">
              <w:rPr>
                <w:b/>
                <w:bCs/>
              </w:rPr>
              <w:t> </w:t>
            </w:r>
          </w:p>
        </w:tc>
        <w:tc>
          <w:tcPr>
            <w:tcW w:w="873" w:type="dxa"/>
            <w:noWrap/>
            <w:hideMark/>
          </w:tcPr>
          <w:p w14:paraId="6881A75D" w14:textId="77777777" w:rsidR="00E86CF1" w:rsidRPr="00E86CF1" w:rsidRDefault="00E86CF1" w:rsidP="00E86CF1">
            <w:pPr>
              <w:jc w:val="left"/>
              <w:rPr>
                <w:b/>
                <w:bCs/>
              </w:rPr>
            </w:pPr>
            <w:r w:rsidRPr="00E86CF1">
              <w:rPr>
                <w:b/>
                <w:bCs/>
              </w:rPr>
              <w:t> </w:t>
            </w:r>
          </w:p>
        </w:tc>
        <w:tc>
          <w:tcPr>
            <w:tcW w:w="1340" w:type="dxa"/>
            <w:noWrap/>
            <w:hideMark/>
          </w:tcPr>
          <w:p w14:paraId="50FE772C" w14:textId="77777777" w:rsidR="00E86CF1" w:rsidRPr="00E86CF1" w:rsidRDefault="00E86CF1">
            <w:pPr>
              <w:jc w:val="left"/>
              <w:rPr>
                <w:b/>
                <w:bCs/>
              </w:rPr>
            </w:pPr>
            <w:r w:rsidRPr="00E86CF1">
              <w:rPr>
                <w:b/>
                <w:bCs/>
              </w:rPr>
              <w:t> </w:t>
            </w:r>
          </w:p>
        </w:tc>
        <w:tc>
          <w:tcPr>
            <w:tcW w:w="1493" w:type="dxa"/>
            <w:noWrap/>
            <w:hideMark/>
          </w:tcPr>
          <w:p w14:paraId="4D2EAB66" w14:textId="77777777" w:rsidR="00E86CF1" w:rsidRPr="00E86CF1" w:rsidRDefault="00E86CF1">
            <w:pPr>
              <w:rPr>
                <w:b/>
                <w:bCs/>
              </w:rPr>
            </w:pPr>
            <w:r w:rsidRPr="00E86CF1">
              <w:rPr>
                <w:b/>
                <w:bCs/>
              </w:rPr>
              <w:t> </w:t>
            </w:r>
          </w:p>
        </w:tc>
      </w:tr>
      <w:tr w:rsidR="00E86CF1" w:rsidRPr="00E86CF1" w14:paraId="2DAD6F0B" w14:textId="77777777" w:rsidTr="00A53751">
        <w:trPr>
          <w:trHeight w:val="290"/>
        </w:trPr>
        <w:tc>
          <w:tcPr>
            <w:tcW w:w="820" w:type="dxa"/>
            <w:noWrap/>
            <w:hideMark/>
          </w:tcPr>
          <w:p w14:paraId="4645299E" w14:textId="77777777" w:rsidR="00E86CF1" w:rsidRPr="00E86CF1" w:rsidRDefault="00E86CF1" w:rsidP="00E86CF1">
            <w:pPr>
              <w:rPr>
                <w:b/>
                <w:bCs/>
              </w:rPr>
            </w:pPr>
            <w:r w:rsidRPr="00E86CF1">
              <w:rPr>
                <w:b/>
                <w:bCs/>
              </w:rPr>
              <w:t> </w:t>
            </w:r>
          </w:p>
        </w:tc>
        <w:tc>
          <w:tcPr>
            <w:tcW w:w="4460" w:type="dxa"/>
            <w:noWrap/>
            <w:hideMark/>
          </w:tcPr>
          <w:p w14:paraId="665A7FDE" w14:textId="77777777" w:rsidR="00E86CF1" w:rsidRPr="00E86CF1" w:rsidRDefault="00E86CF1">
            <w:pPr>
              <w:jc w:val="left"/>
              <w:rPr>
                <w:b/>
                <w:bCs/>
              </w:rPr>
            </w:pPr>
            <w:r w:rsidRPr="00E86CF1">
              <w:rPr>
                <w:b/>
                <w:bCs/>
              </w:rPr>
              <w:t>vat</w:t>
            </w:r>
          </w:p>
        </w:tc>
        <w:tc>
          <w:tcPr>
            <w:tcW w:w="790" w:type="dxa"/>
            <w:noWrap/>
            <w:hideMark/>
          </w:tcPr>
          <w:p w14:paraId="38E84FF3" w14:textId="77777777" w:rsidR="00E86CF1" w:rsidRPr="00E86CF1" w:rsidRDefault="00E86CF1" w:rsidP="00E86CF1">
            <w:pPr>
              <w:rPr>
                <w:b/>
                <w:bCs/>
              </w:rPr>
            </w:pPr>
            <w:r w:rsidRPr="00E86CF1">
              <w:rPr>
                <w:b/>
                <w:bCs/>
              </w:rPr>
              <w:t> </w:t>
            </w:r>
          </w:p>
        </w:tc>
        <w:tc>
          <w:tcPr>
            <w:tcW w:w="873" w:type="dxa"/>
            <w:noWrap/>
            <w:hideMark/>
          </w:tcPr>
          <w:p w14:paraId="434FF11F" w14:textId="77777777" w:rsidR="00E86CF1" w:rsidRPr="00E86CF1" w:rsidRDefault="00E86CF1" w:rsidP="00E86CF1">
            <w:pPr>
              <w:jc w:val="left"/>
              <w:rPr>
                <w:b/>
                <w:bCs/>
              </w:rPr>
            </w:pPr>
            <w:r w:rsidRPr="00E86CF1">
              <w:rPr>
                <w:b/>
                <w:bCs/>
              </w:rPr>
              <w:t> </w:t>
            </w:r>
          </w:p>
        </w:tc>
        <w:tc>
          <w:tcPr>
            <w:tcW w:w="1340" w:type="dxa"/>
            <w:noWrap/>
            <w:hideMark/>
          </w:tcPr>
          <w:p w14:paraId="6CE215EA" w14:textId="77777777" w:rsidR="00E86CF1" w:rsidRPr="00E86CF1" w:rsidRDefault="00E86CF1">
            <w:pPr>
              <w:jc w:val="left"/>
              <w:rPr>
                <w:b/>
                <w:bCs/>
              </w:rPr>
            </w:pPr>
            <w:r w:rsidRPr="00E86CF1">
              <w:rPr>
                <w:b/>
                <w:bCs/>
              </w:rPr>
              <w:t> </w:t>
            </w:r>
          </w:p>
        </w:tc>
        <w:tc>
          <w:tcPr>
            <w:tcW w:w="1493" w:type="dxa"/>
            <w:noWrap/>
            <w:hideMark/>
          </w:tcPr>
          <w:p w14:paraId="386FA22D" w14:textId="77777777" w:rsidR="00E86CF1" w:rsidRPr="00E86CF1" w:rsidRDefault="00E86CF1">
            <w:pPr>
              <w:rPr>
                <w:b/>
                <w:bCs/>
              </w:rPr>
            </w:pPr>
            <w:r w:rsidRPr="00E86CF1">
              <w:rPr>
                <w:b/>
                <w:bCs/>
              </w:rPr>
              <w:t> </w:t>
            </w:r>
          </w:p>
        </w:tc>
      </w:tr>
      <w:tr w:rsidR="00E86CF1" w:rsidRPr="00E86CF1" w14:paraId="1D78B3D1" w14:textId="77777777" w:rsidTr="00A53751">
        <w:trPr>
          <w:trHeight w:val="290"/>
        </w:trPr>
        <w:tc>
          <w:tcPr>
            <w:tcW w:w="820" w:type="dxa"/>
            <w:noWrap/>
            <w:hideMark/>
          </w:tcPr>
          <w:p w14:paraId="7189B28A" w14:textId="77777777" w:rsidR="00E86CF1" w:rsidRPr="00E86CF1" w:rsidRDefault="00E86CF1" w:rsidP="00E86CF1">
            <w:pPr>
              <w:rPr>
                <w:b/>
                <w:bCs/>
              </w:rPr>
            </w:pPr>
            <w:r w:rsidRPr="00E86CF1">
              <w:rPr>
                <w:b/>
                <w:bCs/>
              </w:rPr>
              <w:t> </w:t>
            </w:r>
          </w:p>
        </w:tc>
        <w:tc>
          <w:tcPr>
            <w:tcW w:w="4460" w:type="dxa"/>
            <w:noWrap/>
            <w:hideMark/>
          </w:tcPr>
          <w:p w14:paraId="4A934527" w14:textId="77777777" w:rsidR="00E86CF1" w:rsidRPr="00E86CF1" w:rsidRDefault="00E86CF1">
            <w:pPr>
              <w:jc w:val="left"/>
              <w:rPr>
                <w:b/>
                <w:bCs/>
              </w:rPr>
            </w:pPr>
            <w:r w:rsidRPr="00E86CF1">
              <w:rPr>
                <w:b/>
                <w:bCs/>
              </w:rPr>
              <w:t> </w:t>
            </w:r>
          </w:p>
        </w:tc>
        <w:tc>
          <w:tcPr>
            <w:tcW w:w="790" w:type="dxa"/>
            <w:noWrap/>
            <w:hideMark/>
          </w:tcPr>
          <w:p w14:paraId="0ED0CE1A" w14:textId="77777777" w:rsidR="00E86CF1" w:rsidRPr="00E86CF1" w:rsidRDefault="00E86CF1" w:rsidP="00E86CF1">
            <w:pPr>
              <w:rPr>
                <w:b/>
                <w:bCs/>
              </w:rPr>
            </w:pPr>
            <w:r w:rsidRPr="00E86CF1">
              <w:rPr>
                <w:b/>
                <w:bCs/>
              </w:rPr>
              <w:t> </w:t>
            </w:r>
          </w:p>
        </w:tc>
        <w:tc>
          <w:tcPr>
            <w:tcW w:w="873" w:type="dxa"/>
            <w:noWrap/>
            <w:hideMark/>
          </w:tcPr>
          <w:p w14:paraId="7B7F6241" w14:textId="77777777" w:rsidR="00E86CF1" w:rsidRPr="00E86CF1" w:rsidRDefault="00E86CF1" w:rsidP="00E86CF1">
            <w:pPr>
              <w:jc w:val="left"/>
              <w:rPr>
                <w:b/>
                <w:bCs/>
              </w:rPr>
            </w:pPr>
            <w:r w:rsidRPr="00E86CF1">
              <w:rPr>
                <w:b/>
                <w:bCs/>
              </w:rPr>
              <w:t> </w:t>
            </w:r>
          </w:p>
        </w:tc>
        <w:tc>
          <w:tcPr>
            <w:tcW w:w="1340" w:type="dxa"/>
            <w:noWrap/>
            <w:hideMark/>
          </w:tcPr>
          <w:p w14:paraId="60E95B43" w14:textId="77777777" w:rsidR="00E86CF1" w:rsidRPr="00E86CF1" w:rsidRDefault="00E86CF1">
            <w:pPr>
              <w:jc w:val="left"/>
              <w:rPr>
                <w:b/>
                <w:bCs/>
              </w:rPr>
            </w:pPr>
            <w:r w:rsidRPr="00E86CF1">
              <w:rPr>
                <w:b/>
                <w:bCs/>
              </w:rPr>
              <w:t> </w:t>
            </w:r>
          </w:p>
        </w:tc>
        <w:tc>
          <w:tcPr>
            <w:tcW w:w="1493" w:type="dxa"/>
            <w:noWrap/>
            <w:hideMark/>
          </w:tcPr>
          <w:p w14:paraId="735EF8B9" w14:textId="77777777" w:rsidR="00E86CF1" w:rsidRPr="00E86CF1" w:rsidRDefault="00E86CF1">
            <w:pPr>
              <w:rPr>
                <w:b/>
                <w:bCs/>
              </w:rPr>
            </w:pPr>
            <w:r w:rsidRPr="00E86CF1">
              <w:rPr>
                <w:b/>
                <w:bCs/>
              </w:rPr>
              <w:t> </w:t>
            </w:r>
          </w:p>
        </w:tc>
      </w:tr>
      <w:tr w:rsidR="00E86CF1" w:rsidRPr="00E86CF1" w14:paraId="41C8F165" w14:textId="77777777" w:rsidTr="00A53751">
        <w:trPr>
          <w:trHeight w:val="290"/>
        </w:trPr>
        <w:tc>
          <w:tcPr>
            <w:tcW w:w="820" w:type="dxa"/>
            <w:noWrap/>
            <w:hideMark/>
          </w:tcPr>
          <w:p w14:paraId="3A970DE7" w14:textId="77777777" w:rsidR="00E86CF1" w:rsidRPr="00E86CF1" w:rsidRDefault="00E86CF1" w:rsidP="00E86CF1">
            <w:pPr>
              <w:rPr>
                <w:b/>
                <w:bCs/>
              </w:rPr>
            </w:pPr>
            <w:r w:rsidRPr="00E86CF1">
              <w:rPr>
                <w:b/>
                <w:bCs/>
              </w:rPr>
              <w:t> </w:t>
            </w:r>
          </w:p>
        </w:tc>
        <w:tc>
          <w:tcPr>
            <w:tcW w:w="4460" w:type="dxa"/>
            <w:noWrap/>
            <w:hideMark/>
          </w:tcPr>
          <w:p w14:paraId="4FFD1A81" w14:textId="77777777" w:rsidR="00E86CF1" w:rsidRPr="00E86CF1" w:rsidRDefault="00E86CF1">
            <w:pPr>
              <w:jc w:val="left"/>
              <w:rPr>
                <w:b/>
                <w:bCs/>
              </w:rPr>
            </w:pPr>
            <w:r w:rsidRPr="00E86CF1">
              <w:rPr>
                <w:b/>
                <w:bCs/>
              </w:rPr>
              <w:t>other charges</w:t>
            </w:r>
          </w:p>
        </w:tc>
        <w:tc>
          <w:tcPr>
            <w:tcW w:w="790" w:type="dxa"/>
            <w:noWrap/>
            <w:hideMark/>
          </w:tcPr>
          <w:p w14:paraId="3BEE9A8F" w14:textId="77777777" w:rsidR="00E86CF1" w:rsidRPr="00E86CF1" w:rsidRDefault="00E86CF1" w:rsidP="00E86CF1">
            <w:pPr>
              <w:rPr>
                <w:b/>
                <w:bCs/>
              </w:rPr>
            </w:pPr>
            <w:r w:rsidRPr="00E86CF1">
              <w:rPr>
                <w:b/>
                <w:bCs/>
              </w:rPr>
              <w:t> </w:t>
            </w:r>
          </w:p>
        </w:tc>
        <w:tc>
          <w:tcPr>
            <w:tcW w:w="873" w:type="dxa"/>
            <w:noWrap/>
            <w:hideMark/>
          </w:tcPr>
          <w:p w14:paraId="4BAC35AB" w14:textId="77777777" w:rsidR="00E86CF1" w:rsidRPr="00E86CF1" w:rsidRDefault="00E86CF1" w:rsidP="00E86CF1">
            <w:pPr>
              <w:jc w:val="left"/>
              <w:rPr>
                <w:b/>
                <w:bCs/>
              </w:rPr>
            </w:pPr>
            <w:r w:rsidRPr="00E86CF1">
              <w:rPr>
                <w:b/>
                <w:bCs/>
              </w:rPr>
              <w:t> </w:t>
            </w:r>
          </w:p>
        </w:tc>
        <w:tc>
          <w:tcPr>
            <w:tcW w:w="1340" w:type="dxa"/>
            <w:noWrap/>
            <w:hideMark/>
          </w:tcPr>
          <w:p w14:paraId="2893B32B" w14:textId="77777777" w:rsidR="00E86CF1" w:rsidRPr="00E86CF1" w:rsidRDefault="00E86CF1">
            <w:pPr>
              <w:jc w:val="left"/>
              <w:rPr>
                <w:b/>
                <w:bCs/>
              </w:rPr>
            </w:pPr>
            <w:r w:rsidRPr="00E86CF1">
              <w:rPr>
                <w:b/>
                <w:bCs/>
              </w:rPr>
              <w:t> </w:t>
            </w:r>
          </w:p>
        </w:tc>
        <w:tc>
          <w:tcPr>
            <w:tcW w:w="1493" w:type="dxa"/>
            <w:noWrap/>
            <w:hideMark/>
          </w:tcPr>
          <w:p w14:paraId="454D4E7D" w14:textId="77777777" w:rsidR="00E86CF1" w:rsidRPr="00E86CF1" w:rsidRDefault="00E86CF1">
            <w:pPr>
              <w:rPr>
                <w:b/>
                <w:bCs/>
              </w:rPr>
            </w:pPr>
            <w:r w:rsidRPr="00E86CF1">
              <w:rPr>
                <w:b/>
                <w:bCs/>
              </w:rPr>
              <w:t> </w:t>
            </w:r>
          </w:p>
        </w:tc>
      </w:tr>
      <w:tr w:rsidR="00E86CF1" w:rsidRPr="00E86CF1" w14:paraId="2B099D5A" w14:textId="77777777" w:rsidTr="00A53751">
        <w:trPr>
          <w:trHeight w:val="290"/>
        </w:trPr>
        <w:tc>
          <w:tcPr>
            <w:tcW w:w="820" w:type="dxa"/>
            <w:noWrap/>
            <w:hideMark/>
          </w:tcPr>
          <w:p w14:paraId="54E17D51" w14:textId="77777777" w:rsidR="00E86CF1" w:rsidRPr="00E86CF1" w:rsidRDefault="00E86CF1" w:rsidP="00E86CF1">
            <w:pPr>
              <w:rPr>
                <w:b/>
                <w:bCs/>
              </w:rPr>
            </w:pPr>
            <w:r w:rsidRPr="00E86CF1">
              <w:rPr>
                <w:b/>
                <w:bCs/>
              </w:rPr>
              <w:t> </w:t>
            </w:r>
          </w:p>
        </w:tc>
        <w:tc>
          <w:tcPr>
            <w:tcW w:w="4460" w:type="dxa"/>
            <w:noWrap/>
            <w:hideMark/>
          </w:tcPr>
          <w:p w14:paraId="69916D28" w14:textId="77777777" w:rsidR="00E86CF1" w:rsidRPr="00E86CF1" w:rsidRDefault="00E86CF1">
            <w:pPr>
              <w:jc w:val="left"/>
              <w:rPr>
                <w:b/>
                <w:bCs/>
              </w:rPr>
            </w:pPr>
            <w:r w:rsidRPr="00E86CF1">
              <w:rPr>
                <w:b/>
                <w:bCs/>
              </w:rPr>
              <w:t>Total cost (vat inclusive)</w:t>
            </w:r>
          </w:p>
        </w:tc>
        <w:tc>
          <w:tcPr>
            <w:tcW w:w="790" w:type="dxa"/>
            <w:noWrap/>
            <w:hideMark/>
          </w:tcPr>
          <w:p w14:paraId="0B15847B" w14:textId="77777777" w:rsidR="00E86CF1" w:rsidRPr="00E86CF1" w:rsidRDefault="00E86CF1" w:rsidP="00E86CF1">
            <w:pPr>
              <w:rPr>
                <w:b/>
                <w:bCs/>
              </w:rPr>
            </w:pPr>
            <w:r w:rsidRPr="00E86CF1">
              <w:rPr>
                <w:b/>
                <w:bCs/>
              </w:rPr>
              <w:t> </w:t>
            </w:r>
          </w:p>
        </w:tc>
        <w:tc>
          <w:tcPr>
            <w:tcW w:w="873" w:type="dxa"/>
            <w:noWrap/>
            <w:hideMark/>
          </w:tcPr>
          <w:p w14:paraId="53881A34" w14:textId="77777777" w:rsidR="00E86CF1" w:rsidRPr="00E86CF1" w:rsidRDefault="00E86CF1" w:rsidP="00E86CF1">
            <w:pPr>
              <w:jc w:val="left"/>
              <w:rPr>
                <w:b/>
                <w:bCs/>
              </w:rPr>
            </w:pPr>
            <w:r w:rsidRPr="00E86CF1">
              <w:rPr>
                <w:b/>
                <w:bCs/>
              </w:rPr>
              <w:t> </w:t>
            </w:r>
          </w:p>
        </w:tc>
        <w:tc>
          <w:tcPr>
            <w:tcW w:w="1340" w:type="dxa"/>
            <w:noWrap/>
            <w:hideMark/>
          </w:tcPr>
          <w:p w14:paraId="27622D96" w14:textId="77777777" w:rsidR="00E86CF1" w:rsidRPr="00E86CF1" w:rsidRDefault="00E86CF1">
            <w:pPr>
              <w:jc w:val="left"/>
              <w:rPr>
                <w:b/>
                <w:bCs/>
              </w:rPr>
            </w:pPr>
            <w:r w:rsidRPr="00E86CF1">
              <w:rPr>
                <w:b/>
                <w:bCs/>
              </w:rPr>
              <w:t> </w:t>
            </w:r>
          </w:p>
        </w:tc>
        <w:tc>
          <w:tcPr>
            <w:tcW w:w="1493" w:type="dxa"/>
            <w:noWrap/>
            <w:hideMark/>
          </w:tcPr>
          <w:p w14:paraId="7C7B8E28" w14:textId="77777777" w:rsidR="00E86CF1" w:rsidRPr="00E86CF1" w:rsidRDefault="00E86CF1">
            <w:pPr>
              <w:rPr>
                <w:b/>
                <w:bCs/>
              </w:rPr>
            </w:pPr>
            <w:r w:rsidRPr="00E86CF1">
              <w:rPr>
                <w:b/>
                <w:bCs/>
              </w:rPr>
              <w:t> </w:t>
            </w:r>
          </w:p>
        </w:tc>
      </w:tr>
    </w:tbl>
    <w:p w14:paraId="77D7AF29" w14:textId="77777777" w:rsidR="00395559" w:rsidRPr="00E86CF1" w:rsidRDefault="00395559">
      <w:pPr>
        <w:rPr>
          <w:b/>
          <w:bCs/>
        </w:rPr>
      </w:pPr>
    </w:p>
    <w:p w14:paraId="5003FE13" w14:textId="2C692D96" w:rsidR="00395559" w:rsidRPr="00091275" w:rsidRDefault="009F7E86" w:rsidP="00D15E0E">
      <w:pPr>
        <w:numPr>
          <w:ilvl w:val="0"/>
          <w:numId w:val="5"/>
        </w:numPr>
      </w:pPr>
      <w:r>
        <w:rPr>
          <w:rFonts w:asciiTheme="minorHAnsi" w:hAnsiTheme="minorHAnsi" w:cstheme="minorHAnsi"/>
          <w:b/>
          <w:bCs/>
        </w:rPr>
        <w:t xml:space="preserve">Construction of </w:t>
      </w:r>
      <w:r w:rsidR="00091275">
        <w:rPr>
          <w:rFonts w:asciiTheme="minorHAnsi" w:hAnsiTheme="minorHAnsi" w:cstheme="minorHAnsi"/>
          <w:b/>
          <w:bCs/>
        </w:rPr>
        <w:t>Raorao seawall, Onotoa</w:t>
      </w:r>
    </w:p>
    <w:tbl>
      <w:tblPr>
        <w:tblStyle w:val="TableGrid"/>
        <w:tblW w:w="0" w:type="auto"/>
        <w:tblLook w:val="04A0" w:firstRow="1" w:lastRow="0" w:firstColumn="1" w:lastColumn="0" w:noHBand="0" w:noVBand="1"/>
      </w:tblPr>
      <w:tblGrid>
        <w:gridCol w:w="756"/>
        <w:gridCol w:w="2853"/>
        <w:gridCol w:w="696"/>
        <w:gridCol w:w="960"/>
        <w:gridCol w:w="1257"/>
        <w:gridCol w:w="1280"/>
      </w:tblGrid>
      <w:tr w:rsidR="00091275" w:rsidRPr="00091275" w14:paraId="2F62495A" w14:textId="77777777" w:rsidTr="005950F5">
        <w:trPr>
          <w:trHeight w:val="530"/>
        </w:trPr>
        <w:tc>
          <w:tcPr>
            <w:tcW w:w="4200" w:type="dxa"/>
            <w:gridSpan w:val="3"/>
            <w:hideMark/>
          </w:tcPr>
          <w:p w14:paraId="7FE6E13F" w14:textId="77777777" w:rsidR="00091275" w:rsidRPr="00091275" w:rsidRDefault="00091275" w:rsidP="00091275">
            <w:pPr>
              <w:jc w:val="left"/>
              <w:rPr>
                <w:rFonts w:ascii="Times New Roman" w:hAnsi="Times New Roman"/>
                <w:b/>
                <w:bCs/>
                <w:kern w:val="0"/>
                <w:lang w:val="en-KI"/>
              </w:rPr>
            </w:pPr>
            <w:r w:rsidRPr="00091275">
              <w:rPr>
                <w:rFonts w:ascii="Times New Roman" w:hAnsi="Times New Roman"/>
                <w:b/>
                <w:bCs/>
                <w:kern w:val="0"/>
              </w:rPr>
              <w:t xml:space="preserve">Material list - Construction of Raorao seawall, Onotoa </w:t>
            </w:r>
          </w:p>
        </w:tc>
        <w:tc>
          <w:tcPr>
            <w:tcW w:w="960" w:type="dxa"/>
            <w:noWrap/>
            <w:hideMark/>
          </w:tcPr>
          <w:p w14:paraId="575C2685" w14:textId="77777777" w:rsidR="00091275" w:rsidRPr="00091275" w:rsidRDefault="00091275" w:rsidP="00091275">
            <w:pPr>
              <w:jc w:val="left"/>
              <w:rPr>
                <w:rFonts w:ascii="Times New Roman" w:hAnsi="Times New Roman"/>
                <w:b/>
                <w:bCs/>
                <w:kern w:val="0"/>
              </w:rPr>
            </w:pPr>
            <w:r w:rsidRPr="00091275">
              <w:rPr>
                <w:rFonts w:ascii="Times New Roman" w:hAnsi="Times New Roman"/>
                <w:b/>
                <w:bCs/>
                <w:kern w:val="0"/>
              </w:rPr>
              <w:t> </w:t>
            </w:r>
          </w:p>
        </w:tc>
        <w:tc>
          <w:tcPr>
            <w:tcW w:w="1220" w:type="dxa"/>
            <w:noWrap/>
            <w:hideMark/>
          </w:tcPr>
          <w:p w14:paraId="053EA73E" w14:textId="77777777" w:rsidR="00091275" w:rsidRPr="00091275" w:rsidRDefault="00091275" w:rsidP="00091275">
            <w:pPr>
              <w:jc w:val="left"/>
              <w:rPr>
                <w:rFonts w:ascii="Times New Roman" w:hAnsi="Times New Roman"/>
                <w:b/>
                <w:bCs/>
                <w:kern w:val="0"/>
              </w:rPr>
            </w:pPr>
            <w:r w:rsidRPr="00091275">
              <w:rPr>
                <w:rFonts w:ascii="Times New Roman" w:hAnsi="Times New Roman"/>
                <w:b/>
                <w:bCs/>
                <w:kern w:val="0"/>
              </w:rPr>
              <w:t> </w:t>
            </w:r>
          </w:p>
        </w:tc>
        <w:tc>
          <w:tcPr>
            <w:tcW w:w="1280" w:type="dxa"/>
            <w:noWrap/>
            <w:hideMark/>
          </w:tcPr>
          <w:p w14:paraId="4FA2B0B7" w14:textId="77777777" w:rsidR="00091275" w:rsidRPr="00091275" w:rsidRDefault="00091275" w:rsidP="00091275">
            <w:pPr>
              <w:jc w:val="left"/>
              <w:rPr>
                <w:rFonts w:ascii="Times New Roman" w:hAnsi="Times New Roman"/>
                <w:b/>
                <w:bCs/>
                <w:kern w:val="0"/>
              </w:rPr>
            </w:pPr>
            <w:r w:rsidRPr="00091275">
              <w:rPr>
                <w:rFonts w:ascii="Times New Roman" w:hAnsi="Times New Roman"/>
                <w:b/>
                <w:bCs/>
                <w:kern w:val="0"/>
              </w:rPr>
              <w:t> </w:t>
            </w:r>
          </w:p>
        </w:tc>
      </w:tr>
      <w:tr w:rsidR="00091275" w:rsidRPr="00091275" w14:paraId="504F82AD" w14:textId="77777777" w:rsidTr="005950F5">
        <w:trPr>
          <w:trHeight w:val="580"/>
        </w:trPr>
        <w:tc>
          <w:tcPr>
            <w:tcW w:w="756" w:type="dxa"/>
            <w:noWrap/>
            <w:hideMark/>
          </w:tcPr>
          <w:p w14:paraId="68A4D89C" w14:textId="77777777" w:rsidR="00091275" w:rsidRPr="00091275" w:rsidRDefault="00091275" w:rsidP="00091275">
            <w:pPr>
              <w:jc w:val="left"/>
              <w:rPr>
                <w:rFonts w:ascii="Times New Roman" w:hAnsi="Times New Roman"/>
                <w:b/>
                <w:bCs/>
                <w:kern w:val="0"/>
              </w:rPr>
            </w:pPr>
            <w:r w:rsidRPr="00091275">
              <w:rPr>
                <w:rFonts w:ascii="Times New Roman" w:hAnsi="Times New Roman"/>
                <w:b/>
                <w:bCs/>
                <w:kern w:val="0"/>
              </w:rPr>
              <w:t>item #</w:t>
            </w:r>
          </w:p>
        </w:tc>
        <w:tc>
          <w:tcPr>
            <w:tcW w:w="2853" w:type="dxa"/>
            <w:noWrap/>
            <w:hideMark/>
          </w:tcPr>
          <w:p w14:paraId="1716CD7D" w14:textId="77777777" w:rsidR="00091275" w:rsidRPr="00091275" w:rsidRDefault="00091275" w:rsidP="00091275">
            <w:pPr>
              <w:jc w:val="left"/>
              <w:rPr>
                <w:rFonts w:ascii="Times New Roman" w:hAnsi="Times New Roman"/>
                <w:b/>
                <w:bCs/>
                <w:kern w:val="0"/>
              </w:rPr>
            </w:pPr>
            <w:r w:rsidRPr="00091275">
              <w:rPr>
                <w:rFonts w:ascii="Times New Roman" w:hAnsi="Times New Roman"/>
                <w:b/>
                <w:bCs/>
                <w:kern w:val="0"/>
              </w:rPr>
              <w:t>Description</w:t>
            </w:r>
          </w:p>
        </w:tc>
        <w:tc>
          <w:tcPr>
            <w:tcW w:w="591" w:type="dxa"/>
            <w:noWrap/>
            <w:hideMark/>
          </w:tcPr>
          <w:p w14:paraId="60D5EEB4" w14:textId="77777777" w:rsidR="00091275" w:rsidRPr="00091275" w:rsidRDefault="00091275" w:rsidP="00091275">
            <w:pPr>
              <w:jc w:val="left"/>
              <w:rPr>
                <w:rFonts w:ascii="Times New Roman" w:hAnsi="Times New Roman"/>
                <w:b/>
                <w:bCs/>
                <w:kern w:val="0"/>
              </w:rPr>
            </w:pPr>
            <w:r w:rsidRPr="00091275">
              <w:rPr>
                <w:rFonts w:ascii="Times New Roman" w:hAnsi="Times New Roman"/>
                <w:b/>
                <w:bCs/>
                <w:kern w:val="0"/>
              </w:rPr>
              <w:t>Qty</w:t>
            </w:r>
          </w:p>
        </w:tc>
        <w:tc>
          <w:tcPr>
            <w:tcW w:w="960" w:type="dxa"/>
            <w:noWrap/>
            <w:hideMark/>
          </w:tcPr>
          <w:p w14:paraId="0A33555F" w14:textId="77777777" w:rsidR="00091275" w:rsidRPr="00091275" w:rsidRDefault="00091275" w:rsidP="00091275">
            <w:pPr>
              <w:jc w:val="left"/>
              <w:rPr>
                <w:rFonts w:ascii="Times New Roman" w:hAnsi="Times New Roman"/>
                <w:b/>
                <w:bCs/>
                <w:kern w:val="0"/>
              </w:rPr>
            </w:pPr>
            <w:r w:rsidRPr="00091275">
              <w:rPr>
                <w:rFonts w:ascii="Times New Roman" w:hAnsi="Times New Roman"/>
                <w:b/>
                <w:bCs/>
                <w:kern w:val="0"/>
              </w:rPr>
              <w:t>Unit</w:t>
            </w:r>
          </w:p>
        </w:tc>
        <w:tc>
          <w:tcPr>
            <w:tcW w:w="1220" w:type="dxa"/>
            <w:hideMark/>
          </w:tcPr>
          <w:p w14:paraId="6E5ED927" w14:textId="77777777" w:rsidR="00091275" w:rsidRPr="00091275" w:rsidRDefault="00091275" w:rsidP="00091275">
            <w:pPr>
              <w:jc w:val="left"/>
              <w:rPr>
                <w:rFonts w:ascii="Times New Roman" w:hAnsi="Times New Roman"/>
                <w:b/>
                <w:bCs/>
                <w:kern w:val="0"/>
              </w:rPr>
            </w:pPr>
            <w:r w:rsidRPr="00091275">
              <w:rPr>
                <w:rFonts w:ascii="Times New Roman" w:hAnsi="Times New Roman"/>
                <w:b/>
                <w:bCs/>
                <w:kern w:val="0"/>
              </w:rPr>
              <w:t>Price Quotation</w:t>
            </w:r>
          </w:p>
        </w:tc>
        <w:tc>
          <w:tcPr>
            <w:tcW w:w="1280" w:type="dxa"/>
            <w:hideMark/>
          </w:tcPr>
          <w:p w14:paraId="47BD9D7C" w14:textId="77777777" w:rsidR="00091275" w:rsidRPr="00091275" w:rsidRDefault="00091275" w:rsidP="00091275">
            <w:pPr>
              <w:jc w:val="left"/>
              <w:rPr>
                <w:rFonts w:ascii="Times New Roman" w:hAnsi="Times New Roman"/>
                <w:b/>
                <w:bCs/>
                <w:kern w:val="0"/>
              </w:rPr>
            </w:pPr>
            <w:r w:rsidRPr="00091275">
              <w:rPr>
                <w:rFonts w:ascii="Times New Roman" w:hAnsi="Times New Roman"/>
                <w:b/>
                <w:bCs/>
                <w:kern w:val="0"/>
              </w:rPr>
              <w:t>T/Price Quotation</w:t>
            </w:r>
          </w:p>
        </w:tc>
      </w:tr>
      <w:tr w:rsidR="00091275" w:rsidRPr="00091275" w14:paraId="7BC55507" w14:textId="77777777" w:rsidTr="005950F5">
        <w:trPr>
          <w:trHeight w:val="290"/>
        </w:trPr>
        <w:tc>
          <w:tcPr>
            <w:tcW w:w="756" w:type="dxa"/>
            <w:noWrap/>
            <w:hideMark/>
          </w:tcPr>
          <w:p w14:paraId="1554FE84" w14:textId="77777777" w:rsidR="00091275" w:rsidRPr="00091275" w:rsidRDefault="00091275" w:rsidP="00091275">
            <w:pPr>
              <w:jc w:val="left"/>
              <w:rPr>
                <w:rFonts w:ascii="Times New Roman" w:hAnsi="Times New Roman"/>
                <w:kern w:val="0"/>
              </w:rPr>
            </w:pPr>
            <w:r w:rsidRPr="00091275">
              <w:rPr>
                <w:rFonts w:ascii="Times New Roman" w:hAnsi="Times New Roman"/>
                <w:kern w:val="0"/>
              </w:rPr>
              <w:t>1</w:t>
            </w:r>
          </w:p>
        </w:tc>
        <w:tc>
          <w:tcPr>
            <w:tcW w:w="2853" w:type="dxa"/>
            <w:noWrap/>
            <w:hideMark/>
          </w:tcPr>
          <w:p w14:paraId="78B4D55B" w14:textId="77777777" w:rsidR="00091275" w:rsidRPr="00091275" w:rsidRDefault="00091275" w:rsidP="00091275">
            <w:pPr>
              <w:jc w:val="left"/>
              <w:rPr>
                <w:rFonts w:ascii="Times New Roman" w:hAnsi="Times New Roman"/>
                <w:kern w:val="0"/>
              </w:rPr>
            </w:pPr>
            <w:r w:rsidRPr="00091275">
              <w:rPr>
                <w:rFonts w:ascii="Times New Roman" w:hAnsi="Times New Roman"/>
                <w:kern w:val="0"/>
              </w:rPr>
              <w:t>Portland Cements</w:t>
            </w:r>
          </w:p>
        </w:tc>
        <w:tc>
          <w:tcPr>
            <w:tcW w:w="591" w:type="dxa"/>
            <w:noWrap/>
            <w:hideMark/>
          </w:tcPr>
          <w:p w14:paraId="4C6A083B" w14:textId="77777777" w:rsidR="00091275" w:rsidRPr="00091275" w:rsidRDefault="00091275" w:rsidP="00091275">
            <w:pPr>
              <w:jc w:val="left"/>
              <w:rPr>
                <w:rFonts w:ascii="Times New Roman" w:hAnsi="Times New Roman"/>
                <w:kern w:val="0"/>
              </w:rPr>
            </w:pPr>
            <w:r w:rsidRPr="00091275">
              <w:rPr>
                <w:rFonts w:ascii="Times New Roman" w:hAnsi="Times New Roman"/>
                <w:kern w:val="0"/>
              </w:rPr>
              <w:t>1500</w:t>
            </w:r>
          </w:p>
        </w:tc>
        <w:tc>
          <w:tcPr>
            <w:tcW w:w="960" w:type="dxa"/>
            <w:noWrap/>
            <w:hideMark/>
          </w:tcPr>
          <w:p w14:paraId="1ACAA929" w14:textId="77777777" w:rsidR="00091275" w:rsidRPr="00091275" w:rsidRDefault="00091275" w:rsidP="00091275">
            <w:pPr>
              <w:jc w:val="left"/>
              <w:rPr>
                <w:rFonts w:ascii="Times New Roman" w:hAnsi="Times New Roman"/>
                <w:kern w:val="0"/>
              </w:rPr>
            </w:pPr>
            <w:r w:rsidRPr="00091275">
              <w:rPr>
                <w:rFonts w:ascii="Times New Roman" w:hAnsi="Times New Roman"/>
                <w:kern w:val="0"/>
              </w:rPr>
              <w:t>bag</w:t>
            </w:r>
          </w:p>
        </w:tc>
        <w:tc>
          <w:tcPr>
            <w:tcW w:w="1220" w:type="dxa"/>
            <w:noWrap/>
            <w:hideMark/>
          </w:tcPr>
          <w:p w14:paraId="6BC848AF" w14:textId="77777777" w:rsidR="00091275" w:rsidRPr="00091275" w:rsidRDefault="00091275" w:rsidP="00091275">
            <w:pPr>
              <w:jc w:val="left"/>
              <w:rPr>
                <w:rFonts w:ascii="Times New Roman" w:hAnsi="Times New Roman"/>
                <w:b/>
                <w:bCs/>
                <w:kern w:val="0"/>
              </w:rPr>
            </w:pPr>
            <w:r w:rsidRPr="00091275">
              <w:rPr>
                <w:rFonts w:ascii="Times New Roman" w:hAnsi="Times New Roman"/>
                <w:b/>
                <w:bCs/>
                <w:kern w:val="0"/>
              </w:rPr>
              <w:t> </w:t>
            </w:r>
          </w:p>
        </w:tc>
        <w:tc>
          <w:tcPr>
            <w:tcW w:w="1280" w:type="dxa"/>
            <w:noWrap/>
            <w:hideMark/>
          </w:tcPr>
          <w:p w14:paraId="7D9943A7" w14:textId="77777777" w:rsidR="00091275" w:rsidRPr="00091275" w:rsidRDefault="00091275" w:rsidP="00091275">
            <w:pPr>
              <w:jc w:val="left"/>
              <w:rPr>
                <w:rFonts w:ascii="Times New Roman" w:hAnsi="Times New Roman"/>
                <w:b/>
                <w:bCs/>
                <w:kern w:val="0"/>
              </w:rPr>
            </w:pPr>
            <w:r w:rsidRPr="00091275">
              <w:rPr>
                <w:rFonts w:ascii="Times New Roman" w:hAnsi="Times New Roman"/>
                <w:b/>
                <w:bCs/>
                <w:kern w:val="0"/>
              </w:rPr>
              <w:t> </w:t>
            </w:r>
          </w:p>
        </w:tc>
      </w:tr>
      <w:tr w:rsidR="00091275" w:rsidRPr="00091275" w14:paraId="39D9FFE9" w14:textId="77777777" w:rsidTr="005950F5">
        <w:trPr>
          <w:trHeight w:val="290"/>
        </w:trPr>
        <w:tc>
          <w:tcPr>
            <w:tcW w:w="756" w:type="dxa"/>
            <w:noWrap/>
            <w:hideMark/>
          </w:tcPr>
          <w:p w14:paraId="5C5BD504" w14:textId="77777777" w:rsidR="00091275" w:rsidRPr="00091275" w:rsidRDefault="00091275" w:rsidP="00091275">
            <w:pPr>
              <w:jc w:val="left"/>
              <w:rPr>
                <w:rFonts w:ascii="Times New Roman" w:hAnsi="Times New Roman"/>
                <w:kern w:val="0"/>
              </w:rPr>
            </w:pPr>
            <w:r w:rsidRPr="00091275">
              <w:rPr>
                <w:rFonts w:ascii="Times New Roman" w:hAnsi="Times New Roman"/>
                <w:kern w:val="0"/>
              </w:rPr>
              <w:t>2</w:t>
            </w:r>
          </w:p>
        </w:tc>
        <w:tc>
          <w:tcPr>
            <w:tcW w:w="2853" w:type="dxa"/>
            <w:noWrap/>
            <w:hideMark/>
          </w:tcPr>
          <w:p w14:paraId="4A07F4D0" w14:textId="77777777" w:rsidR="00091275" w:rsidRPr="00091275" w:rsidRDefault="00091275" w:rsidP="00091275">
            <w:pPr>
              <w:jc w:val="left"/>
              <w:rPr>
                <w:rFonts w:ascii="Times New Roman" w:hAnsi="Times New Roman"/>
                <w:kern w:val="0"/>
              </w:rPr>
            </w:pPr>
            <w:r w:rsidRPr="00091275">
              <w:rPr>
                <w:rFonts w:ascii="Times New Roman" w:hAnsi="Times New Roman"/>
                <w:kern w:val="0"/>
              </w:rPr>
              <w:t>Geotextile 100m/roll</w:t>
            </w:r>
          </w:p>
        </w:tc>
        <w:tc>
          <w:tcPr>
            <w:tcW w:w="591" w:type="dxa"/>
            <w:noWrap/>
            <w:hideMark/>
          </w:tcPr>
          <w:p w14:paraId="2E479ACB" w14:textId="77777777" w:rsidR="00091275" w:rsidRPr="00091275" w:rsidRDefault="00091275" w:rsidP="00091275">
            <w:pPr>
              <w:jc w:val="left"/>
              <w:rPr>
                <w:rFonts w:ascii="Times New Roman" w:hAnsi="Times New Roman"/>
                <w:kern w:val="0"/>
              </w:rPr>
            </w:pPr>
            <w:r w:rsidRPr="00091275">
              <w:rPr>
                <w:rFonts w:ascii="Times New Roman" w:hAnsi="Times New Roman"/>
                <w:kern w:val="0"/>
              </w:rPr>
              <w:t>1</w:t>
            </w:r>
          </w:p>
        </w:tc>
        <w:tc>
          <w:tcPr>
            <w:tcW w:w="960" w:type="dxa"/>
            <w:noWrap/>
            <w:hideMark/>
          </w:tcPr>
          <w:p w14:paraId="0C0A1F50" w14:textId="77777777" w:rsidR="00091275" w:rsidRPr="00091275" w:rsidRDefault="00091275" w:rsidP="00091275">
            <w:pPr>
              <w:jc w:val="left"/>
              <w:rPr>
                <w:rFonts w:ascii="Times New Roman" w:hAnsi="Times New Roman"/>
                <w:kern w:val="0"/>
              </w:rPr>
            </w:pPr>
            <w:r w:rsidRPr="00091275">
              <w:rPr>
                <w:rFonts w:ascii="Times New Roman" w:hAnsi="Times New Roman"/>
                <w:kern w:val="0"/>
              </w:rPr>
              <w:t>roll</w:t>
            </w:r>
          </w:p>
        </w:tc>
        <w:tc>
          <w:tcPr>
            <w:tcW w:w="1220" w:type="dxa"/>
            <w:noWrap/>
            <w:hideMark/>
          </w:tcPr>
          <w:p w14:paraId="7B5FF110" w14:textId="77777777" w:rsidR="00091275" w:rsidRPr="00091275" w:rsidRDefault="00091275" w:rsidP="00091275">
            <w:pPr>
              <w:jc w:val="left"/>
              <w:rPr>
                <w:rFonts w:ascii="Times New Roman" w:hAnsi="Times New Roman"/>
                <w:b/>
                <w:bCs/>
                <w:kern w:val="0"/>
              </w:rPr>
            </w:pPr>
            <w:r w:rsidRPr="00091275">
              <w:rPr>
                <w:rFonts w:ascii="Times New Roman" w:hAnsi="Times New Roman"/>
                <w:b/>
                <w:bCs/>
                <w:kern w:val="0"/>
              </w:rPr>
              <w:t> </w:t>
            </w:r>
          </w:p>
        </w:tc>
        <w:tc>
          <w:tcPr>
            <w:tcW w:w="1280" w:type="dxa"/>
            <w:noWrap/>
            <w:hideMark/>
          </w:tcPr>
          <w:p w14:paraId="2AAFEB13" w14:textId="77777777" w:rsidR="00091275" w:rsidRPr="00091275" w:rsidRDefault="00091275" w:rsidP="00091275">
            <w:pPr>
              <w:jc w:val="left"/>
              <w:rPr>
                <w:rFonts w:ascii="Times New Roman" w:hAnsi="Times New Roman"/>
                <w:b/>
                <w:bCs/>
                <w:kern w:val="0"/>
              </w:rPr>
            </w:pPr>
            <w:r w:rsidRPr="00091275">
              <w:rPr>
                <w:rFonts w:ascii="Times New Roman" w:hAnsi="Times New Roman"/>
                <w:b/>
                <w:bCs/>
                <w:kern w:val="0"/>
              </w:rPr>
              <w:t> </w:t>
            </w:r>
          </w:p>
        </w:tc>
      </w:tr>
      <w:tr w:rsidR="00091275" w:rsidRPr="00091275" w14:paraId="6F5B57A9" w14:textId="77777777" w:rsidTr="005950F5">
        <w:trPr>
          <w:trHeight w:val="290"/>
        </w:trPr>
        <w:tc>
          <w:tcPr>
            <w:tcW w:w="756" w:type="dxa"/>
            <w:noWrap/>
            <w:hideMark/>
          </w:tcPr>
          <w:p w14:paraId="7B3B5679" w14:textId="77777777" w:rsidR="00091275" w:rsidRPr="00091275" w:rsidRDefault="00091275" w:rsidP="00091275">
            <w:pPr>
              <w:jc w:val="left"/>
              <w:rPr>
                <w:rFonts w:ascii="Times New Roman" w:hAnsi="Times New Roman"/>
                <w:kern w:val="0"/>
              </w:rPr>
            </w:pPr>
            <w:r w:rsidRPr="00091275">
              <w:rPr>
                <w:rFonts w:ascii="Times New Roman" w:hAnsi="Times New Roman"/>
                <w:kern w:val="0"/>
              </w:rPr>
              <w:t>3</w:t>
            </w:r>
          </w:p>
        </w:tc>
        <w:tc>
          <w:tcPr>
            <w:tcW w:w="2853" w:type="dxa"/>
            <w:noWrap/>
            <w:hideMark/>
          </w:tcPr>
          <w:p w14:paraId="2E714F14" w14:textId="77777777" w:rsidR="00091275" w:rsidRPr="00091275" w:rsidRDefault="00091275" w:rsidP="00091275">
            <w:pPr>
              <w:jc w:val="left"/>
              <w:rPr>
                <w:rFonts w:ascii="Times New Roman" w:hAnsi="Times New Roman"/>
                <w:kern w:val="0"/>
              </w:rPr>
            </w:pPr>
            <w:r w:rsidRPr="00091275">
              <w:rPr>
                <w:rFonts w:ascii="Times New Roman" w:hAnsi="Times New Roman"/>
                <w:kern w:val="0"/>
              </w:rPr>
              <w:t>Sandbag</w:t>
            </w:r>
          </w:p>
        </w:tc>
        <w:tc>
          <w:tcPr>
            <w:tcW w:w="591" w:type="dxa"/>
            <w:noWrap/>
            <w:hideMark/>
          </w:tcPr>
          <w:p w14:paraId="4BF37421" w14:textId="77777777" w:rsidR="00091275" w:rsidRPr="00091275" w:rsidRDefault="00091275" w:rsidP="00091275">
            <w:pPr>
              <w:jc w:val="left"/>
              <w:rPr>
                <w:rFonts w:ascii="Times New Roman" w:hAnsi="Times New Roman"/>
                <w:kern w:val="0"/>
              </w:rPr>
            </w:pPr>
            <w:r w:rsidRPr="00091275">
              <w:rPr>
                <w:rFonts w:ascii="Times New Roman" w:hAnsi="Times New Roman"/>
                <w:kern w:val="0"/>
              </w:rPr>
              <w:t>2300</w:t>
            </w:r>
          </w:p>
        </w:tc>
        <w:tc>
          <w:tcPr>
            <w:tcW w:w="960" w:type="dxa"/>
            <w:noWrap/>
            <w:hideMark/>
          </w:tcPr>
          <w:p w14:paraId="55BAE2DD" w14:textId="77777777" w:rsidR="00091275" w:rsidRPr="00091275" w:rsidRDefault="00091275" w:rsidP="00091275">
            <w:pPr>
              <w:jc w:val="left"/>
              <w:rPr>
                <w:rFonts w:ascii="Times New Roman" w:hAnsi="Times New Roman"/>
                <w:kern w:val="0"/>
              </w:rPr>
            </w:pPr>
            <w:r w:rsidRPr="00091275">
              <w:rPr>
                <w:rFonts w:ascii="Times New Roman" w:hAnsi="Times New Roman"/>
                <w:kern w:val="0"/>
              </w:rPr>
              <w:t>pcs</w:t>
            </w:r>
          </w:p>
        </w:tc>
        <w:tc>
          <w:tcPr>
            <w:tcW w:w="1220" w:type="dxa"/>
            <w:noWrap/>
            <w:hideMark/>
          </w:tcPr>
          <w:p w14:paraId="7D9E200F" w14:textId="77777777" w:rsidR="00091275" w:rsidRPr="00091275" w:rsidRDefault="00091275" w:rsidP="00091275">
            <w:pPr>
              <w:jc w:val="left"/>
              <w:rPr>
                <w:rFonts w:ascii="Times New Roman" w:hAnsi="Times New Roman"/>
                <w:b/>
                <w:bCs/>
                <w:kern w:val="0"/>
              </w:rPr>
            </w:pPr>
            <w:r w:rsidRPr="00091275">
              <w:rPr>
                <w:rFonts w:ascii="Times New Roman" w:hAnsi="Times New Roman"/>
                <w:b/>
                <w:bCs/>
                <w:kern w:val="0"/>
              </w:rPr>
              <w:t> </w:t>
            </w:r>
          </w:p>
        </w:tc>
        <w:tc>
          <w:tcPr>
            <w:tcW w:w="1280" w:type="dxa"/>
            <w:noWrap/>
            <w:hideMark/>
          </w:tcPr>
          <w:p w14:paraId="3640CF3E" w14:textId="77777777" w:rsidR="00091275" w:rsidRPr="00091275" w:rsidRDefault="00091275" w:rsidP="00091275">
            <w:pPr>
              <w:jc w:val="left"/>
              <w:rPr>
                <w:rFonts w:ascii="Times New Roman" w:hAnsi="Times New Roman"/>
                <w:b/>
                <w:bCs/>
                <w:kern w:val="0"/>
              </w:rPr>
            </w:pPr>
            <w:r w:rsidRPr="00091275">
              <w:rPr>
                <w:rFonts w:ascii="Times New Roman" w:hAnsi="Times New Roman"/>
                <w:b/>
                <w:bCs/>
                <w:kern w:val="0"/>
              </w:rPr>
              <w:t> </w:t>
            </w:r>
          </w:p>
        </w:tc>
      </w:tr>
      <w:tr w:rsidR="00091275" w:rsidRPr="00091275" w14:paraId="0387E4F3" w14:textId="77777777" w:rsidTr="005950F5">
        <w:trPr>
          <w:trHeight w:val="290"/>
        </w:trPr>
        <w:tc>
          <w:tcPr>
            <w:tcW w:w="756" w:type="dxa"/>
            <w:noWrap/>
            <w:hideMark/>
          </w:tcPr>
          <w:p w14:paraId="1E3EDBF1" w14:textId="77777777" w:rsidR="00091275" w:rsidRPr="00091275" w:rsidRDefault="00091275" w:rsidP="00091275">
            <w:pPr>
              <w:jc w:val="left"/>
              <w:rPr>
                <w:rFonts w:ascii="Times New Roman" w:hAnsi="Times New Roman"/>
                <w:kern w:val="0"/>
              </w:rPr>
            </w:pPr>
            <w:r w:rsidRPr="00091275">
              <w:rPr>
                <w:rFonts w:ascii="Times New Roman" w:hAnsi="Times New Roman"/>
                <w:kern w:val="0"/>
              </w:rPr>
              <w:t>4</w:t>
            </w:r>
          </w:p>
        </w:tc>
        <w:tc>
          <w:tcPr>
            <w:tcW w:w="2853" w:type="dxa"/>
            <w:noWrap/>
            <w:hideMark/>
          </w:tcPr>
          <w:p w14:paraId="6C88759A" w14:textId="77777777" w:rsidR="00091275" w:rsidRPr="00091275" w:rsidRDefault="00091275" w:rsidP="00091275">
            <w:pPr>
              <w:jc w:val="left"/>
              <w:rPr>
                <w:rFonts w:ascii="Times New Roman" w:hAnsi="Times New Roman"/>
                <w:kern w:val="0"/>
              </w:rPr>
            </w:pPr>
            <w:r w:rsidRPr="00091275">
              <w:rPr>
                <w:rFonts w:ascii="Times New Roman" w:hAnsi="Times New Roman"/>
                <w:kern w:val="0"/>
              </w:rPr>
              <w:t>Formply sheet 3/4"</w:t>
            </w:r>
          </w:p>
        </w:tc>
        <w:tc>
          <w:tcPr>
            <w:tcW w:w="591" w:type="dxa"/>
            <w:noWrap/>
            <w:hideMark/>
          </w:tcPr>
          <w:p w14:paraId="4A1498F8" w14:textId="77777777" w:rsidR="00091275" w:rsidRPr="00091275" w:rsidRDefault="00091275" w:rsidP="00091275">
            <w:pPr>
              <w:jc w:val="left"/>
              <w:rPr>
                <w:rFonts w:ascii="Times New Roman" w:hAnsi="Times New Roman"/>
                <w:kern w:val="0"/>
              </w:rPr>
            </w:pPr>
            <w:r w:rsidRPr="00091275">
              <w:rPr>
                <w:rFonts w:ascii="Times New Roman" w:hAnsi="Times New Roman"/>
                <w:kern w:val="0"/>
              </w:rPr>
              <w:t>17</w:t>
            </w:r>
          </w:p>
        </w:tc>
        <w:tc>
          <w:tcPr>
            <w:tcW w:w="960" w:type="dxa"/>
            <w:noWrap/>
            <w:hideMark/>
          </w:tcPr>
          <w:p w14:paraId="133D3E09" w14:textId="77777777" w:rsidR="00091275" w:rsidRPr="00091275" w:rsidRDefault="00091275" w:rsidP="00091275">
            <w:pPr>
              <w:jc w:val="left"/>
              <w:rPr>
                <w:rFonts w:ascii="Times New Roman" w:hAnsi="Times New Roman"/>
                <w:kern w:val="0"/>
              </w:rPr>
            </w:pPr>
            <w:r w:rsidRPr="00091275">
              <w:rPr>
                <w:rFonts w:ascii="Times New Roman" w:hAnsi="Times New Roman"/>
                <w:kern w:val="0"/>
              </w:rPr>
              <w:t>sheets</w:t>
            </w:r>
          </w:p>
        </w:tc>
        <w:tc>
          <w:tcPr>
            <w:tcW w:w="1220" w:type="dxa"/>
            <w:noWrap/>
            <w:hideMark/>
          </w:tcPr>
          <w:p w14:paraId="2F818DE0" w14:textId="77777777" w:rsidR="00091275" w:rsidRPr="00091275" w:rsidRDefault="00091275" w:rsidP="00091275">
            <w:pPr>
              <w:jc w:val="left"/>
              <w:rPr>
                <w:rFonts w:ascii="Times New Roman" w:hAnsi="Times New Roman"/>
                <w:b/>
                <w:bCs/>
                <w:kern w:val="0"/>
              </w:rPr>
            </w:pPr>
            <w:r w:rsidRPr="00091275">
              <w:rPr>
                <w:rFonts w:ascii="Times New Roman" w:hAnsi="Times New Roman"/>
                <w:b/>
                <w:bCs/>
                <w:kern w:val="0"/>
              </w:rPr>
              <w:t> </w:t>
            </w:r>
          </w:p>
        </w:tc>
        <w:tc>
          <w:tcPr>
            <w:tcW w:w="1280" w:type="dxa"/>
            <w:noWrap/>
            <w:hideMark/>
          </w:tcPr>
          <w:p w14:paraId="182CA378" w14:textId="77777777" w:rsidR="00091275" w:rsidRPr="00091275" w:rsidRDefault="00091275" w:rsidP="00091275">
            <w:pPr>
              <w:jc w:val="left"/>
              <w:rPr>
                <w:rFonts w:ascii="Times New Roman" w:hAnsi="Times New Roman"/>
                <w:b/>
                <w:bCs/>
                <w:kern w:val="0"/>
              </w:rPr>
            </w:pPr>
            <w:r w:rsidRPr="00091275">
              <w:rPr>
                <w:rFonts w:ascii="Times New Roman" w:hAnsi="Times New Roman"/>
                <w:b/>
                <w:bCs/>
                <w:kern w:val="0"/>
              </w:rPr>
              <w:t> </w:t>
            </w:r>
          </w:p>
        </w:tc>
      </w:tr>
      <w:tr w:rsidR="00091275" w:rsidRPr="00091275" w14:paraId="1C76C93E" w14:textId="77777777" w:rsidTr="005950F5">
        <w:trPr>
          <w:trHeight w:val="290"/>
        </w:trPr>
        <w:tc>
          <w:tcPr>
            <w:tcW w:w="756" w:type="dxa"/>
            <w:noWrap/>
            <w:hideMark/>
          </w:tcPr>
          <w:p w14:paraId="0F66F427" w14:textId="77777777" w:rsidR="00091275" w:rsidRPr="00091275" w:rsidRDefault="00091275" w:rsidP="00091275">
            <w:pPr>
              <w:jc w:val="left"/>
              <w:rPr>
                <w:rFonts w:ascii="Times New Roman" w:hAnsi="Times New Roman"/>
                <w:kern w:val="0"/>
              </w:rPr>
            </w:pPr>
            <w:r w:rsidRPr="00091275">
              <w:rPr>
                <w:rFonts w:ascii="Times New Roman" w:hAnsi="Times New Roman"/>
                <w:kern w:val="0"/>
              </w:rPr>
              <w:t>5</w:t>
            </w:r>
          </w:p>
        </w:tc>
        <w:tc>
          <w:tcPr>
            <w:tcW w:w="2853" w:type="dxa"/>
            <w:noWrap/>
            <w:hideMark/>
          </w:tcPr>
          <w:p w14:paraId="7BB146A5" w14:textId="77777777" w:rsidR="00091275" w:rsidRPr="00091275" w:rsidRDefault="00091275" w:rsidP="00091275">
            <w:pPr>
              <w:jc w:val="left"/>
              <w:rPr>
                <w:rFonts w:ascii="Times New Roman" w:hAnsi="Times New Roman"/>
                <w:kern w:val="0"/>
              </w:rPr>
            </w:pPr>
            <w:r w:rsidRPr="00091275">
              <w:rPr>
                <w:rFonts w:ascii="Times New Roman" w:hAnsi="Times New Roman"/>
                <w:kern w:val="0"/>
              </w:rPr>
              <w:t>Timber frame 100x50mm</w:t>
            </w:r>
          </w:p>
        </w:tc>
        <w:tc>
          <w:tcPr>
            <w:tcW w:w="591" w:type="dxa"/>
            <w:noWrap/>
            <w:hideMark/>
          </w:tcPr>
          <w:p w14:paraId="5AF016E9" w14:textId="77777777" w:rsidR="00091275" w:rsidRPr="00091275" w:rsidRDefault="00091275" w:rsidP="00091275">
            <w:pPr>
              <w:jc w:val="left"/>
              <w:rPr>
                <w:rFonts w:ascii="Times New Roman" w:hAnsi="Times New Roman"/>
                <w:kern w:val="0"/>
              </w:rPr>
            </w:pPr>
            <w:r w:rsidRPr="00091275">
              <w:rPr>
                <w:rFonts w:ascii="Times New Roman" w:hAnsi="Times New Roman"/>
                <w:kern w:val="0"/>
              </w:rPr>
              <w:t>30</w:t>
            </w:r>
          </w:p>
        </w:tc>
        <w:tc>
          <w:tcPr>
            <w:tcW w:w="960" w:type="dxa"/>
            <w:noWrap/>
            <w:hideMark/>
          </w:tcPr>
          <w:p w14:paraId="47ABC2EF" w14:textId="77777777" w:rsidR="00091275" w:rsidRPr="00091275" w:rsidRDefault="00091275" w:rsidP="00091275">
            <w:pPr>
              <w:jc w:val="left"/>
              <w:rPr>
                <w:rFonts w:ascii="Times New Roman" w:hAnsi="Times New Roman"/>
                <w:kern w:val="0"/>
              </w:rPr>
            </w:pPr>
            <w:r w:rsidRPr="00091275">
              <w:rPr>
                <w:rFonts w:ascii="Times New Roman" w:hAnsi="Times New Roman"/>
                <w:kern w:val="0"/>
              </w:rPr>
              <w:t>lengths</w:t>
            </w:r>
          </w:p>
        </w:tc>
        <w:tc>
          <w:tcPr>
            <w:tcW w:w="1220" w:type="dxa"/>
            <w:noWrap/>
            <w:hideMark/>
          </w:tcPr>
          <w:p w14:paraId="23621FF2" w14:textId="77777777" w:rsidR="00091275" w:rsidRPr="00091275" w:rsidRDefault="00091275" w:rsidP="00091275">
            <w:pPr>
              <w:jc w:val="left"/>
              <w:rPr>
                <w:rFonts w:ascii="Times New Roman" w:hAnsi="Times New Roman"/>
                <w:b/>
                <w:bCs/>
                <w:kern w:val="0"/>
              </w:rPr>
            </w:pPr>
            <w:r w:rsidRPr="00091275">
              <w:rPr>
                <w:rFonts w:ascii="Times New Roman" w:hAnsi="Times New Roman"/>
                <w:b/>
                <w:bCs/>
                <w:kern w:val="0"/>
              </w:rPr>
              <w:t> </w:t>
            </w:r>
          </w:p>
        </w:tc>
        <w:tc>
          <w:tcPr>
            <w:tcW w:w="1280" w:type="dxa"/>
            <w:noWrap/>
            <w:hideMark/>
          </w:tcPr>
          <w:p w14:paraId="06704795" w14:textId="77777777" w:rsidR="00091275" w:rsidRPr="00091275" w:rsidRDefault="00091275" w:rsidP="00091275">
            <w:pPr>
              <w:jc w:val="left"/>
              <w:rPr>
                <w:rFonts w:ascii="Times New Roman" w:hAnsi="Times New Roman"/>
                <w:b/>
                <w:bCs/>
                <w:kern w:val="0"/>
              </w:rPr>
            </w:pPr>
            <w:r w:rsidRPr="00091275">
              <w:rPr>
                <w:rFonts w:ascii="Times New Roman" w:hAnsi="Times New Roman"/>
                <w:b/>
                <w:bCs/>
                <w:kern w:val="0"/>
              </w:rPr>
              <w:t> </w:t>
            </w:r>
          </w:p>
        </w:tc>
      </w:tr>
      <w:tr w:rsidR="00091275" w:rsidRPr="00091275" w14:paraId="3112AD84" w14:textId="77777777" w:rsidTr="005950F5">
        <w:trPr>
          <w:trHeight w:val="290"/>
        </w:trPr>
        <w:tc>
          <w:tcPr>
            <w:tcW w:w="756" w:type="dxa"/>
            <w:noWrap/>
            <w:hideMark/>
          </w:tcPr>
          <w:p w14:paraId="14130626" w14:textId="77777777" w:rsidR="00091275" w:rsidRPr="00091275" w:rsidRDefault="00091275" w:rsidP="00091275">
            <w:pPr>
              <w:jc w:val="left"/>
              <w:rPr>
                <w:rFonts w:ascii="Times New Roman" w:hAnsi="Times New Roman"/>
                <w:kern w:val="0"/>
              </w:rPr>
            </w:pPr>
            <w:r w:rsidRPr="00091275">
              <w:rPr>
                <w:rFonts w:ascii="Times New Roman" w:hAnsi="Times New Roman"/>
                <w:kern w:val="0"/>
              </w:rPr>
              <w:lastRenderedPageBreak/>
              <w:t>6</w:t>
            </w:r>
          </w:p>
        </w:tc>
        <w:tc>
          <w:tcPr>
            <w:tcW w:w="2853" w:type="dxa"/>
            <w:noWrap/>
            <w:hideMark/>
          </w:tcPr>
          <w:p w14:paraId="38DFA33E" w14:textId="77777777" w:rsidR="00091275" w:rsidRPr="00091275" w:rsidRDefault="00091275" w:rsidP="00091275">
            <w:pPr>
              <w:jc w:val="left"/>
              <w:rPr>
                <w:rFonts w:ascii="Times New Roman" w:hAnsi="Times New Roman"/>
                <w:kern w:val="0"/>
              </w:rPr>
            </w:pPr>
            <w:r w:rsidRPr="00091275">
              <w:rPr>
                <w:rFonts w:ascii="Times New Roman" w:hAnsi="Times New Roman"/>
                <w:kern w:val="0"/>
              </w:rPr>
              <w:t>Nails 4"</w:t>
            </w:r>
          </w:p>
        </w:tc>
        <w:tc>
          <w:tcPr>
            <w:tcW w:w="591" w:type="dxa"/>
            <w:noWrap/>
            <w:hideMark/>
          </w:tcPr>
          <w:p w14:paraId="76864747" w14:textId="77777777" w:rsidR="00091275" w:rsidRPr="00091275" w:rsidRDefault="00091275" w:rsidP="00091275">
            <w:pPr>
              <w:jc w:val="left"/>
              <w:rPr>
                <w:rFonts w:ascii="Times New Roman" w:hAnsi="Times New Roman"/>
                <w:kern w:val="0"/>
              </w:rPr>
            </w:pPr>
            <w:r w:rsidRPr="00091275">
              <w:rPr>
                <w:rFonts w:ascii="Times New Roman" w:hAnsi="Times New Roman"/>
                <w:kern w:val="0"/>
              </w:rPr>
              <w:t>10</w:t>
            </w:r>
          </w:p>
        </w:tc>
        <w:tc>
          <w:tcPr>
            <w:tcW w:w="960" w:type="dxa"/>
            <w:noWrap/>
            <w:hideMark/>
          </w:tcPr>
          <w:p w14:paraId="1869731E" w14:textId="77777777" w:rsidR="00091275" w:rsidRPr="00091275" w:rsidRDefault="00091275" w:rsidP="00091275">
            <w:pPr>
              <w:jc w:val="left"/>
              <w:rPr>
                <w:rFonts w:ascii="Times New Roman" w:hAnsi="Times New Roman"/>
                <w:kern w:val="0"/>
              </w:rPr>
            </w:pPr>
            <w:r w:rsidRPr="00091275">
              <w:rPr>
                <w:rFonts w:ascii="Times New Roman" w:hAnsi="Times New Roman"/>
                <w:kern w:val="0"/>
              </w:rPr>
              <w:t>kg</w:t>
            </w:r>
          </w:p>
        </w:tc>
        <w:tc>
          <w:tcPr>
            <w:tcW w:w="1220" w:type="dxa"/>
            <w:noWrap/>
            <w:hideMark/>
          </w:tcPr>
          <w:p w14:paraId="20721759" w14:textId="77777777" w:rsidR="00091275" w:rsidRPr="00091275" w:rsidRDefault="00091275" w:rsidP="00091275">
            <w:pPr>
              <w:jc w:val="left"/>
              <w:rPr>
                <w:rFonts w:ascii="Times New Roman" w:hAnsi="Times New Roman"/>
                <w:b/>
                <w:bCs/>
                <w:kern w:val="0"/>
              </w:rPr>
            </w:pPr>
            <w:r w:rsidRPr="00091275">
              <w:rPr>
                <w:rFonts w:ascii="Times New Roman" w:hAnsi="Times New Roman"/>
                <w:b/>
                <w:bCs/>
                <w:kern w:val="0"/>
              </w:rPr>
              <w:t> </w:t>
            </w:r>
          </w:p>
        </w:tc>
        <w:tc>
          <w:tcPr>
            <w:tcW w:w="1280" w:type="dxa"/>
            <w:noWrap/>
            <w:hideMark/>
          </w:tcPr>
          <w:p w14:paraId="53F675D1" w14:textId="77777777" w:rsidR="00091275" w:rsidRPr="00091275" w:rsidRDefault="00091275" w:rsidP="00091275">
            <w:pPr>
              <w:jc w:val="left"/>
              <w:rPr>
                <w:rFonts w:ascii="Times New Roman" w:hAnsi="Times New Roman"/>
                <w:b/>
                <w:bCs/>
                <w:kern w:val="0"/>
              </w:rPr>
            </w:pPr>
            <w:r w:rsidRPr="00091275">
              <w:rPr>
                <w:rFonts w:ascii="Times New Roman" w:hAnsi="Times New Roman"/>
                <w:b/>
                <w:bCs/>
                <w:kern w:val="0"/>
              </w:rPr>
              <w:t> </w:t>
            </w:r>
          </w:p>
        </w:tc>
      </w:tr>
      <w:tr w:rsidR="00091275" w:rsidRPr="00091275" w14:paraId="586596B7" w14:textId="77777777" w:rsidTr="005950F5">
        <w:trPr>
          <w:trHeight w:val="290"/>
        </w:trPr>
        <w:tc>
          <w:tcPr>
            <w:tcW w:w="756" w:type="dxa"/>
            <w:noWrap/>
            <w:hideMark/>
          </w:tcPr>
          <w:p w14:paraId="34976B95" w14:textId="77777777" w:rsidR="00091275" w:rsidRPr="00091275" w:rsidRDefault="00091275" w:rsidP="00091275">
            <w:pPr>
              <w:jc w:val="left"/>
              <w:rPr>
                <w:rFonts w:ascii="Times New Roman" w:hAnsi="Times New Roman"/>
                <w:kern w:val="0"/>
              </w:rPr>
            </w:pPr>
            <w:r w:rsidRPr="00091275">
              <w:rPr>
                <w:rFonts w:ascii="Times New Roman" w:hAnsi="Times New Roman"/>
                <w:kern w:val="0"/>
              </w:rPr>
              <w:t>7</w:t>
            </w:r>
          </w:p>
        </w:tc>
        <w:tc>
          <w:tcPr>
            <w:tcW w:w="2853" w:type="dxa"/>
            <w:noWrap/>
            <w:hideMark/>
          </w:tcPr>
          <w:p w14:paraId="300709AC" w14:textId="77777777" w:rsidR="00091275" w:rsidRPr="00091275" w:rsidRDefault="00091275" w:rsidP="00091275">
            <w:pPr>
              <w:jc w:val="left"/>
              <w:rPr>
                <w:rFonts w:ascii="Times New Roman" w:hAnsi="Times New Roman"/>
                <w:kern w:val="0"/>
              </w:rPr>
            </w:pPr>
            <w:r w:rsidRPr="00091275">
              <w:rPr>
                <w:rFonts w:ascii="Times New Roman" w:hAnsi="Times New Roman"/>
                <w:kern w:val="0"/>
              </w:rPr>
              <w:t>Nails 3"</w:t>
            </w:r>
          </w:p>
        </w:tc>
        <w:tc>
          <w:tcPr>
            <w:tcW w:w="591" w:type="dxa"/>
            <w:noWrap/>
            <w:hideMark/>
          </w:tcPr>
          <w:p w14:paraId="190ADD75" w14:textId="77777777" w:rsidR="00091275" w:rsidRPr="00091275" w:rsidRDefault="00091275" w:rsidP="00091275">
            <w:pPr>
              <w:jc w:val="left"/>
              <w:rPr>
                <w:rFonts w:ascii="Times New Roman" w:hAnsi="Times New Roman"/>
                <w:kern w:val="0"/>
              </w:rPr>
            </w:pPr>
            <w:r w:rsidRPr="00091275">
              <w:rPr>
                <w:rFonts w:ascii="Times New Roman" w:hAnsi="Times New Roman"/>
                <w:kern w:val="0"/>
              </w:rPr>
              <w:t>3</w:t>
            </w:r>
          </w:p>
        </w:tc>
        <w:tc>
          <w:tcPr>
            <w:tcW w:w="960" w:type="dxa"/>
            <w:noWrap/>
            <w:hideMark/>
          </w:tcPr>
          <w:p w14:paraId="50DEA067" w14:textId="77777777" w:rsidR="00091275" w:rsidRPr="00091275" w:rsidRDefault="00091275" w:rsidP="00091275">
            <w:pPr>
              <w:jc w:val="left"/>
              <w:rPr>
                <w:rFonts w:ascii="Times New Roman" w:hAnsi="Times New Roman"/>
                <w:kern w:val="0"/>
              </w:rPr>
            </w:pPr>
            <w:r w:rsidRPr="00091275">
              <w:rPr>
                <w:rFonts w:ascii="Times New Roman" w:hAnsi="Times New Roman"/>
                <w:kern w:val="0"/>
              </w:rPr>
              <w:t>kg</w:t>
            </w:r>
          </w:p>
        </w:tc>
        <w:tc>
          <w:tcPr>
            <w:tcW w:w="1220" w:type="dxa"/>
            <w:noWrap/>
            <w:hideMark/>
          </w:tcPr>
          <w:p w14:paraId="07BC7387" w14:textId="77777777" w:rsidR="00091275" w:rsidRPr="00091275" w:rsidRDefault="00091275" w:rsidP="00091275">
            <w:pPr>
              <w:jc w:val="left"/>
              <w:rPr>
                <w:rFonts w:ascii="Times New Roman" w:hAnsi="Times New Roman"/>
                <w:b/>
                <w:bCs/>
                <w:kern w:val="0"/>
              </w:rPr>
            </w:pPr>
            <w:r w:rsidRPr="00091275">
              <w:rPr>
                <w:rFonts w:ascii="Times New Roman" w:hAnsi="Times New Roman"/>
                <w:b/>
                <w:bCs/>
                <w:kern w:val="0"/>
              </w:rPr>
              <w:t> </w:t>
            </w:r>
          </w:p>
        </w:tc>
        <w:tc>
          <w:tcPr>
            <w:tcW w:w="1280" w:type="dxa"/>
            <w:noWrap/>
            <w:hideMark/>
          </w:tcPr>
          <w:p w14:paraId="63A8A8EE" w14:textId="77777777" w:rsidR="00091275" w:rsidRPr="00091275" w:rsidRDefault="00091275" w:rsidP="00091275">
            <w:pPr>
              <w:jc w:val="left"/>
              <w:rPr>
                <w:rFonts w:ascii="Times New Roman" w:hAnsi="Times New Roman"/>
                <w:b/>
                <w:bCs/>
                <w:kern w:val="0"/>
              </w:rPr>
            </w:pPr>
            <w:r w:rsidRPr="00091275">
              <w:rPr>
                <w:rFonts w:ascii="Times New Roman" w:hAnsi="Times New Roman"/>
                <w:b/>
                <w:bCs/>
                <w:kern w:val="0"/>
              </w:rPr>
              <w:t> </w:t>
            </w:r>
          </w:p>
        </w:tc>
      </w:tr>
      <w:tr w:rsidR="00091275" w:rsidRPr="00091275" w14:paraId="0A202AF8" w14:textId="77777777" w:rsidTr="005950F5">
        <w:trPr>
          <w:trHeight w:val="290"/>
        </w:trPr>
        <w:tc>
          <w:tcPr>
            <w:tcW w:w="756" w:type="dxa"/>
            <w:noWrap/>
            <w:hideMark/>
          </w:tcPr>
          <w:p w14:paraId="4C53C5AB" w14:textId="77777777" w:rsidR="00091275" w:rsidRPr="00091275" w:rsidRDefault="00091275" w:rsidP="00091275">
            <w:pPr>
              <w:jc w:val="left"/>
              <w:rPr>
                <w:rFonts w:ascii="Times New Roman" w:hAnsi="Times New Roman"/>
                <w:kern w:val="0"/>
              </w:rPr>
            </w:pPr>
            <w:r w:rsidRPr="00091275">
              <w:rPr>
                <w:rFonts w:ascii="Times New Roman" w:hAnsi="Times New Roman"/>
                <w:kern w:val="0"/>
              </w:rPr>
              <w:t>8</w:t>
            </w:r>
          </w:p>
        </w:tc>
        <w:tc>
          <w:tcPr>
            <w:tcW w:w="2853" w:type="dxa"/>
            <w:noWrap/>
            <w:hideMark/>
          </w:tcPr>
          <w:p w14:paraId="44D30D22" w14:textId="77777777" w:rsidR="00091275" w:rsidRPr="00091275" w:rsidRDefault="00091275" w:rsidP="00091275">
            <w:pPr>
              <w:jc w:val="left"/>
              <w:rPr>
                <w:rFonts w:ascii="Times New Roman" w:hAnsi="Times New Roman"/>
                <w:kern w:val="0"/>
              </w:rPr>
            </w:pPr>
            <w:r w:rsidRPr="00091275">
              <w:rPr>
                <w:rFonts w:ascii="Times New Roman" w:hAnsi="Times New Roman"/>
                <w:kern w:val="0"/>
              </w:rPr>
              <w:t>Nails flat 1 1/2</w:t>
            </w:r>
          </w:p>
        </w:tc>
        <w:tc>
          <w:tcPr>
            <w:tcW w:w="591" w:type="dxa"/>
            <w:noWrap/>
            <w:hideMark/>
          </w:tcPr>
          <w:p w14:paraId="6FABAD49" w14:textId="77777777" w:rsidR="00091275" w:rsidRPr="00091275" w:rsidRDefault="00091275" w:rsidP="00091275">
            <w:pPr>
              <w:jc w:val="left"/>
              <w:rPr>
                <w:rFonts w:ascii="Times New Roman" w:hAnsi="Times New Roman"/>
                <w:kern w:val="0"/>
              </w:rPr>
            </w:pPr>
            <w:r w:rsidRPr="00091275">
              <w:rPr>
                <w:rFonts w:ascii="Times New Roman" w:hAnsi="Times New Roman"/>
                <w:kern w:val="0"/>
              </w:rPr>
              <w:t>3</w:t>
            </w:r>
          </w:p>
        </w:tc>
        <w:tc>
          <w:tcPr>
            <w:tcW w:w="960" w:type="dxa"/>
            <w:noWrap/>
            <w:hideMark/>
          </w:tcPr>
          <w:p w14:paraId="2823C4DA" w14:textId="77777777" w:rsidR="00091275" w:rsidRPr="00091275" w:rsidRDefault="00091275" w:rsidP="00091275">
            <w:pPr>
              <w:jc w:val="left"/>
              <w:rPr>
                <w:rFonts w:ascii="Times New Roman" w:hAnsi="Times New Roman"/>
                <w:kern w:val="0"/>
              </w:rPr>
            </w:pPr>
            <w:r w:rsidRPr="00091275">
              <w:rPr>
                <w:rFonts w:ascii="Times New Roman" w:hAnsi="Times New Roman"/>
                <w:kern w:val="0"/>
              </w:rPr>
              <w:t>kg</w:t>
            </w:r>
          </w:p>
        </w:tc>
        <w:tc>
          <w:tcPr>
            <w:tcW w:w="1220" w:type="dxa"/>
            <w:noWrap/>
            <w:hideMark/>
          </w:tcPr>
          <w:p w14:paraId="7F43B86E" w14:textId="77777777" w:rsidR="00091275" w:rsidRPr="00091275" w:rsidRDefault="00091275" w:rsidP="00091275">
            <w:pPr>
              <w:jc w:val="left"/>
              <w:rPr>
                <w:rFonts w:ascii="Times New Roman" w:hAnsi="Times New Roman"/>
                <w:b/>
                <w:bCs/>
                <w:kern w:val="0"/>
              </w:rPr>
            </w:pPr>
            <w:r w:rsidRPr="00091275">
              <w:rPr>
                <w:rFonts w:ascii="Times New Roman" w:hAnsi="Times New Roman"/>
                <w:b/>
                <w:bCs/>
                <w:kern w:val="0"/>
              </w:rPr>
              <w:t> </w:t>
            </w:r>
          </w:p>
        </w:tc>
        <w:tc>
          <w:tcPr>
            <w:tcW w:w="1280" w:type="dxa"/>
            <w:noWrap/>
            <w:hideMark/>
          </w:tcPr>
          <w:p w14:paraId="640760F9" w14:textId="77777777" w:rsidR="00091275" w:rsidRPr="00091275" w:rsidRDefault="00091275" w:rsidP="00091275">
            <w:pPr>
              <w:jc w:val="left"/>
              <w:rPr>
                <w:rFonts w:ascii="Times New Roman" w:hAnsi="Times New Roman"/>
                <w:b/>
                <w:bCs/>
                <w:kern w:val="0"/>
              </w:rPr>
            </w:pPr>
            <w:r w:rsidRPr="00091275">
              <w:rPr>
                <w:rFonts w:ascii="Times New Roman" w:hAnsi="Times New Roman"/>
                <w:b/>
                <w:bCs/>
                <w:kern w:val="0"/>
              </w:rPr>
              <w:t> </w:t>
            </w:r>
          </w:p>
        </w:tc>
      </w:tr>
      <w:tr w:rsidR="00091275" w:rsidRPr="00091275" w14:paraId="3A70FC1D" w14:textId="77777777" w:rsidTr="005950F5">
        <w:trPr>
          <w:trHeight w:val="290"/>
        </w:trPr>
        <w:tc>
          <w:tcPr>
            <w:tcW w:w="756" w:type="dxa"/>
            <w:noWrap/>
            <w:hideMark/>
          </w:tcPr>
          <w:p w14:paraId="0F1D1EE6" w14:textId="77777777" w:rsidR="00091275" w:rsidRPr="00091275" w:rsidRDefault="00091275" w:rsidP="00091275">
            <w:pPr>
              <w:jc w:val="left"/>
              <w:rPr>
                <w:rFonts w:ascii="Times New Roman" w:hAnsi="Times New Roman"/>
                <w:kern w:val="0"/>
              </w:rPr>
            </w:pPr>
            <w:r w:rsidRPr="00091275">
              <w:rPr>
                <w:rFonts w:ascii="Times New Roman" w:hAnsi="Times New Roman"/>
                <w:kern w:val="0"/>
              </w:rPr>
              <w:t>9</w:t>
            </w:r>
          </w:p>
        </w:tc>
        <w:tc>
          <w:tcPr>
            <w:tcW w:w="2853" w:type="dxa"/>
            <w:noWrap/>
            <w:hideMark/>
          </w:tcPr>
          <w:p w14:paraId="6B3716DF" w14:textId="77777777" w:rsidR="00091275" w:rsidRPr="00091275" w:rsidRDefault="00091275" w:rsidP="00091275">
            <w:pPr>
              <w:jc w:val="left"/>
              <w:rPr>
                <w:rFonts w:ascii="Times New Roman" w:hAnsi="Times New Roman"/>
                <w:kern w:val="0"/>
              </w:rPr>
            </w:pPr>
            <w:r w:rsidRPr="00091275">
              <w:rPr>
                <w:rFonts w:ascii="Times New Roman" w:hAnsi="Times New Roman"/>
                <w:kern w:val="0"/>
              </w:rPr>
              <w:t>PVC Pipe 100mm</w:t>
            </w:r>
          </w:p>
        </w:tc>
        <w:tc>
          <w:tcPr>
            <w:tcW w:w="591" w:type="dxa"/>
            <w:noWrap/>
            <w:hideMark/>
          </w:tcPr>
          <w:p w14:paraId="3B75677E" w14:textId="77777777" w:rsidR="00091275" w:rsidRPr="00091275" w:rsidRDefault="00091275" w:rsidP="00091275">
            <w:pPr>
              <w:jc w:val="left"/>
              <w:rPr>
                <w:rFonts w:ascii="Times New Roman" w:hAnsi="Times New Roman"/>
                <w:kern w:val="0"/>
              </w:rPr>
            </w:pPr>
            <w:r w:rsidRPr="00091275">
              <w:rPr>
                <w:rFonts w:ascii="Times New Roman" w:hAnsi="Times New Roman"/>
                <w:kern w:val="0"/>
              </w:rPr>
              <w:t>2</w:t>
            </w:r>
          </w:p>
        </w:tc>
        <w:tc>
          <w:tcPr>
            <w:tcW w:w="960" w:type="dxa"/>
            <w:noWrap/>
            <w:hideMark/>
          </w:tcPr>
          <w:p w14:paraId="221017A1" w14:textId="77777777" w:rsidR="00091275" w:rsidRPr="00091275" w:rsidRDefault="00091275" w:rsidP="00091275">
            <w:pPr>
              <w:jc w:val="left"/>
              <w:rPr>
                <w:rFonts w:ascii="Times New Roman" w:hAnsi="Times New Roman"/>
                <w:kern w:val="0"/>
              </w:rPr>
            </w:pPr>
            <w:r w:rsidRPr="00091275">
              <w:rPr>
                <w:rFonts w:ascii="Times New Roman" w:hAnsi="Times New Roman"/>
                <w:kern w:val="0"/>
              </w:rPr>
              <w:t>lengths</w:t>
            </w:r>
          </w:p>
        </w:tc>
        <w:tc>
          <w:tcPr>
            <w:tcW w:w="1220" w:type="dxa"/>
            <w:noWrap/>
            <w:hideMark/>
          </w:tcPr>
          <w:p w14:paraId="5E674092" w14:textId="77777777" w:rsidR="00091275" w:rsidRPr="00091275" w:rsidRDefault="00091275" w:rsidP="00091275">
            <w:pPr>
              <w:jc w:val="left"/>
              <w:rPr>
                <w:rFonts w:ascii="Times New Roman" w:hAnsi="Times New Roman"/>
                <w:b/>
                <w:bCs/>
                <w:kern w:val="0"/>
              </w:rPr>
            </w:pPr>
            <w:r w:rsidRPr="00091275">
              <w:rPr>
                <w:rFonts w:ascii="Times New Roman" w:hAnsi="Times New Roman"/>
                <w:b/>
                <w:bCs/>
                <w:kern w:val="0"/>
              </w:rPr>
              <w:t> </w:t>
            </w:r>
          </w:p>
        </w:tc>
        <w:tc>
          <w:tcPr>
            <w:tcW w:w="1280" w:type="dxa"/>
            <w:noWrap/>
            <w:hideMark/>
          </w:tcPr>
          <w:p w14:paraId="3A250D03" w14:textId="77777777" w:rsidR="00091275" w:rsidRPr="00091275" w:rsidRDefault="00091275" w:rsidP="00091275">
            <w:pPr>
              <w:jc w:val="left"/>
              <w:rPr>
                <w:rFonts w:ascii="Times New Roman" w:hAnsi="Times New Roman"/>
                <w:b/>
                <w:bCs/>
                <w:kern w:val="0"/>
              </w:rPr>
            </w:pPr>
            <w:r w:rsidRPr="00091275">
              <w:rPr>
                <w:rFonts w:ascii="Times New Roman" w:hAnsi="Times New Roman"/>
                <w:b/>
                <w:bCs/>
                <w:kern w:val="0"/>
              </w:rPr>
              <w:t> </w:t>
            </w:r>
          </w:p>
        </w:tc>
      </w:tr>
      <w:tr w:rsidR="00091275" w:rsidRPr="00091275" w14:paraId="32077EE0" w14:textId="77777777" w:rsidTr="005950F5">
        <w:trPr>
          <w:trHeight w:val="290"/>
        </w:trPr>
        <w:tc>
          <w:tcPr>
            <w:tcW w:w="756" w:type="dxa"/>
            <w:noWrap/>
            <w:hideMark/>
          </w:tcPr>
          <w:p w14:paraId="1B84BE14" w14:textId="77777777" w:rsidR="00091275" w:rsidRPr="00091275" w:rsidRDefault="00091275" w:rsidP="00091275">
            <w:pPr>
              <w:jc w:val="left"/>
              <w:rPr>
                <w:rFonts w:ascii="Times New Roman" w:hAnsi="Times New Roman"/>
                <w:kern w:val="0"/>
              </w:rPr>
            </w:pPr>
            <w:r w:rsidRPr="00091275">
              <w:rPr>
                <w:rFonts w:ascii="Times New Roman" w:hAnsi="Times New Roman"/>
                <w:kern w:val="0"/>
              </w:rPr>
              <w:t>10</w:t>
            </w:r>
          </w:p>
        </w:tc>
        <w:tc>
          <w:tcPr>
            <w:tcW w:w="2853" w:type="dxa"/>
            <w:noWrap/>
            <w:hideMark/>
          </w:tcPr>
          <w:p w14:paraId="4E7CBB10" w14:textId="77777777" w:rsidR="00091275" w:rsidRPr="00091275" w:rsidRDefault="00091275" w:rsidP="00091275">
            <w:pPr>
              <w:jc w:val="left"/>
              <w:rPr>
                <w:rFonts w:ascii="Times New Roman" w:hAnsi="Times New Roman"/>
                <w:kern w:val="0"/>
              </w:rPr>
            </w:pPr>
            <w:r w:rsidRPr="00091275">
              <w:rPr>
                <w:rFonts w:ascii="Times New Roman" w:hAnsi="Times New Roman"/>
                <w:kern w:val="0"/>
              </w:rPr>
              <w:t>hand saw</w:t>
            </w:r>
          </w:p>
        </w:tc>
        <w:tc>
          <w:tcPr>
            <w:tcW w:w="591" w:type="dxa"/>
            <w:noWrap/>
            <w:hideMark/>
          </w:tcPr>
          <w:p w14:paraId="22213EB0" w14:textId="77777777" w:rsidR="00091275" w:rsidRPr="00091275" w:rsidRDefault="00091275" w:rsidP="00091275">
            <w:pPr>
              <w:jc w:val="left"/>
              <w:rPr>
                <w:rFonts w:ascii="Times New Roman" w:hAnsi="Times New Roman"/>
                <w:kern w:val="0"/>
              </w:rPr>
            </w:pPr>
            <w:r w:rsidRPr="00091275">
              <w:rPr>
                <w:rFonts w:ascii="Times New Roman" w:hAnsi="Times New Roman"/>
                <w:kern w:val="0"/>
              </w:rPr>
              <w:t>1</w:t>
            </w:r>
          </w:p>
        </w:tc>
        <w:tc>
          <w:tcPr>
            <w:tcW w:w="960" w:type="dxa"/>
            <w:noWrap/>
            <w:hideMark/>
          </w:tcPr>
          <w:p w14:paraId="706EB2A9" w14:textId="77777777" w:rsidR="00091275" w:rsidRPr="00091275" w:rsidRDefault="00091275" w:rsidP="00091275">
            <w:pPr>
              <w:jc w:val="left"/>
              <w:rPr>
                <w:rFonts w:ascii="Times New Roman" w:hAnsi="Times New Roman"/>
                <w:kern w:val="0"/>
              </w:rPr>
            </w:pPr>
            <w:r w:rsidRPr="00091275">
              <w:rPr>
                <w:rFonts w:ascii="Times New Roman" w:hAnsi="Times New Roman"/>
                <w:kern w:val="0"/>
              </w:rPr>
              <w:t>nos</w:t>
            </w:r>
          </w:p>
        </w:tc>
        <w:tc>
          <w:tcPr>
            <w:tcW w:w="1220" w:type="dxa"/>
            <w:noWrap/>
            <w:hideMark/>
          </w:tcPr>
          <w:p w14:paraId="61C8FD98" w14:textId="77777777" w:rsidR="00091275" w:rsidRPr="00091275" w:rsidRDefault="00091275" w:rsidP="00091275">
            <w:pPr>
              <w:jc w:val="left"/>
              <w:rPr>
                <w:rFonts w:ascii="Times New Roman" w:hAnsi="Times New Roman"/>
                <w:b/>
                <w:bCs/>
                <w:kern w:val="0"/>
              </w:rPr>
            </w:pPr>
            <w:r w:rsidRPr="00091275">
              <w:rPr>
                <w:rFonts w:ascii="Times New Roman" w:hAnsi="Times New Roman"/>
                <w:b/>
                <w:bCs/>
                <w:kern w:val="0"/>
              </w:rPr>
              <w:t> </w:t>
            </w:r>
          </w:p>
        </w:tc>
        <w:tc>
          <w:tcPr>
            <w:tcW w:w="1280" w:type="dxa"/>
            <w:noWrap/>
            <w:hideMark/>
          </w:tcPr>
          <w:p w14:paraId="76B5A853" w14:textId="77777777" w:rsidR="00091275" w:rsidRPr="00091275" w:rsidRDefault="00091275" w:rsidP="00091275">
            <w:pPr>
              <w:jc w:val="left"/>
              <w:rPr>
                <w:rFonts w:ascii="Times New Roman" w:hAnsi="Times New Roman"/>
                <w:b/>
                <w:bCs/>
                <w:kern w:val="0"/>
              </w:rPr>
            </w:pPr>
            <w:r w:rsidRPr="00091275">
              <w:rPr>
                <w:rFonts w:ascii="Times New Roman" w:hAnsi="Times New Roman"/>
                <w:b/>
                <w:bCs/>
                <w:kern w:val="0"/>
              </w:rPr>
              <w:t> </w:t>
            </w:r>
          </w:p>
        </w:tc>
      </w:tr>
      <w:tr w:rsidR="00091275" w:rsidRPr="00091275" w14:paraId="7BAE7D7D" w14:textId="77777777" w:rsidTr="005950F5">
        <w:trPr>
          <w:trHeight w:val="290"/>
        </w:trPr>
        <w:tc>
          <w:tcPr>
            <w:tcW w:w="756" w:type="dxa"/>
            <w:noWrap/>
            <w:hideMark/>
          </w:tcPr>
          <w:p w14:paraId="649B21A1" w14:textId="77777777" w:rsidR="00091275" w:rsidRPr="00091275" w:rsidRDefault="00091275" w:rsidP="00091275">
            <w:pPr>
              <w:jc w:val="left"/>
              <w:rPr>
                <w:rFonts w:ascii="Times New Roman" w:hAnsi="Times New Roman"/>
                <w:kern w:val="0"/>
              </w:rPr>
            </w:pPr>
            <w:r w:rsidRPr="00091275">
              <w:rPr>
                <w:rFonts w:ascii="Times New Roman" w:hAnsi="Times New Roman"/>
                <w:kern w:val="0"/>
              </w:rPr>
              <w:t>11</w:t>
            </w:r>
          </w:p>
        </w:tc>
        <w:tc>
          <w:tcPr>
            <w:tcW w:w="2853" w:type="dxa"/>
            <w:noWrap/>
            <w:hideMark/>
          </w:tcPr>
          <w:p w14:paraId="2E65F78E" w14:textId="77777777" w:rsidR="00091275" w:rsidRPr="00091275" w:rsidRDefault="00091275" w:rsidP="00091275">
            <w:pPr>
              <w:jc w:val="left"/>
              <w:rPr>
                <w:rFonts w:ascii="Times New Roman" w:hAnsi="Times New Roman"/>
                <w:kern w:val="0"/>
              </w:rPr>
            </w:pPr>
            <w:r w:rsidRPr="00091275">
              <w:rPr>
                <w:rFonts w:ascii="Times New Roman" w:hAnsi="Times New Roman"/>
                <w:kern w:val="0"/>
              </w:rPr>
              <w:t xml:space="preserve">Tape measure 50mtr </w:t>
            </w:r>
          </w:p>
        </w:tc>
        <w:tc>
          <w:tcPr>
            <w:tcW w:w="591" w:type="dxa"/>
            <w:noWrap/>
            <w:hideMark/>
          </w:tcPr>
          <w:p w14:paraId="18D6C2CD" w14:textId="77777777" w:rsidR="00091275" w:rsidRPr="00091275" w:rsidRDefault="00091275" w:rsidP="00091275">
            <w:pPr>
              <w:jc w:val="left"/>
              <w:rPr>
                <w:rFonts w:ascii="Times New Roman" w:hAnsi="Times New Roman"/>
                <w:kern w:val="0"/>
              </w:rPr>
            </w:pPr>
            <w:r w:rsidRPr="00091275">
              <w:rPr>
                <w:rFonts w:ascii="Times New Roman" w:hAnsi="Times New Roman"/>
                <w:kern w:val="0"/>
              </w:rPr>
              <w:t>1</w:t>
            </w:r>
          </w:p>
        </w:tc>
        <w:tc>
          <w:tcPr>
            <w:tcW w:w="960" w:type="dxa"/>
            <w:noWrap/>
            <w:hideMark/>
          </w:tcPr>
          <w:p w14:paraId="01FBFF81" w14:textId="77777777" w:rsidR="00091275" w:rsidRPr="00091275" w:rsidRDefault="00091275" w:rsidP="00091275">
            <w:pPr>
              <w:jc w:val="left"/>
              <w:rPr>
                <w:rFonts w:ascii="Times New Roman" w:hAnsi="Times New Roman"/>
                <w:kern w:val="0"/>
              </w:rPr>
            </w:pPr>
            <w:r w:rsidRPr="00091275">
              <w:rPr>
                <w:rFonts w:ascii="Times New Roman" w:hAnsi="Times New Roman"/>
                <w:kern w:val="0"/>
              </w:rPr>
              <w:t>nos</w:t>
            </w:r>
          </w:p>
        </w:tc>
        <w:tc>
          <w:tcPr>
            <w:tcW w:w="1220" w:type="dxa"/>
            <w:noWrap/>
            <w:hideMark/>
          </w:tcPr>
          <w:p w14:paraId="3B85A0DA" w14:textId="77777777" w:rsidR="00091275" w:rsidRPr="00091275" w:rsidRDefault="00091275" w:rsidP="00091275">
            <w:pPr>
              <w:jc w:val="left"/>
              <w:rPr>
                <w:rFonts w:ascii="Times New Roman" w:hAnsi="Times New Roman"/>
                <w:b/>
                <w:bCs/>
                <w:kern w:val="0"/>
              </w:rPr>
            </w:pPr>
            <w:r w:rsidRPr="00091275">
              <w:rPr>
                <w:rFonts w:ascii="Times New Roman" w:hAnsi="Times New Roman"/>
                <w:b/>
                <w:bCs/>
                <w:kern w:val="0"/>
              </w:rPr>
              <w:t> </w:t>
            </w:r>
          </w:p>
        </w:tc>
        <w:tc>
          <w:tcPr>
            <w:tcW w:w="1280" w:type="dxa"/>
            <w:noWrap/>
            <w:hideMark/>
          </w:tcPr>
          <w:p w14:paraId="10788C63" w14:textId="77777777" w:rsidR="00091275" w:rsidRPr="00091275" w:rsidRDefault="00091275" w:rsidP="00091275">
            <w:pPr>
              <w:jc w:val="left"/>
              <w:rPr>
                <w:rFonts w:ascii="Times New Roman" w:hAnsi="Times New Roman"/>
                <w:b/>
                <w:bCs/>
                <w:kern w:val="0"/>
              </w:rPr>
            </w:pPr>
            <w:r w:rsidRPr="00091275">
              <w:rPr>
                <w:rFonts w:ascii="Times New Roman" w:hAnsi="Times New Roman"/>
                <w:b/>
                <w:bCs/>
                <w:kern w:val="0"/>
              </w:rPr>
              <w:t> </w:t>
            </w:r>
          </w:p>
        </w:tc>
      </w:tr>
      <w:tr w:rsidR="00091275" w:rsidRPr="00091275" w14:paraId="0FBB58BC" w14:textId="77777777" w:rsidTr="005950F5">
        <w:trPr>
          <w:trHeight w:val="290"/>
        </w:trPr>
        <w:tc>
          <w:tcPr>
            <w:tcW w:w="756" w:type="dxa"/>
            <w:noWrap/>
            <w:hideMark/>
          </w:tcPr>
          <w:p w14:paraId="70112835" w14:textId="77777777" w:rsidR="00091275" w:rsidRPr="00091275" w:rsidRDefault="00091275" w:rsidP="00091275">
            <w:pPr>
              <w:jc w:val="left"/>
              <w:rPr>
                <w:rFonts w:ascii="Times New Roman" w:hAnsi="Times New Roman"/>
                <w:kern w:val="0"/>
              </w:rPr>
            </w:pPr>
            <w:r w:rsidRPr="00091275">
              <w:rPr>
                <w:rFonts w:ascii="Times New Roman" w:hAnsi="Times New Roman"/>
                <w:kern w:val="0"/>
              </w:rPr>
              <w:t>12</w:t>
            </w:r>
          </w:p>
        </w:tc>
        <w:tc>
          <w:tcPr>
            <w:tcW w:w="2853" w:type="dxa"/>
            <w:noWrap/>
            <w:hideMark/>
          </w:tcPr>
          <w:p w14:paraId="5D406693" w14:textId="77777777" w:rsidR="00091275" w:rsidRPr="00091275" w:rsidRDefault="00091275" w:rsidP="00091275">
            <w:pPr>
              <w:jc w:val="left"/>
              <w:rPr>
                <w:rFonts w:ascii="Times New Roman" w:hAnsi="Times New Roman"/>
                <w:kern w:val="0"/>
              </w:rPr>
            </w:pPr>
            <w:r w:rsidRPr="00091275">
              <w:rPr>
                <w:rFonts w:ascii="Times New Roman" w:hAnsi="Times New Roman"/>
                <w:kern w:val="0"/>
              </w:rPr>
              <w:t>Tape measure 8mtr</w:t>
            </w:r>
          </w:p>
        </w:tc>
        <w:tc>
          <w:tcPr>
            <w:tcW w:w="591" w:type="dxa"/>
            <w:noWrap/>
            <w:hideMark/>
          </w:tcPr>
          <w:p w14:paraId="0AABEFD8" w14:textId="77777777" w:rsidR="00091275" w:rsidRPr="00091275" w:rsidRDefault="00091275" w:rsidP="00091275">
            <w:pPr>
              <w:jc w:val="left"/>
              <w:rPr>
                <w:rFonts w:ascii="Times New Roman" w:hAnsi="Times New Roman"/>
                <w:kern w:val="0"/>
              </w:rPr>
            </w:pPr>
            <w:r w:rsidRPr="00091275">
              <w:rPr>
                <w:rFonts w:ascii="Times New Roman" w:hAnsi="Times New Roman"/>
                <w:kern w:val="0"/>
              </w:rPr>
              <w:t>1</w:t>
            </w:r>
          </w:p>
        </w:tc>
        <w:tc>
          <w:tcPr>
            <w:tcW w:w="960" w:type="dxa"/>
            <w:noWrap/>
            <w:hideMark/>
          </w:tcPr>
          <w:p w14:paraId="011CEE2A" w14:textId="77777777" w:rsidR="00091275" w:rsidRPr="00091275" w:rsidRDefault="00091275" w:rsidP="00091275">
            <w:pPr>
              <w:jc w:val="left"/>
              <w:rPr>
                <w:rFonts w:ascii="Times New Roman" w:hAnsi="Times New Roman"/>
                <w:kern w:val="0"/>
              </w:rPr>
            </w:pPr>
            <w:r w:rsidRPr="00091275">
              <w:rPr>
                <w:rFonts w:ascii="Times New Roman" w:hAnsi="Times New Roman"/>
                <w:kern w:val="0"/>
              </w:rPr>
              <w:t>nos</w:t>
            </w:r>
          </w:p>
        </w:tc>
        <w:tc>
          <w:tcPr>
            <w:tcW w:w="1220" w:type="dxa"/>
            <w:noWrap/>
            <w:hideMark/>
          </w:tcPr>
          <w:p w14:paraId="4DE979AE" w14:textId="77777777" w:rsidR="00091275" w:rsidRPr="00091275" w:rsidRDefault="00091275" w:rsidP="00091275">
            <w:pPr>
              <w:jc w:val="left"/>
              <w:rPr>
                <w:rFonts w:ascii="Times New Roman" w:hAnsi="Times New Roman"/>
                <w:b/>
                <w:bCs/>
                <w:kern w:val="0"/>
              </w:rPr>
            </w:pPr>
            <w:r w:rsidRPr="00091275">
              <w:rPr>
                <w:rFonts w:ascii="Times New Roman" w:hAnsi="Times New Roman"/>
                <w:b/>
                <w:bCs/>
                <w:kern w:val="0"/>
              </w:rPr>
              <w:t> </w:t>
            </w:r>
          </w:p>
        </w:tc>
        <w:tc>
          <w:tcPr>
            <w:tcW w:w="1280" w:type="dxa"/>
            <w:noWrap/>
            <w:hideMark/>
          </w:tcPr>
          <w:p w14:paraId="10EDD970" w14:textId="77777777" w:rsidR="00091275" w:rsidRPr="00091275" w:rsidRDefault="00091275" w:rsidP="00091275">
            <w:pPr>
              <w:jc w:val="left"/>
              <w:rPr>
                <w:rFonts w:ascii="Times New Roman" w:hAnsi="Times New Roman"/>
                <w:b/>
                <w:bCs/>
                <w:kern w:val="0"/>
              </w:rPr>
            </w:pPr>
            <w:r w:rsidRPr="00091275">
              <w:rPr>
                <w:rFonts w:ascii="Times New Roman" w:hAnsi="Times New Roman"/>
                <w:b/>
                <w:bCs/>
                <w:kern w:val="0"/>
              </w:rPr>
              <w:t> </w:t>
            </w:r>
          </w:p>
        </w:tc>
      </w:tr>
      <w:tr w:rsidR="00091275" w:rsidRPr="00091275" w14:paraId="5E890515" w14:textId="77777777" w:rsidTr="005950F5">
        <w:trPr>
          <w:trHeight w:val="290"/>
        </w:trPr>
        <w:tc>
          <w:tcPr>
            <w:tcW w:w="756" w:type="dxa"/>
            <w:noWrap/>
            <w:hideMark/>
          </w:tcPr>
          <w:p w14:paraId="2147DCDF" w14:textId="77777777" w:rsidR="00091275" w:rsidRPr="00091275" w:rsidRDefault="00091275" w:rsidP="00091275">
            <w:pPr>
              <w:jc w:val="left"/>
              <w:rPr>
                <w:rFonts w:ascii="Times New Roman" w:hAnsi="Times New Roman"/>
                <w:kern w:val="0"/>
              </w:rPr>
            </w:pPr>
            <w:r w:rsidRPr="00091275">
              <w:rPr>
                <w:rFonts w:ascii="Times New Roman" w:hAnsi="Times New Roman"/>
                <w:kern w:val="0"/>
              </w:rPr>
              <w:t>13</w:t>
            </w:r>
          </w:p>
        </w:tc>
        <w:tc>
          <w:tcPr>
            <w:tcW w:w="2853" w:type="dxa"/>
            <w:noWrap/>
            <w:hideMark/>
          </w:tcPr>
          <w:p w14:paraId="5CF10FCE" w14:textId="77777777" w:rsidR="00091275" w:rsidRPr="00091275" w:rsidRDefault="00091275" w:rsidP="00091275">
            <w:pPr>
              <w:jc w:val="left"/>
              <w:rPr>
                <w:rFonts w:ascii="Times New Roman" w:hAnsi="Times New Roman"/>
                <w:kern w:val="0"/>
              </w:rPr>
            </w:pPr>
            <w:r w:rsidRPr="00091275">
              <w:rPr>
                <w:rFonts w:ascii="Times New Roman" w:hAnsi="Times New Roman"/>
                <w:kern w:val="0"/>
              </w:rPr>
              <w:t>Bench bar</w:t>
            </w:r>
          </w:p>
        </w:tc>
        <w:tc>
          <w:tcPr>
            <w:tcW w:w="591" w:type="dxa"/>
            <w:noWrap/>
            <w:hideMark/>
          </w:tcPr>
          <w:p w14:paraId="26F845E7" w14:textId="77777777" w:rsidR="00091275" w:rsidRPr="00091275" w:rsidRDefault="00091275" w:rsidP="00091275">
            <w:pPr>
              <w:jc w:val="left"/>
              <w:rPr>
                <w:rFonts w:ascii="Times New Roman" w:hAnsi="Times New Roman"/>
                <w:kern w:val="0"/>
              </w:rPr>
            </w:pPr>
            <w:r w:rsidRPr="00091275">
              <w:rPr>
                <w:rFonts w:ascii="Times New Roman" w:hAnsi="Times New Roman"/>
                <w:kern w:val="0"/>
              </w:rPr>
              <w:t>2</w:t>
            </w:r>
          </w:p>
        </w:tc>
        <w:tc>
          <w:tcPr>
            <w:tcW w:w="960" w:type="dxa"/>
            <w:noWrap/>
            <w:hideMark/>
          </w:tcPr>
          <w:p w14:paraId="1D9E7042" w14:textId="77777777" w:rsidR="00091275" w:rsidRPr="00091275" w:rsidRDefault="00091275" w:rsidP="00091275">
            <w:pPr>
              <w:jc w:val="left"/>
              <w:rPr>
                <w:rFonts w:ascii="Times New Roman" w:hAnsi="Times New Roman"/>
                <w:kern w:val="0"/>
              </w:rPr>
            </w:pPr>
            <w:r w:rsidRPr="00091275">
              <w:rPr>
                <w:rFonts w:ascii="Times New Roman" w:hAnsi="Times New Roman"/>
                <w:kern w:val="0"/>
              </w:rPr>
              <w:t>nos</w:t>
            </w:r>
          </w:p>
        </w:tc>
        <w:tc>
          <w:tcPr>
            <w:tcW w:w="1220" w:type="dxa"/>
            <w:noWrap/>
            <w:hideMark/>
          </w:tcPr>
          <w:p w14:paraId="62455670" w14:textId="77777777" w:rsidR="00091275" w:rsidRPr="00091275" w:rsidRDefault="00091275" w:rsidP="00091275">
            <w:pPr>
              <w:jc w:val="left"/>
              <w:rPr>
                <w:rFonts w:ascii="Times New Roman" w:hAnsi="Times New Roman"/>
                <w:b/>
                <w:bCs/>
                <w:kern w:val="0"/>
              </w:rPr>
            </w:pPr>
            <w:r w:rsidRPr="00091275">
              <w:rPr>
                <w:rFonts w:ascii="Times New Roman" w:hAnsi="Times New Roman"/>
                <w:b/>
                <w:bCs/>
                <w:kern w:val="0"/>
              </w:rPr>
              <w:t> </w:t>
            </w:r>
          </w:p>
        </w:tc>
        <w:tc>
          <w:tcPr>
            <w:tcW w:w="1280" w:type="dxa"/>
            <w:noWrap/>
            <w:hideMark/>
          </w:tcPr>
          <w:p w14:paraId="1911E4F3" w14:textId="77777777" w:rsidR="00091275" w:rsidRPr="00091275" w:rsidRDefault="00091275" w:rsidP="00091275">
            <w:pPr>
              <w:jc w:val="left"/>
              <w:rPr>
                <w:rFonts w:ascii="Times New Roman" w:hAnsi="Times New Roman"/>
                <w:b/>
                <w:bCs/>
                <w:kern w:val="0"/>
              </w:rPr>
            </w:pPr>
            <w:r w:rsidRPr="00091275">
              <w:rPr>
                <w:rFonts w:ascii="Times New Roman" w:hAnsi="Times New Roman"/>
                <w:b/>
                <w:bCs/>
                <w:kern w:val="0"/>
              </w:rPr>
              <w:t> </w:t>
            </w:r>
          </w:p>
        </w:tc>
      </w:tr>
      <w:tr w:rsidR="00091275" w:rsidRPr="00091275" w14:paraId="53AB77CE" w14:textId="77777777" w:rsidTr="005950F5">
        <w:trPr>
          <w:trHeight w:val="290"/>
        </w:trPr>
        <w:tc>
          <w:tcPr>
            <w:tcW w:w="756" w:type="dxa"/>
            <w:noWrap/>
            <w:hideMark/>
          </w:tcPr>
          <w:p w14:paraId="4994E96B" w14:textId="77777777" w:rsidR="00091275" w:rsidRPr="00091275" w:rsidRDefault="00091275" w:rsidP="00091275">
            <w:pPr>
              <w:jc w:val="left"/>
              <w:rPr>
                <w:rFonts w:ascii="Times New Roman" w:hAnsi="Times New Roman"/>
                <w:kern w:val="0"/>
              </w:rPr>
            </w:pPr>
            <w:r w:rsidRPr="00091275">
              <w:rPr>
                <w:rFonts w:ascii="Times New Roman" w:hAnsi="Times New Roman"/>
                <w:kern w:val="0"/>
              </w:rPr>
              <w:t>14</w:t>
            </w:r>
          </w:p>
        </w:tc>
        <w:tc>
          <w:tcPr>
            <w:tcW w:w="2853" w:type="dxa"/>
            <w:noWrap/>
            <w:hideMark/>
          </w:tcPr>
          <w:p w14:paraId="70CB9233" w14:textId="77777777" w:rsidR="00091275" w:rsidRPr="00091275" w:rsidRDefault="00091275" w:rsidP="00091275">
            <w:pPr>
              <w:jc w:val="left"/>
              <w:rPr>
                <w:rFonts w:ascii="Times New Roman" w:hAnsi="Times New Roman"/>
                <w:kern w:val="0"/>
              </w:rPr>
            </w:pPr>
            <w:r w:rsidRPr="00091275">
              <w:rPr>
                <w:rFonts w:ascii="Times New Roman" w:hAnsi="Times New Roman"/>
                <w:kern w:val="0"/>
              </w:rPr>
              <w:t>shovels</w:t>
            </w:r>
          </w:p>
        </w:tc>
        <w:tc>
          <w:tcPr>
            <w:tcW w:w="591" w:type="dxa"/>
            <w:noWrap/>
            <w:hideMark/>
          </w:tcPr>
          <w:p w14:paraId="4CB490AF" w14:textId="77777777" w:rsidR="00091275" w:rsidRPr="00091275" w:rsidRDefault="00091275" w:rsidP="00091275">
            <w:pPr>
              <w:jc w:val="left"/>
              <w:rPr>
                <w:rFonts w:ascii="Times New Roman" w:hAnsi="Times New Roman"/>
                <w:kern w:val="0"/>
              </w:rPr>
            </w:pPr>
            <w:r w:rsidRPr="00091275">
              <w:rPr>
                <w:rFonts w:ascii="Times New Roman" w:hAnsi="Times New Roman"/>
                <w:kern w:val="0"/>
              </w:rPr>
              <w:t>30</w:t>
            </w:r>
          </w:p>
        </w:tc>
        <w:tc>
          <w:tcPr>
            <w:tcW w:w="960" w:type="dxa"/>
            <w:noWrap/>
            <w:hideMark/>
          </w:tcPr>
          <w:p w14:paraId="461F619D" w14:textId="77777777" w:rsidR="00091275" w:rsidRPr="00091275" w:rsidRDefault="00091275" w:rsidP="00091275">
            <w:pPr>
              <w:jc w:val="left"/>
              <w:rPr>
                <w:rFonts w:ascii="Times New Roman" w:hAnsi="Times New Roman"/>
                <w:kern w:val="0"/>
              </w:rPr>
            </w:pPr>
            <w:r w:rsidRPr="00091275">
              <w:rPr>
                <w:rFonts w:ascii="Times New Roman" w:hAnsi="Times New Roman"/>
                <w:kern w:val="0"/>
              </w:rPr>
              <w:t>pcs</w:t>
            </w:r>
          </w:p>
        </w:tc>
        <w:tc>
          <w:tcPr>
            <w:tcW w:w="1220" w:type="dxa"/>
            <w:noWrap/>
            <w:hideMark/>
          </w:tcPr>
          <w:p w14:paraId="3CF0AE49" w14:textId="77777777" w:rsidR="00091275" w:rsidRPr="00091275" w:rsidRDefault="00091275" w:rsidP="00091275">
            <w:pPr>
              <w:jc w:val="left"/>
              <w:rPr>
                <w:rFonts w:ascii="Times New Roman" w:hAnsi="Times New Roman"/>
                <w:b/>
                <w:bCs/>
                <w:kern w:val="0"/>
              </w:rPr>
            </w:pPr>
            <w:r w:rsidRPr="00091275">
              <w:rPr>
                <w:rFonts w:ascii="Times New Roman" w:hAnsi="Times New Roman"/>
                <w:b/>
                <w:bCs/>
                <w:kern w:val="0"/>
              </w:rPr>
              <w:t> </w:t>
            </w:r>
          </w:p>
        </w:tc>
        <w:tc>
          <w:tcPr>
            <w:tcW w:w="1280" w:type="dxa"/>
            <w:noWrap/>
            <w:hideMark/>
          </w:tcPr>
          <w:p w14:paraId="785AEFB9" w14:textId="77777777" w:rsidR="00091275" w:rsidRPr="00091275" w:rsidRDefault="00091275" w:rsidP="00091275">
            <w:pPr>
              <w:jc w:val="left"/>
              <w:rPr>
                <w:rFonts w:ascii="Times New Roman" w:hAnsi="Times New Roman"/>
                <w:b/>
                <w:bCs/>
                <w:kern w:val="0"/>
              </w:rPr>
            </w:pPr>
            <w:r w:rsidRPr="00091275">
              <w:rPr>
                <w:rFonts w:ascii="Times New Roman" w:hAnsi="Times New Roman"/>
                <w:b/>
                <w:bCs/>
                <w:kern w:val="0"/>
              </w:rPr>
              <w:t> </w:t>
            </w:r>
          </w:p>
        </w:tc>
      </w:tr>
      <w:tr w:rsidR="00091275" w:rsidRPr="00091275" w14:paraId="1844E5DA" w14:textId="77777777" w:rsidTr="005950F5">
        <w:trPr>
          <w:trHeight w:val="290"/>
        </w:trPr>
        <w:tc>
          <w:tcPr>
            <w:tcW w:w="756" w:type="dxa"/>
            <w:noWrap/>
            <w:hideMark/>
          </w:tcPr>
          <w:p w14:paraId="741FED61" w14:textId="77777777" w:rsidR="00091275" w:rsidRPr="00091275" w:rsidRDefault="00091275" w:rsidP="00091275">
            <w:pPr>
              <w:jc w:val="left"/>
              <w:rPr>
                <w:rFonts w:ascii="Times New Roman" w:hAnsi="Times New Roman"/>
                <w:kern w:val="0"/>
              </w:rPr>
            </w:pPr>
            <w:r w:rsidRPr="00091275">
              <w:rPr>
                <w:rFonts w:ascii="Times New Roman" w:hAnsi="Times New Roman"/>
                <w:kern w:val="0"/>
              </w:rPr>
              <w:t>15</w:t>
            </w:r>
          </w:p>
        </w:tc>
        <w:tc>
          <w:tcPr>
            <w:tcW w:w="2853" w:type="dxa"/>
            <w:noWrap/>
            <w:hideMark/>
          </w:tcPr>
          <w:p w14:paraId="07E29063" w14:textId="77777777" w:rsidR="00091275" w:rsidRPr="00091275" w:rsidRDefault="00091275" w:rsidP="00091275">
            <w:pPr>
              <w:jc w:val="left"/>
              <w:rPr>
                <w:rFonts w:ascii="Times New Roman" w:hAnsi="Times New Roman"/>
                <w:kern w:val="0"/>
              </w:rPr>
            </w:pPr>
            <w:r w:rsidRPr="00091275">
              <w:rPr>
                <w:rFonts w:ascii="Times New Roman" w:hAnsi="Times New Roman"/>
                <w:kern w:val="0"/>
              </w:rPr>
              <w:t>hammers</w:t>
            </w:r>
          </w:p>
        </w:tc>
        <w:tc>
          <w:tcPr>
            <w:tcW w:w="591" w:type="dxa"/>
            <w:noWrap/>
            <w:hideMark/>
          </w:tcPr>
          <w:p w14:paraId="19C9DA0B" w14:textId="77777777" w:rsidR="00091275" w:rsidRPr="00091275" w:rsidRDefault="00091275" w:rsidP="00091275">
            <w:pPr>
              <w:jc w:val="left"/>
              <w:rPr>
                <w:rFonts w:ascii="Times New Roman" w:hAnsi="Times New Roman"/>
                <w:kern w:val="0"/>
              </w:rPr>
            </w:pPr>
            <w:r w:rsidRPr="00091275">
              <w:rPr>
                <w:rFonts w:ascii="Times New Roman" w:hAnsi="Times New Roman"/>
                <w:kern w:val="0"/>
              </w:rPr>
              <w:t>2</w:t>
            </w:r>
          </w:p>
        </w:tc>
        <w:tc>
          <w:tcPr>
            <w:tcW w:w="960" w:type="dxa"/>
            <w:noWrap/>
            <w:hideMark/>
          </w:tcPr>
          <w:p w14:paraId="6FBE94AF" w14:textId="77777777" w:rsidR="00091275" w:rsidRPr="00091275" w:rsidRDefault="00091275" w:rsidP="00091275">
            <w:pPr>
              <w:jc w:val="left"/>
              <w:rPr>
                <w:rFonts w:ascii="Times New Roman" w:hAnsi="Times New Roman"/>
                <w:kern w:val="0"/>
              </w:rPr>
            </w:pPr>
            <w:r w:rsidRPr="00091275">
              <w:rPr>
                <w:rFonts w:ascii="Times New Roman" w:hAnsi="Times New Roman"/>
                <w:kern w:val="0"/>
              </w:rPr>
              <w:t>pcs</w:t>
            </w:r>
          </w:p>
        </w:tc>
        <w:tc>
          <w:tcPr>
            <w:tcW w:w="1220" w:type="dxa"/>
            <w:noWrap/>
            <w:hideMark/>
          </w:tcPr>
          <w:p w14:paraId="7D5B02B8" w14:textId="77777777" w:rsidR="00091275" w:rsidRPr="00091275" w:rsidRDefault="00091275" w:rsidP="00091275">
            <w:pPr>
              <w:jc w:val="left"/>
              <w:rPr>
                <w:rFonts w:ascii="Times New Roman" w:hAnsi="Times New Roman"/>
                <w:b/>
                <w:bCs/>
                <w:kern w:val="0"/>
              </w:rPr>
            </w:pPr>
            <w:r w:rsidRPr="00091275">
              <w:rPr>
                <w:rFonts w:ascii="Times New Roman" w:hAnsi="Times New Roman"/>
                <w:b/>
                <w:bCs/>
                <w:kern w:val="0"/>
              </w:rPr>
              <w:t> </w:t>
            </w:r>
          </w:p>
        </w:tc>
        <w:tc>
          <w:tcPr>
            <w:tcW w:w="1280" w:type="dxa"/>
            <w:noWrap/>
            <w:hideMark/>
          </w:tcPr>
          <w:p w14:paraId="27844482" w14:textId="77777777" w:rsidR="00091275" w:rsidRPr="00091275" w:rsidRDefault="00091275" w:rsidP="00091275">
            <w:pPr>
              <w:jc w:val="left"/>
              <w:rPr>
                <w:rFonts w:ascii="Times New Roman" w:hAnsi="Times New Roman"/>
                <w:b/>
                <w:bCs/>
                <w:kern w:val="0"/>
              </w:rPr>
            </w:pPr>
            <w:r w:rsidRPr="00091275">
              <w:rPr>
                <w:rFonts w:ascii="Times New Roman" w:hAnsi="Times New Roman"/>
                <w:b/>
                <w:bCs/>
                <w:kern w:val="0"/>
              </w:rPr>
              <w:t> </w:t>
            </w:r>
          </w:p>
        </w:tc>
      </w:tr>
      <w:tr w:rsidR="00091275" w:rsidRPr="00091275" w14:paraId="0CFDBB3E" w14:textId="77777777" w:rsidTr="005950F5">
        <w:trPr>
          <w:trHeight w:val="290"/>
        </w:trPr>
        <w:tc>
          <w:tcPr>
            <w:tcW w:w="756" w:type="dxa"/>
            <w:noWrap/>
            <w:hideMark/>
          </w:tcPr>
          <w:p w14:paraId="26329FA2" w14:textId="77777777" w:rsidR="00091275" w:rsidRPr="00091275" w:rsidRDefault="00091275" w:rsidP="00091275">
            <w:pPr>
              <w:jc w:val="left"/>
              <w:rPr>
                <w:rFonts w:ascii="Times New Roman" w:hAnsi="Times New Roman"/>
                <w:kern w:val="0"/>
              </w:rPr>
            </w:pPr>
            <w:r w:rsidRPr="00091275">
              <w:rPr>
                <w:rFonts w:ascii="Times New Roman" w:hAnsi="Times New Roman"/>
                <w:kern w:val="0"/>
              </w:rPr>
              <w:t>16</w:t>
            </w:r>
          </w:p>
        </w:tc>
        <w:tc>
          <w:tcPr>
            <w:tcW w:w="2853" w:type="dxa"/>
            <w:noWrap/>
            <w:hideMark/>
          </w:tcPr>
          <w:p w14:paraId="7F22CF9B" w14:textId="77777777" w:rsidR="00091275" w:rsidRPr="00091275" w:rsidRDefault="00091275" w:rsidP="00091275">
            <w:pPr>
              <w:jc w:val="left"/>
              <w:rPr>
                <w:rFonts w:ascii="Times New Roman" w:hAnsi="Times New Roman"/>
                <w:kern w:val="0"/>
              </w:rPr>
            </w:pPr>
            <w:r w:rsidRPr="00091275">
              <w:rPr>
                <w:rFonts w:ascii="Times New Roman" w:hAnsi="Times New Roman"/>
                <w:kern w:val="0"/>
              </w:rPr>
              <w:t xml:space="preserve"> wheel barrow</w:t>
            </w:r>
          </w:p>
        </w:tc>
        <w:tc>
          <w:tcPr>
            <w:tcW w:w="591" w:type="dxa"/>
            <w:noWrap/>
            <w:hideMark/>
          </w:tcPr>
          <w:p w14:paraId="758371A1" w14:textId="77777777" w:rsidR="00091275" w:rsidRPr="00091275" w:rsidRDefault="00091275" w:rsidP="00091275">
            <w:pPr>
              <w:jc w:val="left"/>
              <w:rPr>
                <w:rFonts w:ascii="Times New Roman" w:hAnsi="Times New Roman"/>
                <w:kern w:val="0"/>
              </w:rPr>
            </w:pPr>
            <w:r w:rsidRPr="00091275">
              <w:rPr>
                <w:rFonts w:ascii="Times New Roman" w:hAnsi="Times New Roman"/>
                <w:kern w:val="0"/>
              </w:rPr>
              <w:t>4</w:t>
            </w:r>
          </w:p>
        </w:tc>
        <w:tc>
          <w:tcPr>
            <w:tcW w:w="960" w:type="dxa"/>
            <w:noWrap/>
            <w:hideMark/>
          </w:tcPr>
          <w:p w14:paraId="4EAB254C" w14:textId="77777777" w:rsidR="00091275" w:rsidRPr="00091275" w:rsidRDefault="00091275" w:rsidP="00091275">
            <w:pPr>
              <w:jc w:val="left"/>
              <w:rPr>
                <w:rFonts w:ascii="Times New Roman" w:hAnsi="Times New Roman"/>
                <w:kern w:val="0"/>
              </w:rPr>
            </w:pPr>
            <w:r w:rsidRPr="00091275">
              <w:rPr>
                <w:rFonts w:ascii="Times New Roman" w:hAnsi="Times New Roman"/>
                <w:kern w:val="0"/>
              </w:rPr>
              <w:t>nos</w:t>
            </w:r>
          </w:p>
        </w:tc>
        <w:tc>
          <w:tcPr>
            <w:tcW w:w="1220" w:type="dxa"/>
            <w:noWrap/>
            <w:hideMark/>
          </w:tcPr>
          <w:p w14:paraId="16C2BF89" w14:textId="77777777" w:rsidR="00091275" w:rsidRPr="00091275" w:rsidRDefault="00091275" w:rsidP="00091275">
            <w:pPr>
              <w:jc w:val="left"/>
              <w:rPr>
                <w:rFonts w:ascii="Times New Roman" w:hAnsi="Times New Roman"/>
                <w:b/>
                <w:bCs/>
                <w:kern w:val="0"/>
              </w:rPr>
            </w:pPr>
            <w:r w:rsidRPr="00091275">
              <w:rPr>
                <w:rFonts w:ascii="Times New Roman" w:hAnsi="Times New Roman"/>
                <w:b/>
                <w:bCs/>
                <w:kern w:val="0"/>
              </w:rPr>
              <w:t> </w:t>
            </w:r>
          </w:p>
        </w:tc>
        <w:tc>
          <w:tcPr>
            <w:tcW w:w="1280" w:type="dxa"/>
            <w:noWrap/>
            <w:hideMark/>
          </w:tcPr>
          <w:p w14:paraId="483AA5F6" w14:textId="77777777" w:rsidR="00091275" w:rsidRPr="00091275" w:rsidRDefault="00091275" w:rsidP="00091275">
            <w:pPr>
              <w:jc w:val="left"/>
              <w:rPr>
                <w:rFonts w:ascii="Times New Roman" w:hAnsi="Times New Roman"/>
                <w:b/>
                <w:bCs/>
                <w:kern w:val="0"/>
              </w:rPr>
            </w:pPr>
            <w:r w:rsidRPr="00091275">
              <w:rPr>
                <w:rFonts w:ascii="Times New Roman" w:hAnsi="Times New Roman"/>
                <w:b/>
                <w:bCs/>
                <w:kern w:val="0"/>
              </w:rPr>
              <w:t> </w:t>
            </w:r>
          </w:p>
        </w:tc>
      </w:tr>
      <w:tr w:rsidR="00091275" w:rsidRPr="00091275" w14:paraId="49589E76" w14:textId="77777777" w:rsidTr="005950F5">
        <w:trPr>
          <w:trHeight w:val="290"/>
        </w:trPr>
        <w:tc>
          <w:tcPr>
            <w:tcW w:w="756" w:type="dxa"/>
            <w:noWrap/>
            <w:hideMark/>
          </w:tcPr>
          <w:p w14:paraId="7D04EA13" w14:textId="77777777" w:rsidR="00091275" w:rsidRPr="00091275" w:rsidRDefault="00091275" w:rsidP="00091275">
            <w:pPr>
              <w:jc w:val="left"/>
              <w:rPr>
                <w:rFonts w:ascii="Times New Roman" w:hAnsi="Times New Roman"/>
                <w:kern w:val="0"/>
              </w:rPr>
            </w:pPr>
            <w:r w:rsidRPr="00091275">
              <w:rPr>
                <w:rFonts w:ascii="Times New Roman" w:hAnsi="Times New Roman"/>
                <w:kern w:val="0"/>
              </w:rPr>
              <w:t>17</w:t>
            </w:r>
          </w:p>
        </w:tc>
        <w:tc>
          <w:tcPr>
            <w:tcW w:w="2853" w:type="dxa"/>
            <w:noWrap/>
            <w:hideMark/>
          </w:tcPr>
          <w:p w14:paraId="4094CFB7" w14:textId="77777777" w:rsidR="00091275" w:rsidRPr="00091275" w:rsidRDefault="00091275" w:rsidP="00091275">
            <w:pPr>
              <w:jc w:val="left"/>
              <w:rPr>
                <w:rFonts w:ascii="Times New Roman" w:hAnsi="Times New Roman"/>
                <w:kern w:val="0"/>
              </w:rPr>
            </w:pPr>
            <w:r w:rsidRPr="00091275">
              <w:rPr>
                <w:rFonts w:ascii="Times New Roman" w:hAnsi="Times New Roman"/>
                <w:kern w:val="0"/>
              </w:rPr>
              <w:t>crow bar</w:t>
            </w:r>
          </w:p>
        </w:tc>
        <w:tc>
          <w:tcPr>
            <w:tcW w:w="591" w:type="dxa"/>
            <w:noWrap/>
            <w:hideMark/>
          </w:tcPr>
          <w:p w14:paraId="27F18037" w14:textId="77777777" w:rsidR="00091275" w:rsidRPr="00091275" w:rsidRDefault="00091275" w:rsidP="00091275">
            <w:pPr>
              <w:jc w:val="left"/>
              <w:rPr>
                <w:rFonts w:ascii="Times New Roman" w:hAnsi="Times New Roman"/>
                <w:kern w:val="0"/>
              </w:rPr>
            </w:pPr>
            <w:r w:rsidRPr="00091275">
              <w:rPr>
                <w:rFonts w:ascii="Times New Roman" w:hAnsi="Times New Roman"/>
                <w:kern w:val="0"/>
              </w:rPr>
              <w:t>2</w:t>
            </w:r>
          </w:p>
        </w:tc>
        <w:tc>
          <w:tcPr>
            <w:tcW w:w="960" w:type="dxa"/>
            <w:noWrap/>
            <w:hideMark/>
          </w:tcPr>
          <w:p w14:paraId="76D0848F" w14:textId="77777777" w:rsidR="00091275" w:rsidRPr="00091275" w:rsidRDefault="00091275" w:rsidP="00091275">
            <w:pPr>
              <w:jc w:val="left"/>
              <w:rPr>
                <w:rFonts w:ascii="Times New Roman" w:hAnsi="Times New Roman"/>
                <w:kern w:val="0"/>
              </w:rPr>
            </w:pPr>
            <w:r w:rsidRPr="00091275">
              <w:rPr>
                <w:rFonts w:ascii="Times New Roman" w:hAnsi="Times New Roman"/>
                <w:kern w:val="0"/>
              </w:rPr>
              <w:t>pcs</w:t>
            </w:r>
          </w:p>
        </w:tc>
        <w:tc>
          <w:tcPr>
            <w:tcW w:w="1220" w:type="dxa"/>
            <w:noWrap/>
            <w:hideMark/>
          </w:tcPr>
          <w:p w14:paraId="387A6633" w14:textId="77777777" w:rsidR="00091275" w:rsidRPr="00091275" w:rsidRDefault="00091275" w:rsidP="00091275">
            <w:pPr>
              <w:jc w:val="left"/>
              <w:rPr>
                <w:rFonts w:ascii="Times New Roman" w:hAnsi="Times New Roman"/>
                <w:b/>
                <w:bCs/>
                <w:kern w:val="0"/>
              </w:rPr>
            </w:pPr>
            <w:r w:rsidRPr="00091275">
              <w:rPr>
                <w:rFonts w:ascii="Times New Roman" w:hAnsi="Times New Roman"/>
                <w:b/>
                <w:bCs/>
                <w:kern w:val="0"/>
              </w:rPr>
              <w:t> </w:t>
            </w:r>
          </w:p>
        </w:tc>
        <w:tc>
          <w:tcPr>
            <w:tcW w:w="1280" w:type="dxa"/>
            <w:noWrap/>
            <w:hideMark/>
          </w:tcPr>
          <w:p w14:paraId="4AAF7CEE" w14:textId="77777777" w:rsidR="00091275" w:rsidRPr="00091275" w:rsidRDefault="00091275" w:rsidP="00091275">
            <w:pPr>
              <w:jc w:val="left"/>
              <w:rPr>
                <w:rFonts w:ascii="Times New Roman" w:hAnsi="Times New Roman"/>
                <w:b/>
                <w:bCs/>
                <w:kern w:val="0"/>
              </w:rPr>
            </w:pPr>
            <w:r w:rsidRPr="00091275">
              <w:rPr>
                <w:rFonts w:ascii="Times New Roman" w:hAnsi="Times New Roman"/>
                <w:b/>
                <w:bCs/>
                <w:kern w:val="0"/>
              </w:rPr>
              <w:t> </w:t>
            </w:r>
          </w:p>
        </w:tc>
      </w:tr>
      <w:tr w:rsidR="00091275" w:rsidRPr="00091275" w14:paraId="18D15110" w14:textId="77777777" w:rsidTr="005950F5">
        <w:trPr>
          <w:trHeight w:val="290"/>
        </w:trPr>
        <w:tc>
          <w:tcPr>
            <w:tcW w:w="756" w:type="dxa"/>
            <w:noWrap/>
            <w:hideMark/>
          </w:tcPr>
          <w:p w14:paraId="67C3F333" w14:textId="77777777" w:rsidR="00091275" w:rsidRPr="00091275" w:rsidRDefault="00091275" w:rsidP="00091275">
            <w:pPr>
              <w:jc w:val="left"/>
              <w:rPr>
                <w:rFonts w:ascii="Times New Roman" w:hAnsi="Times New Roman"/>
                <w:b/>
                <w:bCs/>
                <w:kern w:val="0"/>
              </w:rPr>
            </w:pPr>
            <w:r w:rsidRPr="00091275">
              <w:rPr>
                <w:rFonts w:ascii="Times New Roman" w:hAnsi="Times New Roman"/>
                <w:b/>
                <w:bCs/>
                <w:kern w:val="0"/>
              </w:rPr>
              <w:t> </w:t>
            </w:r>
          </w:p>
        </w:tc>
        <w:tc>
          <w:tcPr>
            <w:tcW w:w="2853" w:type="dxa"/>
            <w:noWrap/>
            <w:hideMark/>
          </w:tcPr>
          <w:p w14:paraId="6355DFAA" w14:textId="77777777" w:rsidR="00091275" w:rsidRPr="00091275" w:rsidRDefault="00091275" w:rsidP="00091275">
            <w:pPr>
              <w:jc w:val="left"/>
              <w:rPr>
                <w:rFonts w:ascii="Times New Roman" w:hAnsi="Times New Roman"/>
                <w:b/>
                <w:bCs/>
                <w:kern w:val="0"/>
              </w:rPr>
            </w:pPr>
            <w:r w:rsidRPr="00091275">
              <w:rPr>
                <w:rFonts w:ascii="Times New Roman" w:hAnsi="Times New Roman"/>
                <w:b/>
                <w:bCs/>
                <w:kern w:val="0"/>
              </w:rPr>
              <w:t xml:space="preserve">Total cost </w:t>
            </w:r>
          </w:p>
        </w:tc>
        <w:tc>
          <w:tcPr>
            <w:tcW w:w="591" w:type="dxa"/>
            <w:noWrap/>
            <w:hideMark/>
          </w:tcPr>
          <w:p w14:paraId="70726B6D" w14:textId="77777777" w:rsidR="00091275" w:rsidRPr="00091275" w:rsidRDefault="00091275" w:rsidP="00091275">
            <w:pPr>
              <w:jc w:val="left"/>
              <w:rPr>
                <w:rFonts w:ascii="Times New Roman" w:hAnsi="Times New Roman"/>
                <w:b/>
                <w:bCs/>
                <w:kern w:val="0"/>
              </w:rPr>
            </w:pPr>
            <w:r w:rsidRPr="00091275">
              <w:rPr>
                <w:rFonts w:ascii="Times New Roman" w:hAnsi="Times New Roman"/>
                <w:b/>
                <w:bCs/>
                <w:kern w:val="0"/>
              </w:rPr>
              <w:t> </w:t>
            </w:r>
          </w:p>
        </w:tc>
        <w:tc>
          <w:tcPr>
            <w:tcW w:w="960" w:type="dxa"/>
            <w:noWrap/>
            <w:hideMark/>
          </w:tcPr>
          <w:p w14:paraId="7090194C" w14:textId="77777777" w:rsidR="00091275" w:rsidRPr="00091275" w:rsidRDefault="00091275" w:rsidP="00091275">
            <w:pPr>
              <w:jc w:val="left"/>
              <w:rPr>
                <w:rFonts w:ascii="Times New Roman" w:hAnsi="Times New Roman"/>
                <w:b/>
                <w:bCs/>
                <w:kern w:val="0"/>
              </w:rPr>
            </w:pPr>
            <w:r w:rsidRPr="00091275">
              <w:rPr>
                <w:rFonts w:ascii="Times New Roman" w:hAnsi="Times New Roman"/>
                <w:b/>
                <w:bCs/>
                <w:kern w:val="0"/>
              </w:rPr>
              <w:t> </w:t>
            </w:r>
          </w:p>
        </w:tc>
        <w:tc>
          <w:tcPr>
            <w:tcW w:w="1220" w:type="dxa"/>
            <w:noWrap/>
            <w:hideMark/>
          </w:tcPr>
          <w:p w14:paraId="63277D9B" w14:textId="77777777" w:rsidR="00091275" w:rsidRPr="00091275" w:rsidRDefault="00091275" w:rsidP="00091275">
            <w:pPr>
              <w:jc w:val="left"/>
              <w:rPr>
                <w:rFonts w:ascii="Times New Roman" w:hAnsi="Times New Roman"/>
                <w:b/>
                <w:bCs/>
                <w:kern w:val="0"/>
              </w:rPr>
            </w:pPr>
            <w:r w:rsidRPr="00091275">
              <w:rPr>
                <w:rFonts w:ascii="Times New Roman" w:hAnsi="Times New Roman"/>
                <w:b/>
                <w:bCs/>
                <w:kern w:val="0"/>
              </w:rPr>
              <w:t> </w:t>
            </w:r>
          </w:p>
        </w:tc>
        <w:tc>
          <w:tcPr>
            <w:tcW w:w="1280" w:type="dxa"/>
            <w:noWrap/>
            <w:hideMark/>
          </w:tcPr>
          <w:p w14:paraId="7D0A8D07" w14:textId="77777777" w:rsidR="00091275" w:rsidRPr="00091275" w:rsidRDefault="00091275" w:rsidP="00091275">
            <w:pPr>
              <w:jc w:val="left"/>
              <w:rPr>
                <w:rFonts w:ascii="Times New Roman" w:hAnsi="Times New Roman"/>
                <w:b/>
                <w:bCs/>
                <w:kern w:val="0"/>
              </w:rPr>
            </w:pPr>
            <w:r w:rsidRPr="00091275">
              <w:rPr>
                <w:rFonts w:ascii="Times New Roman" w:hAnsi="Times New Roman"/>
                <w:b/>
                <w:bCs/>
                <w:kern w:val="0"/>
              </w:rPr>
              <w:t> </w:t>
            </w:r>
          </w:p>
        </w:tc>
      </w:tr>
      <w:tr w:rsidR="00091275" w:rsidRPr="00091275" w14:paraId="2A8956C6" w14:textId="77777777" w:rsidTr="005950F5">
        <w:trPr>
          <w:trHeight w:val="290"/>
        </w:trPr>
        <w:tc>
          <w:tcPr>
            <w:tcW w:w="756" w:type="dxa"/>
            <w:noWrap/>
            <w:hideMark/>
          </w:tcPr>
          <w:p w14:paraId="311F8EAE" w14:textId="77777777" w:rsidR="00091275" w:rsidRPr="00091275" w:rsidRDefault="00091275" w:rsidP="00091275">
            <w:pPr>
              <w:jc w:val="left"/>
              <w:rPr>
                <w:rFonts w:ascii="Times New Roman" w:hAnsi="Times New Roman"/>
                <w:b/>
                <w:bCs/>
                <w:kern w:val="0"/>
              </w:rPr>
            </w:pPr>
            <w:r w:rsidRPr="00091275">
              <w:rPr>
                <w:rFonts w:ascii="Times New Roman" w:hAnsi="Times New Roman"/>
                <w:b/>
                <w:bCs/>
                <w:kern w:val="0"/>
              </w:rPr>
              <w:t> </w:t>
            </w:r>
          </w:p>
        </w:tc>
        <w:tc>
          <w:tcPr>
            <w:tcW w:w="2853" w:type="dxa"/>
            <w:noWrap/>
            <w:hideMark/>
          </w:tcPr>
          <w:p w14:paraId="22B18813" w14:textId="77777777" w:rsidR="00091275" w:rsidRPr="00091275" w:rsidRDefault="00091275" w:rsidP="00091275">
            <w:pPr>
              <w:jc w:val="left"/>
              <w:rPr>
                <w:rFonts w:ascii="Times New Roman" w:hAnsi="Times New Roman"/>
                <w:b/>
                <w:bCs/>
                <w:kern w:val="0"/>
              </w:rPr>
            </w:pPr>
            <w:r w:rsidRPr="00091275">
              <w:rPr>
                <w:rFonts w:ascii="Times New Roman" w:hAnsi="Times New Roman"/>
                <w:b/>
                <w:bCs/>
                <w:kern w:val="0"/>
              </w:rPr>
              <w:t>vat</w:t>
            </w:r>
          </w:p>
        </w:tc>
        <w:tc>
          <w:tcPr>
            <w:tcW w:w="591" w:type="dxa"/>
            <w:noWrap/>
            <w:hideMark/>
          </w:tcPr>
          <w:p w14:paraId="0FBDF2BC" w14:textId="77777777" w:rsidR="00091275" w:rsidRPr="00091275" w:rsidRDefault="00091275" w:rsidP="00091275">
            <w:pPr>
              <w:jc w:val="left"/>
              <w:rPr>
                <w:rFonts w:ascii="Times New Roman" w:hAnsi="Times New Roman"/>
                <w:b/>
                <w:bCs/>
                <w:kern w:val="0"/>
              </w:rPr>
            </w:pPr>
            <w:r w:rsidRPr="00091275">
              <w:rPr>
                <w:rFonts w:ascii="Times New Roman" w:hAnsi="Times New Roman"/>
                <w:b/>
                <w:bCs/>
                <w:kern w:val="0"/>
              </w:rPr>
              <w:t> </w:t>
            </w:r>
          </w:p>
        </w:tc>
        <w:tc>
          <w:tcPr>
            <w:tcW w:w="960" w:type="dxa"/>
            <w:noWrap/>
            <w:hideMark/>
          </w:tcPr>
          <w:p w14:paraId="0515C1C2" w14:textId="77777777" w:rsidR="00091275" w:rsidRPr="00091275" w:rsidRDefault="00091275" w:rsidP="00091275">
            <w:pPr>
              <w:jc w:val="left"/>
              <w:rPr>
                <w:rFonts w:ascii="Times New Roman" w:hAnsi="Times New Roman"/>
                <w:b/>
                <w:bCs/>
                <w:kern w:val="0"/>
              </w:rPr>
            </w:pPr>
            <w:r w:rsidRPr="00091275">
              <w:rPr>
                <w:rFonts w:ascii="Times New Roman" w:hAnsi="Times New Roman"/>
                <w:b/>
                <w:bCs/>
                <w:kern w:val="0"/>
              </w:rPr>
              <w:t> </w:t>
            </w:r>
          </w:p>
        </w:tc>
        <w:tc>
          <w:tcPr>
            <w:tcW w:w="1220" w:type="dxa"/>
            <w:noWrap/>
            <w:hideMark/>
          </w:tcPr>
          <w:p w14:paraId="2EB6F071" w14:textId="77777777" w:rsidR="00091275" w:rsidRPr="00091275" w:rsidRDefault="00091275" w:rsidP="00091275">
            <w:pPr>
              <w:jc w:val="left"/>
              <w:rPr>
                <w:rFonts w:ascii="Times New Roman" w:hAnsi="Times New Roman"/>
                <w:b/>
                <w:bCs/>
                <w:kern w:val="0"/>
              </w:rPr>
            </w:pPr>
            <w:r w:rsidRPr="00091275">
              <w:rPr>
                <w:rFonts w:ascii="Times New Roman" w:hAnsi="Times New Roman"/>
                <w:b/>
                <w:bCs/>
                <w:kern w:val="0"/>
              </w:rPr>
              <w:t> </w:t>
            </w:r>
          </w:p>
        </w:tc>
        <w:tc>
          <w:tcPr>
            <w:tcW w:w="1280" w:type="dxa"/>
            <w:noWrap/>
            <w:hideMark/>
          </w:tcPr>
          <w:p w14:paraId="3B32E509" w14:textId="77777777" w:rsidR="00091275" w:rsidRPr="00091275" w:rsidRDefault="00091275" w:rsidP="00091275">
            <w:pPr>
              <w:jc w:val="left"/>
              <w:rPr>
                <w:rFonts w:ascii="Times New Roman" w:hAnsi="Times New Roman"/>
                <w:b/>
                <w:bCs/>
                <w:kern w:val="0"/>
              </w:rPr>
            </w:pPr>
            <w:r w:rsidRPr="00091275">
              <w:rPr>
                <w:rFonts w:ascii="Times New Roman" w:hAnsi="Times New Roman"/>
                <w:b/>
                <w:bCs/>
                <w:kern w:val="0"/>
              </w:rPr>
              <w:t> </w:t>
            </w:r>
          </w:p>
        </w:tc>
      </w:tr>
      <w:tr w:rsidR="00091275" w:rsidRPr="00091275" w14:paraId="1CD4A2C3" w14:textId="77777777" w:rsidTr="005950F5">
        <w:trPr>
          <w:trHeight w:val="290"/>
        </w:trPr>
        <w:tc>
          <w:tcPr>
            <w:tcW w:w="756" w:type="dxa"/>
            <w:noWrap/>
            <w:hideMark/>
          </w:tcPr>
          <w:p w14:paraId="71D2AEDC" w14:textId="77777777" w:rsidR="00091275" w:rsidRPr="00091275" w:rsidRDefault="00091275" w:rsidP="00091275">
            <w:pPr>
              <w:jc w:val="left"/>
              <w:rPr>
                <w:rFonts w:ascii="Times New Roman" w:hAnsi="Times New Roman"/>
                <w:b/>
                <w:bCs/>
                <w:kern w:val="0"/>
              </w:rPr>
            </w:pPr>
            <w:r w:rsidRPr="00091275">
              <w:rPr>
                <w:rFonts w:ascii="Times New Roman" w:hAnsi="Times New Roman"/>
                <w:b/>
                <w:bCs/>
                <w:kern w:val="0"/>
              </w:rPr>
              <w:t> </w:t>
            </w:r>
          </w:p>
        </w:tc>
        <w:tc>
          <w:tcPr>
            <w:tcW w:w="2853" w:type="dxa"/>
            <w:noWrap/>
            <w:hideMark/>
          </w:tcPr>
          <w:p w14:paraId="3A8B3252" w14:textId="77777777" w:rsidR="00091275" w:rsidRPr="00091275" w:rsidRDefault="00091275" w:rsidP="00091275">
            <w:pPr>
              <w:jc w:val="left"/>
              <w:rPr>
                <w:rFonts w:ascii="Times New Roman" w:hAnsi="Times New Roman"/>
                <w:b/>
                <w:bCs/>
                <w:kern w:val="0"/>
              </w:rPr>
            </w:pPr>
            <w:r w:rsidRPr="00091275">
              <w:rPr>
                <w:rFonts w:ascii="Times New Roman" w:hAnsi="Times New Roman"/>
                <w:b/>
                <w:bCs/>
                <w:kern w:val="0"/>
              </w:rPr>
              <w:t> </w:t>
            </w:r>
          </w:p>
        </w:tc>
        <w:tc>
          <w:tcPr>
            <w:tcW w:w="591" w:type="dxa"/>
            <w:noWrap/>
            <w:hideMark/>
          </w:tcPr>
          <w:p w14:paraId="09164C22" w14:textId="77777777" w:rsidR="00091275" w:rsidRPr="00091275" w:rsidRDefault="00091275" w:rsidP="00091275">
            <w:pPr>
              <w:jc w:val="left"/>
              <w:rPr>
                <w:rFonts w:ascii="Times New Roman" w:hAnsi="Times New Roman"/>
                <w:b/>
                <w:bCs/>
                <w:kern w:val="0"/>
              </w:rPr>
            </w:pPr>
            <w:r w:rsidRPr="00091275">
              <w:rPr>
                <w:rFonts w:ascii="Times New Roman" w:hAnsi="Times New Roman"/>
                <w:b/>
                <w:bCs/>
                <w:kern w:val="0"/>
              </w:rPr>
              <w:t> </w:t>
            </w:r>
          </w:p>
        </w:tc>
        <w:tc>
          <w:tcPr>
            <w:tcW w:w="960" w:type="dxa"/>
            <w:noWrap/>
            <w:hideMark/>
          </w:tcPr>
          <w:p w14:paraId="37736DBF" w14:textId="77777777" w:rsidR="00091275" w:rsidRPr="00091275" w:rsidRDefault="00091275" w:rsidP="00091275">
            <w:pPr>
              <w:jc w:val="left"/>
              <w:rPr>
                <w:rFonts w:ascii="Times New Roman" w:hAnsi="Times New Roman"/>
                <w:b/>
                <w:bCs/>
                <w:kern w:val="0"/>
              </w:rPr>
            </w:pPr>
            <w:r w:rsidRPr="00091275">
              <w:rPr>
                <w:rFonts w:ascii="Times New Roman" w:hAnsi="Times New Roman"/>
                <w:b/>
                <w:bCs/>
                <w:kern w:val="0"/>
              </w:rPr>
              <w:t> </w:t>
            </w:r>
          </w:p>
        </w:tc>
        <w:tc>
          <w:tcPr>
            <w:tcW w:w="1220" w:type="dxa"/>
            <w:noWrap/>
            <w:hideMark/>
          </w:tcPr>
          <w:p w14:paraId="62461778" w14:textId="77777777" w:rsidR="00091275" w:rsidRPr="00091275" w:rsidRDefault="00091275" w:rsidP="00091275">
            <w:pPr>
              <w:jc w:val="left"/>
              <w:rPr>
                <w:rFonts w:ascii="Times New Roman" w:hAnsi="Times New Roman"/>
                <w:b/>
                <w:bCs/>
                <w:kern w:val="0"/>
              </w:rPr>
            </w:pPr>
            <w:r w:rsidRPr="00091275">
              <w:rPr>
                <w:rFonts w:ascii="Times New Roman" w:hAnsi="Times New Roman"/>
                <w:b/>
                <w:bCs/>
                <w:kern w:val="0"/>
              </w:rPr>
              <w:t> </w:t>
            </w:r>
          </w:p>
        </w:tc>
        <w:tc>
          <w:tcPr>
            <w:tcW w:w="1280" w:type="dxa"/>
            <w:noWrap/>
            <w:hideMark/>
          </w:tcPr>
          <w:p w14:paraId="35FF43B1" w14:textId="77777777" w:rsidR="00091275" w:rsidRPr="00091275" w:rsidRDefault="00091275" w:rsidP="00091275">
            <w:pPr>
              <w:jc w:val="left"/>
              <w:rPr>
                <w:rFonts w:ascii="Times New Roman" w:hAnsi="Times New Roman"/>
                <w:b/>
                <w:bCs/>
                <w:kern w:val="0"/>
              </w:rPr>
            </w:pPr>
            <w:r w:rsidRPr="00091275">
              <w:rPr>
                <w:rFonts w:ascii="Times New Roman" w:hAnsi="Times New Roman"/>
                <w:b/>
                <w:bCs/>
                <w:kern w:val="0"/>
              </w:rPr>
              <w:t> </w:t>
            </w:r>
          </w:p>
        </w:tc>
      </w:tr>
      <w:tr w:rsidR="00091275" w:rsidRPr="00091275" w14:paraId="713F9459" w14:textId="77777777" w:rsidTr="005950F5">
        <w:trPr>
          <w:trHeight w:val="290"/>
        </w:trPr>
        <w:tc>
          <w:tcPr>
            <w:tcW w:w="756" w:type="dxa"/>
            <w:noWrap/>
            <w:hideMark/>
          </w:tcPr>
          <w:p w14:paraId="2474D4EE" w14:textId="77777777" w:rsidR="00091275" w:rsidRPr="00091275" w:rsidRDefault="00091275" w:rsidP="00091275">
            <w:pPr>
              <w:jc w:val="left"/>
              <w:rPr>
                <w:rFonts w:ascii="Times New Roman" w:hAnsi="Times New Roman"/>
                <w:b/>
                <w:bCs/>
                <w:kern w:val="0"/>
              </w:rPr>
            </w:pPr>
            <w:r w:rsidRPr="00091275">
              <w:rPr>
                <w:rFonts w:ascii="Times New Roman" w:hAnsi="Times New Roman"/>
                <w:b/>
                <w:bCs/>
                <w:kern w:val="0"/>
              </w:rPr>
              <w:t> </w:t>
            </w:r>
          </w:p>
        </w:tc>
        <w:tc>
          <w:tcPr>
            <w:tcW w:w="2853" w:type="dxa"/>
            <w:noWrap/>
            <w:hideMark/>
          </w:tcPr>
          <w:p w14:paraId="311969E1" w14:textId="77777777" w:rsidR="00091275" w:rsidRPr="00091275" w:rsidRDefault="00091275" w:rsidP="00091275">
            <w:pPr>
              <w:jc w:val="left"/>
              <w:rPr>
                <w:rFonts w:ascii="Times New Roman" w:hAnsi="Times New Roman"/>
                <w:b/>
                <w:bCs/>
                <w:kern w:val="0"/>
              </w:rPr>
            </w:pPr>
            <w:r w:rsidRPr="00091275">
              <w:rPr>
                <w:rFonts w:ascii="Times New Roman" w:hAnsi="Times New Roman"/>
                <w:b/>
                <w:bCs/>
                <w:kern w:val="0"/>
              </w:rPr>
              <w:t>other charges</w:t>
            </w:r>
          </w:p>
        </w:tc>
        <w:tc>
          <w:tcPr>
            <w:tcW w:w="591" w:type="dxa"/>
            <w:noWrap/>
            <w:hideMark/>
          </w:tcPr>
          <w:p w14:paraId="36FFB827" w14:textId="77777777" w:rsidR="00091275" w:rsidRPr="00091275" w:rsidRDefault="00091275" w:rsidP="00091275">
            <w:pPr>
              <w:jc w:val="left"/>
              <w:rPr>
                <w:rFonts w:ascii="Times New Roman" w:hAnsi="Times New Roman"/>
                <w:b/>
                <w:bCs/>
                <w:kern w:val="0"/>
              </w:rPr>
            </w:pPr>
            <w:r w:rsidRPr="00091275">
              <w:rPr>
                <w:rFonts w:ascii="Times New Roman" w:hAnsi="Times New Roman"/>
                <w:b/>
                <w:bCs/>
                <w:kern w:val="0"/>
              </w:rPr>
              <w:t> </w:t>
            </w:r>
          </w:p>
        </w:tc>
        <w:tc>
          <w:tcPr>
            <w:tcW w:w="960" w:type="dxa"/>
            <w:noWrap/>
            <w:hideMark/>
          </w:tcPr>
          <w:p w14:paraId="0B487ABA" w14:textId="77777777" w:rsidR="00091275" w:rsidRPr="00091275" w:rsidRDefault="00091275" w:rsidP="00091275">
            <w:pPr>
              <w:jc w:val="left"/>
              <w:rPr>
                <w:rFonts w:ascii="Times New Roman" w:hAnsi="Times New Roman"/>
                <w:b/>
                <w:bCs/>
                <w:kern w:val="0"/>
              </w:rPr>
            </w:pPr>
            <w:r w:rsidRPr="00091275">
              <w:rPr>
                <w:rFonts w:ascii="Times New Roman" w:hAnsi="Times New Roman"/>
                <w:b/>
                <w:bCs/>
                <w:kern w:val="0"/>
              </w:rPr>
              <w:t> </w:t>
            </w:r>
          </w:p>
        </w:tc>
        <w:tc>
          <w:tcPr>
            <w:tcW w:w="1220" w:type="dxa"/>
            <w:noWrap/>
            <w:hideMark/>
          </w:tcPr>
          <w:p w14:paraId="7698DAC7" w14:textId="77777777" w:rsidR="00091275" w:rsidRPr="00091275" w:rsidRDefault="00091275" w:rsidP="00091275">
            <w:pPr>
              <w:jc w:val="left"/>
              <w:rPr>
                <w:rFonts w:ascii="Times New Roman" w:hAnsi="Times New Roman"/>
                <w:b/>
                <w:bCs/>
                <w:kern w:val="0"/>
              </w:rPr>
            </w:pPr>
            <w:r w:rsidRPr="00091275">
              <w:rPr>
                <w:rFonts w:ascii="Times New Roman" w:hAnsi="Times New Roman"/>
                <w:b/>
                <w:bCs/>
                <w:kern w:val="0"/>
              </w:rPr>
              <w:t> </w:t>
            </w:r>
          </w:p>
        </w:tc>
        <w:tc>
          <w:tcPr>
            <w:tcW w:w="1280" w:type="dxa"/>
            <w:noWrap/>
            <w:hideMark/>
          </w:tcPr>
          <w:p w14:paraId="610E00BF" w14:textId="77777777" w:rsidR="00091275" w:rsidRPr="00091275" w:rsidRDefault="00091275" w:rsidP="00091275">
            <w:pPr>
              <w:jc w:val="left"/>
              <w:rPr>
                <w:rFonts w:ascii="Times New Roman" w:hAnsi="Times New Roman"/>
                <w:b/>
                <w:bCs/>
                <w:kern w:val="0"/>
              </w:rPr>
            </w:pPr>
            <w:r w:rsidRPr="00091275">
              <w:rPr>
                <w:rFonts w:ascii="Times New Roman" w:hAnsi="Times New Roman"/>
                <w:b/>
                <w:bCs/>
                <w:kern w:val="0"/>
              </w:rPr>
              <w:t> </w:t>
            </w:r>
          </w:p>
        </w:tc>
      </w:tr>
      <w:tr w:rsidR="00091275" w:rsidRPr="00091275" w14:paraId="33FEF538" w14:textId="77777777" w:rsidTr="005950F5">
        <w:trPr>
          <w:trHeight w:val="290"/>
        </w:trPr>
        <w:tc>
          <w:tcPr>
            <w:tcW w:w="756" w:type="dxa"/>
            <w:noWrap/>
            <w:hideMark/>
          </w:tcPr>
          <w:p w14:paraId="2F2B08ED" w14:textId="77777777" w:rsidR="00091275" w:rsidRPr="00091275" w:rsidRDefault="00091275" w:rsidP="00091275">
            <w:pPr>
              <w:jc w:val="left"/>
              <w:rPr>
                <w:rFonts w:ascii="Times New Roman" w:hAnsi="Times New Roman"/>
                <w:b/>
                <w:bCs/>
                <w:kern w:val="0"/>
              </w:rPr>
            </w:pPr>
            <w:r w:rsidRPr="00091275">
              <w:rPr>
                <w:rFonts w:ascii="Times New Roman" w:hAnsi="Times New Roman"/>
                <w:b/>
                <w:bCs/>
                <w:kern w:val="0"/>
              </w:rPr>
              <w:t> </w:t>
            </w:r>
          </w:p>
        </w:tc>
        <w:tc>
          <w:tcPr>
            <w:tcW w:w="2853" w:type="dxa"/>
            <w:noWrap/>
            <w:hideMark/>
          </w:tcPr>
          <w:p w14:paraId="210249D6" w14:textId="77777777" w:rsidR="00091275" w:rsidRPr="00091275" w:rsidRDefault="00091275" w:rsidP="00091275">
            <w:pPr>
              <w:jc w:val="left"/>
              <w:rPr>
                <w:rFonts w:ascii="Times New Roman" w:hAnsi="Times New Roman"/>
                <w:b/>
                <w:bCs/>
                <w:kern w:val="0"/>
              </w:rPr>
            </w:pPr>
            <w:r w:rsidRPr="00091275">
              <w:rPr>
                <w:rFonts w:ascii="Times New Roman" w:hAnsi="Times New Roman"/>
                <w:b/>
                <w:bCs/>
                <w:kern w:val="0"/>
              </w:rPr>
              <w:t>Total cost (vat inclusive)</w:t>
            </w:r>
          </w:p>
        </w:tc>
        <w:tc>
          <w:tcPr>
            <w:tcW w:w="591" w:type="dxa"/>
            <w:noWrap/>
            <w:hideMark/>
          </w:tcPr>
          <w:p w14:paraId="6FD75322" w14:textId="77777777" w:rsidR="00091275" w:rsidRPr="00091275" w:rsidRDefault="00091275" w:rsidP="00091275">
            <w:pPr>
              <w:jc w:val="left"/>
              <w:rPr>
                <w:rFonts w:ascii="Times New Roman" w:hAnsi="Times New Roman"/>
                <w:b/>
                <w:bCs/>
                <w:kern w:val="0"/>
              </w:rPr>
            </w:pPr>
            <w:r w:rsidRPr="00091275">
              <w:rPr>
                <w:rFonts w:ascii="Times New Roman" w:hAnsi="Times New Roman"/>
                <w:b/>
                <w:bCs/>
                <w:kern w:val="0"/>
              </w:rPr>
              <w:t> </w:t>
            </w:r>
          </w:p>
        </w:tc>
        <w:tc>
          <w:tcPr>
            <w:tcW w:w="960" w:type="dxa"/>
            <w:noWrap/>
            <w:hideMark/>
          </w:tcPr>
          <w:p w14:paraId="329D28A1" w14:textId="77777777" w:rsidR="00091275" w:rsidRPr="00091275" w:rsidRDefault="00091275" w:rsidP="00091275">
            <w:pPr>
              <w:jc w:val="left"/>
              <w:rPr>
                <w:rFonts w:ascii="Times New Roman" w:hAnsi="Times New Roman"/>
                <w:b/>
                <w:bCs/>
                <w:kern w:val="0"/>
              </w:rPr>
            </w:pPr>
            <w:r w:rsidRPr="00091275">
              <w:rPr>
                <w:rFonts w:ascii="Times New Roman" w:hAnsi="Times New Roman"/>
                <w:b/>
                <w:bCs/>
                <w:kern w:val="0"/>
              </w:rPr>
              <w:t> </w:t>
            </w:r>
          </w:p>
        </w:tc>
        <w:tc>
          <w:tcPr>
            <w:tcW w:w="1220" w:type="dxa"/>
            <w:noWrap/>
            <w:hideMark/>
          </w:tcPr>
          <w:p w14:paraId="522C63E8" w14:textId="77777777" w:rsidR="00091275" w:rsidRPr="00091275" w:rsidRDefault="00091275" w:rsidP="00091275">
            <w:pPr>
              <w:jc w:val="left"/>
              <w:rPr>
                <w:rFonts w:ascii="Times New Roman" w:hAnsi="Times New Roman"/>
                <w:b/>
                <w:bCs/>
                <w:kern w:val="0"/>
              </w:rPr>
            </w:pPr>
            <w:r w:rsidRPr="00091275">
              <w:rPr>
                <w:rFonts w:ascii="Times New Roman" w:hAnsi="Times New Roman"/>
                <w:b/>
                <w:bCs/>
                <w:kern w:val="0"/>
              </w:rPr>
              <w:t> </w:t>
            </w:r>
          </w:p>
        </w:tc>
        <w:tc>
          <w:tcPr>
            <w:tcW w:w="1280" w:type="dxa"/>
            <w:noWrap/>
            <w:hideMark/>
          </w:tcPr>
          <w:p w14:paraId="0C0196B2" w14:textId="77777777" w:rsidR="00091275" w:rsidRPr="00091275" w:rsidRDefault="00091275" w:rsidP="00091275">
            <w:pPr>
              <w:jc w:val="left"/>
              <w:rPr>
                <w:rFonts w:ascii="Times New Roman" w:hAnsi="Times New Roman"/>
                <w:b/>
                <w:bCs/>
                <w:kern w:val="0"/>
              </w:rPr>
            </w:pPr>
            <w:r w:rsidRPr="00091275">
              <w:rPr>
                <w:rFonts w:ascii="Times New Roman" w:hAnsi="Times New Roman"/>
                <w:b/>
                <w:bCs/>
                <w:kern w:val="0"/>
              </w:rPr>
              <w:t> </w:t>
            </w:r>
          </w:p>
        </w:tc>
      </w:tr>
    </w:tbl>
    <w:p w14:paraId="5A069DE5" w14:textId="77777777" w:rsidR="00091275" w:rsidRPr="00E86CF1" w:rsidRDefault="00091275" w:rsidP="00091275"/>
    <w:p w14:paraId="4436EFAD" w14:textId="6A834B11" w:rsidR="00395559" w:rsidRPr="00AC0C27" w:rsidRDefault="00000000" w:rsidP="00AC0C27">
      <w:pPr>
        <w:rPr>
          <w:b/>
          <w:bCs/>
          <w:i/>
          <w:iCs/>
        </w:rPr>
      </w:pPr>
      <w:r w:rsidRPr="00AC0C27">
        <w:rPr>
          <w:b/>
          <w:bCs/>
          <w:i/>
          <w:iCs/>
        </w:rPr>
        <w:br w:type="page"/>
      </w:r>
    </w:p>
    <w:p w14:paraId="0A959259" w14:textId="77777777" w:rsidR="00395559" w:rsidRDefault="00395559">
      <w:pPr>
        <w:rPr>
          <w:b/>
          <w:bCs/>
          <w:i/>
          <w:iCs/>
        </w:rPr>
      </w:pPr>
    </w:p>
    <w:p w14:paraId="271C1349" w14:textId="647EB713" w:rsidR="00395559" w:rsidRDefault="00AC0C27">
      <w:pPr>
        <w:numPr>
          <w:ilvl w:val="0"/>
          <w:numId w:val="5"/>
        </w:numPr>
        <w:rPr>
          <w:b/>
          <w:bCs/>
        </w:rPr>
      </w:pPr>
      <w:r w:rsidRPr="00AC0C27">
        <w:rPr>
          <w:b/>
          <w:bCs/>
        </w:rPr>
        <w:t xml:space="preserve">Rehab for </w:t>
      </w:r>
      <w:r>
        <w:rPr>
          <w:b/>
          <w:bCs/>
        </w:rPr>
        <w:t>KUC Tabuarorae maneaba, Onotoa</w:t>
      </w:r>
    </w:p>
    <w:tbl>
      <w:tblPr>
        <w:tblStyle w:val="TableGrid"/>
        <w:tblW w:w="10060" w:type="dxa"/>
        <w:tblLayout w:type="fixed"/>
        <w:tblLook w:val="04A0" w:firstRow="1" w:lastRow="0" w:firstColumn="1" w:lastColumn="0" w:noHBand="0" w:noVBand="1"/>
      </w:tblPr>
      <w:tblGrid>
        <w:gridCol w:w="846"/>
        <w:gridCol w:w="4689"/>
        <w:gridCol w:w="744"/>
        <w:gridCol w:w="912"/>
        <w:gridCol w:w="1451"/>
        <w:gridCol w:w="1418"/>
      </w:tblGrid>
      <w:tr w:rsidR="00AC0C27" w:rsidRPr="00AC0C27" w14:paraId="6E8889F8" w14:textId="77777777" w:rsidTr="00A53751">
        <w:trPr>
          <w:trHeight w:val="610"/>
        </w:trPr>
        <w:tc>
          <w:tcPr>
            <w:tcW w:w="5535" w:type="dxa"/>
            <w:gridSpan w:val="2"/>
            <w:hideMark/>
          </w:tcPr>
          <w:p w14:paraId="4EEEDE0B" w14:textId="77777777" w:rsidR="00AC0C27" w:rsidRPr="00AC0C27" w:rsidRDefault="00AC0C27" w:rsidP="00AC0C27">
            <w:pPr>
              <w:jc w:val="left"/>
              <w:rPr>
                <w:b/>
                <w:bCs/>
                <w:lang w:val="en-KI"/>
              </w:rPr>
            </w:pPr>
            <w:r w:rsidRPr="00AC0C27">
              <w:rPr>
                <w:b/>
                <w:bCs/>
              </w:rPr>
              <w:t>Materia list - Rehab for KUC Tabuarorae Church (Onotoa)</w:t>
            </w:r>
          </w:p>
        </w:tc>
        <w:tc>
          <w:tcPr>
            <w:tcW w:w="744" w:type="dxa"/>
            <w:noWrap/>
            <w:hideMark/>
          </w:tcPr>
          <w:p w14:paraId="3CC93186" w14:textId="77777777" w:rsidR="00AC0C27" w:rsidRPr="00AC0C27" w:rsidRDefault="00AC0C27" w:rsidP="00AC0C27">
            <w:pPr>
              <w:jc w:val="left"/>
              <w:rPr>
                <w:b/>
                <w:bCs/>
              </w:rPr>
            </w:pPr>
            <w:r w:rsidRPr="00AC0C27">
              <w:rPr>
                <w:b/>
                <w:bCs/>
              </w:rPr>
              <w:t> </w:t>
            </w:r>
          </w:p>
        </w:tc>
        <w:tc>
          <w:tcPr>
            <w:tcW w:w="912" w:type="dxa"/>
            <w:noWrap/>
            <w:hideMark/>
          </w:tcPr>
          <w:p w14:paraId="0D7DC03E" w14:textId="77777777" w:rsidR="00AC0C27" w:rsidRPr="00AC0C27" w:rsidRDefault="00AC0C27" w:rsidP="00AC0C27">
            <w:pPr>
              <w:jc w:val="left"/>
              <w:rPr>
                <w:b/>
                <w:bCs/>
              </w:rPr>
            </w:pPr>
            <w:r w:rsidRPr="00AC0C27">
              <w:rPr>
                <w:b/>
                <w:bCs/>
              </w:rPr>
              <w:t> </w:t>
            </w:r>
          </w:p>
        </w:tc>
        <w:tc>
          <w:tcPr>
            <w:tcW w:w="1451" w:type="dxa"/>
            <w:noWrap/>
            <w:hideMark/>
          </w:tcPr>
          <w:p w14:paraId="2C44C6D8" w14:textId="77777777" w:rsidR="00AC0C27" w:rsidRPr="00AC0C27" w:rsidRDefault="00AC0C27">
            <w:pPr>
              <w:jc w:val="left"/>
              <w:rPr>
                <w:b/>
                <w:bCs/>
              </w:rPr>
            </w:pPr>
            <w:r w:rsidRPr="00AC0C27">
              <w:rPr>
                <w:b/>
                <w:bCs/>
              </w:rPr>
              <w:t> </w:t>
            </w:r>
          </w:p>
        </w:tc>
        <w:tc>
          <w:tcPr>
            <w:tcW w:w="1418" w:type="dxa"/>
            <w:noWrap/>
            <w:hideMark/>
          </w:tcPr>
          <w:p w14:paraId="658D0869" w14:textId="77777777" w:rsidR="00AC0C27" w:rsidRPr="00AC0C27" w:rsidRDefault="00AC0C27">
            <w:pPr>
              <w:rPr>
                <w:b/>
                <w:bCs/>
              </w:rPr>
            </w:pPr>
            <w:r w:rsidRPr="00AC0C27">
              <w:rPr>
                <w:b/>
                <w:bCs/>
              </w:rPr>
              <w:t> </w:t>
            </w:r>
          </w:p>
        </w:tc>
      </w:tr>
      <w:tr w:rsidR="00AC0C27" w:rsidRPr="00AC0C27" w14:paraId="5E9BE096" w14:textId="77777777" w:rsidTr="00A53751">
        <w:trPr>
          <w:trHeight w:val="580"/>
        </w:trPr>
        <w:tc>
          <w:tcPr>
            <w:tcW w:w="846" w:type="dxa"/>
            <w:noWrap/>
            <w:hideMark/>
          </w:tcPr>
          <w:p w14:paraId="0721E988" w14:textId="77777777" w:rsidR="00AC0C27" w:rsidRPr="00AC0C27" w:rsidRDefault="00AC0C27" w:rsidP="00AC0C27">
            <w:pPr>
              <w:rPr>
                <w:b/>
                <w:bCs/>
              </w:rPr>
            </w:pPr>
            <w:r w:rsidRPr="00AC0C27">
              <w:rPr>
                <w:b/>
                <w:bCs/>
              </w:rPr>
              <w:t>item #</w:t>
            </w:r>
          </w:p>
        </w:tc>
        <w:tc>
          <w:tcPr>
            <w:tcW w:w="4689" w:type="dxa"/>
            <w:noWrap/>
            <w:hideMark/>
          </w:tcPr>
          <w:p w14:paraId="3B08B264" w14:textId="77777777" w:rsidR="00AC0C27" w:rsidRPr="00AC0C27" w:rsidRDefault="00AC0C27">
            <w:pPr>
              <w:jc w:val="left"/>
              <w:rPr>
                <w:b/>
                <w:bCs/>
              </w:rPr>
            </w:pPr>
            <w:r w:rsidRPr="00AC0C27">
              <w:rPr>
                <w:b/>
                <w:bCs/>
              </w:rPr>
              <w:t>Description</w:t>
            </w:r>
          </w:p>
        </w:tc>
        <w:tc>
          <w:tcPr>
            <w:tcW w:w="744" w:type="dxa"/>
            <w:noWrap/>
            <w:hideMark/>
          </w:tcPr>
          <w:p w14:paraId="57B071B4" w14:textId="77777777" w:rsidR="00AC0C27" w:rsidRPr="00AC0C27" w:rsidRDefault="00AC0C27" w:rsidP="00AC0C27">
            <w:pPr>
              <w:rPr>
                <w:b/>
                <w:bCs/>
              </w:rPr>
            </w:pPr>
            <w:r w:rsidRPr="00AC0C27">
              <w:rPr>
                <w:b/>
                <w:bCs/>
              </w:rPr>
              <w:t>Qty</w:t>
            </w:r>
          </w:p>
        </w:tc>
        <w:tc>
          <w:tcPr>
            <w:tcW w:w="912" w:type="dxa"/>
            <w:noWrap/>
            <w:hideMark/>
          </w:tcPr>
          <w:p w14:paraId="2706FC41" w14:textId="77777777" w:rsidR="00AC0C27" w:rsidRPr="00AC0C27" w:rsidRDefault="00AC0C27" w:rsidP="00AC0C27">
            <w:pPr>
              <w:jc w:val="left"/>
              <w:rPr>
                <w:b/>
                <w:bCs/>
              </w:rPr>
            </w:pPr>
            <w:r w:rsidRPr="00AC0C27">
              <w:rPr>
                <w:b/>
                <w:bCs/>
              </w:rPr>
              <w:t>Unit</w:t>
            </w:r>
          </w:p>
        </w:tc>
        <w:tc>
          <w:tcPr>
            <w:tcW w:w="1451" w:type="dxa"/>
            <w:hideMark/>
          </w:tcPr>
          <w:p w14:paraId="520818BD" w14:textId="77777777" w:rsidR="00AC0C27" w:rsidRPr="00AC0C27" w:rsidRDefault="00AC0C27">
            <w:pPr>
              <w:jc w:val="left"/>
              <w:rPr>
                <w:b/>
                <w:bCs/>
              </w:rPr>
            </w:pPr>
            <w:r w:rsidRPr="00AC0C27">
              <w:rPr>
                <w:b/>
                <w:bCs/>
              </w:rPr>
              <w:t>Price Quotation</w:t>
            </w:r>
          </w:p>
        </w:tc>
        <w:tc>
          <w:tcPr>
            <w:tcW w:w="1418" w:type="dxa"/>
            <w:hideMark/>
          </w:tcPr>
          <w:p w14:paraId="1BA9DD4F" w14:textId="77777777" w:rsidR="00AC0C27" w:rsidRPr="00AC0C27" w:rsidRDefault="00AC0C27">
            <w:pPr>
              <w:rPr>
                <w:b/>
                <w:bCs/>
              </w:rPr>
            </w:pPr>
            <w:r w:rsidRPr="00AC0C27">
              <w:rPr>
                <w:b/>
                <w:bCs/>
              </w:rPr>
              <w:t>T/Price Quotation</w:t>
            </w:r>
          </w:p>
        </w:tc>
      </w:tr>
      <w:tr w:rsidR="00AC0C27" w:rsidRPr="00AC0C27" w14:paraId="7A594C54" w14:textId="77777777" w:rsidTr="00A53751">
        <w:trPr>
          <w:trHeight w:val="580"/>
        </w:trPr>
        <w:tc>
          <w:tcPr>
            <w:tcW w:w="846" w:type="dxa"/>
            <w:noWrap/>
            <w:hideMark/>
          </w:tcPr>
          <w:p w14:paraId="1D03BFDF" w14:textId="77777777" w:rsidR="00AC0C27" w:rsidRPr="00AC0C27" w:rsidRDefault="00AC0C27" w:rsidP="00AC0C27">
            <w:pPr>
              <w:rPr>
                <w:b/>
                <w:bCs/>
              </w:rPr>
            </w:pPr>
            <w:r w:rsidRPr="00AC0C27">
              <w:rPr>
                <w:b/>
                <w:bCs/>
              </w:rPr>
              <w:t> </w:t>
            </w:r>
          </w:p>
        </w:tc>
        <w:tc>
          <w:tcPr>
            <w:tcW w:w="4689" w:type="dxa"/>
            <w:hideMark/>
          </w:tcPr>
          <w:p w14:paraId="33E49EA3" w14:textId="77777777" w:rsidR="00AC0C27" w:rsidRPr="00AC0C27" w:rsidRDefault="00AC0C27">
            <w:pPr>
              <w:jc w:val="left"/>
              <w:rPr>
                <w:b/>
                <w:bCs/>
              </w:rPr>
            </w:pPr>
            <w:r w:rsidRPr="00AC0C27">
              <w:rPr>
                <w:b/>
                <w:bCs/>
              </w:rPr>
              <w:t>Concrete work (Cements type GP or GB and to be 20MPA Concrete Strength)</w:t>
            </w:r>
          </w:p>
        </w:tc>
        <w:tc>
          <w:tcPr>
            <w:tcW w:w="744" w:type="dxa"/>
            <w:noWrap/>
            <w:hideMark/>
          </w:tcPr>
          <w:p w14:paraId="64A697C6" w14:textId="77777777" w:rsidR="00AC0C27" w:rsidRPr="00AC0C27" w:rsidRDefault="00AC0C27" w:rsidP="00AC0C27">
            <w:pPr>
              <w:rPr>
                <w:b/>
                <w:bCs/>
              </w:rPr>
            </w:pPr>
            <w:r w:rsidRPr="00AC0C27">
              <w:rPr>
                <w:b/>
                <w:bCs/>
              </w:rPr>
              <w:t> </w:t>
            </w:r>
          </w:p>
        </w:tc>
        <w:tc>
          <w:tcPr>
            <w:tcW w:w="912" w:type="dxa"/>
            <w:noWrap/>
            <w:hideMark/>
          </w:tcPr>
          <w:p w14:paraId="6619687C" w14:textId="77777777" w:rsidR="00AC0C27" w:rsidRPr="00AC0C27" w:rsidRDefault="00AC0C27" w:rsidP="00AC0C27">
            <w:pPr>
              <w:jc w:val="left"/>
              <w:rPr>
                <w:b/>
                <w:bCs/>
              </w:rPr>
            </w:pPr>
            <w:r w:rsidRPr="00AC0C27">
              <w:rPr>
                <w:b/>
                <w:bCs/>
              </w:rPr>
              <w:t> </w:t>
            </w:r>
          </w:p>
        </w:tc>
        <w:tc>
          <w:tcPr>
            <w:tcW w:w="1451" w:type="dxa"/>
            <w:noWrap/>
            <w:hideMark/>
          </w:tcPr>
          <w:p w14:paraId="77CA49EA" w14:textId="77777777" w:rsidR="00AC0C27" w:rsidRPr="00AC0C27" w:rsidRDefault="00AC0C27">
            <w:pPr>
              <w:jc w:val="left"/>
              <w:rPr>
                <w:b/>
                <w:bCs/>
              </w:rPr>
            </w:pPr>
            <w:r w:rsidRPr="00AC0C27">
              <w:rPr>
                <w:b/>
                <w:bCs/>
              </w:rPr>
              <w:t> </w:t>
            </w:r>
          </w:p>
        </w:tc>
        <w:tc>
          <w:tcPr>
            <w:tcW w:w="1418" w:type="dxa"/>
            <w:noWrap/>
            <w:hideMark/>
          </w:tcPr>
          <w:p w14:paraId="2682934A" w14:textId="77777777" w:rsidR="00AC0C27" w:rsidRPr="00AC0C27" w:rsidRDefault="00AC0C27">
            <w:pPr>
              <w:rPr>
                <w:b/>
                <w:bCs/>
              </w:rPr>
            </w:pPr>
            <w:r w:rsidRPr="00AC0C27">
              <w:rPr>
                <w:b/>
                <w:bCs/>
              </w:rPr>
              <w:t> </w:t>
            </w:r>
          </w:p>
        </w:tc>
      </w:tr>
      <w:tr w:rsidR="00AC0C27" w:rsidRPr="00AC0C27" w14:paraId="78ECF07C" w14:textId="77777777" w:rsidTr="00A53751">
        <w:trPr>
          <w:trHeight w:val="290"/>
        </w:trPr>
        <w:tc>
          <w:tcPr>
            <w:tcW w:w="846" w:type="dxa"/>
            <w:noWrap/>
            <w:hideMark/>
          </w:tcPr>
          <w:p w14:paraId="4ED23989" w14:textId="77777777" w:rsidR="00AC0C27" w:rsidRPr="00AC0C27" w:rsidRDefault="00AC0C27" w:rsidP="00AC0C27">
            <w:r w:rsidRPr="00AC0C27">
              <w:t>1</w:t>
            </w:r>
          </w:p>
        </w:tc>
        <w:tc>
          <w:tcPr>
            <w:tcW w:w="4689" w:type="dxa"/>
            <w:noWrap/>
            <w:hideMark/>
          </w:tcPr>
          <w:p w14:paraId="71F622E5" w14:textId="77777777" w:rsidR="00AC0C27" w:rsidRPr="00AC0C27" w:rsidRDefault="00AC0C27">
            <w:pPr>
              <w:jc w:val="left"/>
            </w:pPr>
            <w:r w:rsidRPr="00AC0C27">
              <w:t>Portland cement 40kg</w:t>
            </w:r>
          </w:p>
        </w:tc>
        <w:tc>
          <w:tcPr>
            <w:tcW w:w="744" w:type="dxa"/>
            <w:noWrap/>
            <w:hideMark/>
          </w:tcPr>
          <w:p w14:paraId="0AA59B23" w14:textId="77777777" w:rsidR="00AC0C27" w:rsidRPr="00AC0C27" w:rsidRDefault="00AC0C27" w:rsidP="00AC0C27">
            <w:r w:rsidRPr="00AC0C27">
              <w:t>100</w:t>
            </w:r>
          </w:p>
        </w:tc>
        <w:tc>
          <w:tcPr>
            <w:tcW w:w="912" w:type="dxa"/>
            <w:noWrap/>
            <w:hideMark/>
          </w:tcPr>
          <w:p w14:paraId="0E3D4F95" w14:textId="77777777" w:rsidR="00AC0C27" w:rsidRPr="00AC0C27" w:rsidRDefault="00AC0C27" w:rsidP="00AC0C27">
            <w:pPr>
              <w:jc w:val="left"/>
            </w:pPr>
            <w:r w:rsidRPr="00AC0C27">
              <w:t>bags</w:t>
            </w:r>
          </w:p>
        </w:tc>
        <w:tc>
          <w:tcPr>
            <w:tcW w:w="1451" w:type="dxa"/>
            <w:noWrap/>
            <w:hideMark/>
          </w:tcPr>
          <w:p w14:paraId="6122ADA4" w14:textId="77777777" w:rsidR="00AC0C27" w:rsidRPr="00AC0C27" w:rsidRDefault="00AC0C27">
            <w:pPr>
              <w:jc w:val="left"/>
            </w:pPr>
            <w:r w:rsidRPr="00AC0C27">
              <w:t> </w:t>
            </w:r>
          </w:p>
        </w:tc>
        <w:tc>
          <w:tcPr>
            <w:tcW w:w="1418" w:type="dxa"/>
            <w:noWrap/>
            <w:hideMark/>
          </w:tcPr>
          <w:p w14:paraId="0A6C545B" w14:textId="77777777" w:rsidR="00AC0C27" w:rsidRPr="00AC0C27" w:rsidRDefault="00AC0C27">
            <w:r w:rsidRPr="00AC0C27">
              <w:t> </w:t>
            </w:r>
          </w:p>
        </w:tc>
      </w:tr>
      <w:tr w:rsidR="00AC0C27" w:rsidRPr="00AC0C27" w14:paraId="43A58F18" w14:textId="77777777" w:rsidTr="00A53751">
        <w:trPr>
          <w:trHeight w:val="290"/>
        </w:trPr>
        <w:tc>
          <w:tcPr>
            <w:tcW w:w="846" w:type="dxa"/>
            <w:noWrap/>
            <w:hideMark/>
          </w:tcPr>
          <w:p w14:paraId="34D2C58D" w14:textId="77777777" w:rsidR="00AC0C27" w:rsidRPr="00AC0C27" w:rsidRDefault="00AC0C27" w:rsidP="00AC0C27">
            <w:pPr>
              <w:rPr>
                <w:b/>
                <w:bCs/>
              </w:rPr>
            </w:pPr>
            <w:r w:rsidRPr="00AC0C27">
              <w:rPr>
                <w:b/>
                <w:bCs/>
              </w:rPr>
              <w:t> </w:t>
            </w:r>
          </w:p>
        </w:tc>
        <w:tc>
          <w:tcPr>
            <w:tcW w:w="4689" w:type="dxa"/>
            <w:noWrap/>
            <w:hideMark/>
          </w:tcPr>
          <w:p w14:paraId="14F1797B" w14:textId="77777777" w:rsidR="00AC0C27" w:rsidRPr="00AC0C27" w:rsidRDefault="00AC0C27">
            <w:pPr>
              <w:jc w:val="left"/>
              <w:rPr>
                <w:b/>
                <w:bCs/>
              </w:rPr>
            </w:pPr>
            <w:r w:rsidRPr="00AC0C27">
              <w:rPr>
                <w:b/>
                <w:bCs/>
              </w:rPr>
              <w:t>Formwork</w:t>
            </w:r>
          </w:p>
        </w:tc>
        <w:tc>
          <w:tcPr>
            <w:tcW w:w="744" w:type="dxa"/>
            <w:noWrap/>
            <w:hideMark/>
          </w:tcPr>
          <w:p w14:paraId="0ECE338F" w14:textId="77777777" w:rsidR="00AC0C27" w:rsidRPr="00AC0C27" w:rsidRDefault="00AC0C27" w:rsidP="00AC0C27">
            <w:pPr>
              <w:rPr>
                <w:b/>
                <w:bCs/>
              </w:rPr>
            </w:pPr>
            <w:r w:rsidRPr="00AC0C27">
              <w:rPr>
                <w:b/>
                <w:bCs/>
              </w:rPr>
              <w:t> </w:t>
            </w:r>
          </w:p>
        </w:tc>
        <w:tc>
          <w:tcPr>
            <w:tcW w:w="912" w:type="dxa"/>
            <w:noWrap/>
            <w:hideMark/>
          </w:tcPr>
          <w:p w14:paraId="179CC08E" w14:textId="77777777" w:rsidR="00AC0C27" w:rsidRPr="00AC0C27" w:rsidRDefault="00AC0C27" w:rsidP="00AC0C27">
            <w:pPr>
              <w:jc w:val="left"/>
              <w:rPr>
                <w:b/>
                <w:bCs/>
              </w:rPr>
            </w:pPr>
            <w:r w:rsidRPr="00AC0C27">
              <w:rPr>
                <w:b/>
                <w:bCs/>
              </w:rPr>
              <w:t> </w:t>
            </w:r>
          </w:p>
        </w:tc>
        <w:tc>
          <w:tcPr>
            <w:tcW w:w="1451" w:type="dxa"/>
            <w:noWrap/>
            <w:hideMark/>
          </w:tcPr>
          <w:p w14:paraId="7393C5A0" w14:textId="77777777" w:rsidR="00AC0C27" w:rsidRPr="00AC0C27" w:rsidRDefault="00AC0C27">
            <w:pPr>
              <w:jc w:val="left"/>
              <w:rPr>
                <w:b/>
                <w:bCs/>
              </w:rPr>
            </w:pPr>
            <w:r w:rsidRPr="00AC0C27">
              <w:rPr>
                <w:b/>
                <w:bCs/>
              </w:rPr>
              <w:t> </w:t>
            </w:r>
          </w:p>
        </w:tc>
        <w:tc>
          <w:tcPr>
            <w:tcW w:w="1418" w:type="dxa"/>
            <w:noWrap/>
            <w:hideMark/>
          </w:tcPr>
          <w:p w14:paraId="07117441" w14:textId="77777777" w:rsidR="00AC0C27" w:rsidRPr="00AC0C27" w:rsidRDefault="00AC0C27">
            <w:pPr>
              <w:rPr>
                <w:b/>
                <w:bCs/>
              </w:rPr>
            </w:pPr>
            <w:r w:rsidRPr="00AC0C27">
              <w:rPr>
                <w:b/>
                <w:bCs/>
              </w:rPr>
              <w:t> </w:t>
            </w:r>
          </w:p>
        </w:tc>
      </w:tr>
      <w:tr w:rsidR="00AC0C27" w:rsidRPr="00AC0C27" w14:paraId="3367E156" w14:textId="77777777" w:rsidTr="00A53751">
        <w:trPr>
          <w:trHeight w:val="290"/>
        </w:trPr>
        <w:tc>
          <w:tcPr>
            <w:tcW w:w="846" w:type="dxa"/>
            <w:noWrap/>
            <w:hideMark/>
          </w:tcPr>
          <w:p w14:paraId="416F6F60" w14:textId="77777777" w:rsidR="00AC0C27" w:rsidRPr="00AC0C27" w:rsidRDefault="00AC0C27" w:rsidP="00AC0C27">
            <w:r w:rsidRPr="00AC0C27">
              <w:t>2</w:t>
            </w:r>
          </w:p>
        </w:tc>
        <w:tc>
          <w:tcPr>
            <w:tcW w:w="4689" w:type="dxa"/>
            <w:noWrap/>
            <w:hideMark/>
          </w:tcPr>
          <w:p w14:paraId="6B107FAD" w14:textId="77777777" w:rsidR="00AC0C27" w:rsidRPr="00AC0C27" w:rsidRDefault="00AC0C27">
            <w:pPr>
              <w:jc w:val="left"/>
            </w:pPr>
            <w:r w:rsidRPr="00AC0C27">
              <w:t xml:space="preserve">Formply 3/4" thick </w:t>
            </w:r>
          </w:p>
        </w:tc>
        <w:tc>
          <w:tcPr>
            <w:tcW w:w="744" w:type="dxa"/>
            <w:noWrap/>
            <w:hideMark/>
          </w:tcPr>
          <w:p w14:paraId="72FF0CD3" w14:textId="77777777" w:rsidR="00AC0C27" w:rsidRPr="00AC0C27" w:rsidRDefault="00AC0C27" w:rsidP="00AC0C27">
            <w:r w:rsidRPr="00AC0C27">
              <w:t>19</w:t>
            </w:r>
          </w:p>
        </w:tc>
        <w:tc>
          <w:tcPr>
            <w:tcW w:w="912" w:type="dxa"/>
            <w:noWrap/>
            <w:hideMark/>
          </w:tcPr>
          <w:p w14:paraId="3D9BF9F5" w14:textId="77777777" w:rsidR="00AC0C27" w:rsidRPr="00AC0C27" w:rsidRDefault="00AC0C27" w:rsidP="00AC0C27">
            <w:pPr>
              <w:jc w:val="left"/>
            </w:pPr>
            <w:r w:rsidRPr="00AC0C27">
              <w:t>sheet</w:t>
            </w:r>
          </w:p>
        </w:tc>
        <w:tc>
          <w:tcPr>
            <w:tcW w:w="1451" w:type="dxa"/>
            <w:noWrap/>
            <w:hideMark/>
          </w:tcPr>
          <w:p w14:paraId="23D0F6DC" w14:textId="77777777" w:rsidR="00AC0C27" w:rsidRPr="00AC0C27" w:rsidRDefault="00AC0C27">
            <w:pPr>
              <w:jc w:val="left"/>
            </w:pPr>
            <w:r w:rsidRPr="00AC0C27">
              <w:t> </w:t>
            </w:r>
          </w:p>
        </w:tc>
        <w:tc>
          <w:tcPr>
            <w:tcW w:w="1418" w:type="dxa"/>
            <w:noWrap/>
            <w:hideMark/>
          </w:tcPr>
          <w:p w14:paraId="229B1B02" w14:textId="77777777" w:rsidR="00AC0C27" w:rsidRPr="00AC0C27" w:rsidRDefault="00AC0C27">
            <w:r w:rsidRPr="00AC0C27">
              <w:t> </w:t>
            </w:r>
          </w:p>
        </w:tc>
      </w:tr>
      <w:tr w:rsidR="00AC0C27" w:rsidRPr="00AC0C27" w14:paraId="7D36BB90" w14:textId="77777777" w:rsidTr="00A53751">
        <w:trPr>
          <w:trHeight w:val="290"/>
        </w:trPr>
        <w:tc>
          <w:tcPr>
            <w:tcW w:w="846" w:type="dxa"/>
            <w:noWrap/>
            <w:hideMark/>
          </w:tcPr>
          <w:p w14:paraId="333C7044" w14:textId="77777777" w:rsidR="00AC0C27" w:rsidRPr="00AC0C27" w:rsidRDefault="00AC0C27" w:rsidP="00AC0C27">
            <w:r w:rsidRPr="00AC0C27">
              <w:t>3</w:t>
            </w:r>
          </w:p>
        </w:tc>
        <w:tc>
          <w:tcPr>
            <w:tcW w:w="4689" w:type="dxa"/>
            <w:noWrap/>
            <w:hideMark/>
          </w:tcPr>
          <w:p w14:paraId="30ABBA3E" w14:textId="77777777" w:rsidR="00AC0C27" w:rsidRPr="00AC0C27" w:rsidRDefault="00AC0C27">
            <w:pPr>
              <w:jc w:val="left"/>
            </w:pPr>
            <w:r w:rsidRPr="00AC0C27">
              <w:t>D12mm dia reinforcing steeel ( in 6m length) deform</w:t>
            </w:r>
          </w:p>
        </w:tc>
        <w:tc>
          <w:tcPr>
            <w:tcW w:w="744" w:type="dxa"/>
            <w:noWrap/>
            <w:hideMark/>
          </w:tcPr>
          <w:p w14:paraId="4714B8AF" w14:textId="77777777" w:rsidR="00AC0C27" w:rsidRPr="00AC0C27" w:rsidRDefault="00AC0C27" w:rsidP="00AC0C27">
            <w:r w:rsidRPr="00AC0C27">
              <w:t>13</w:t>
            </w:r>
          </w:p>
        </w:tc>
        <w:tc>
          <w:tcPr>
            <w:tcW w:w="912" w:type="dxa"/>
            <w:noWrap/>
            <w:hideMark/>
          </w:tcPr>
          <w:p w14:paraId="00FDFB74" w14:textId="77777777" w:rsidR="00AC0C27" w:rsidRPr="00AC0C27" w:rsidRDefault="00AC0C27" w:rsidP="00AC0C27">
            <w:pPr>
              <w:jc w:val="left"/>
            </w:pPr>
            <w:r w:rsidRPr="00AC0C27">
              <w:t>length</w:t>
            </w:r>
          </w:p>
        </w:tc>
        <w:tc>
          <w:tcPr>
            <w:tcW w:w="1451" w:type="dxa"/>
            <w:noWrap/>
            <w:hideMark/>
          </w:tcPr>
          <w:p w14:paraId="2AA43781" w14:textId="77777777" w:rsidR="00AC0C27" w:rsidRPr="00AC0C27" w:rsidRDefault="00AC0C27">
            <w:pPr>
              <w:jc w:val="left"/>
            </w:pPr>
            <w:r w:rsidRPr="00AC0C27">
              <w:t> </w:t>
            </w:r>
          </w:p>
        </w:tc>
        <w:tc>
          <w:tcPr>
            <w:tcW w:w="1418" w:type="dxa"/>
            <w:noWrap/>
            <w:hideMark/>
          </w:tcPr>
          <w:p w14:paraId="78F229B3" w14:textId="77777777" w:rsidR="00AC0C27" w:rsidRPr="00AC0C27" w:rsidRDefault="00AC0C27">
            <w:r w:rsidRPr="00AC0C27">
              <w:t> </w:t>
            </w:r>
          </w:p>
        </w:tc>
      </w:tr>
      <w:tr w:rsidR="00AC0C27" w:rsidRPr="00AC0C27" w14:paraId="64F1B14E" w14:textId="77777777" w:rsidTr="00A53751">
        <w:trPr>
          <w:trHeight w:val="290"/>
        </w:trPr>
        <w:tc>
          <w:tcPr>
            <w:tcW w:w="846" w:type="dxa"/>
            <w:noWrap/>
            <w:hideMark/>
          </w:tcPr>
          <w:p w14:paraId="37C66B64" w14:textId="77777777" w:rsidR="00AC0C27" w:rsidRPr="00AC0C27" w:rsidRDefault="00AC0C27" w:rsidP="00AC0C27">
            <w:r w:rsidRPr="00AC0C27">
              <w:t>4</w:t>
            </w:r>
          </w:p>
        </w:tc>
        <w:tc>
          <w:tcPr>
            <w:tcW w:w="4689" w:type="dxa"/>
            <w:noWrap/>
            <w:hideMark/>
          </w:tcPr>
          <w:p w14:paraId="52129A58" w14:textId="77777777" w:rsidR="00AC0C27" w:rsidRPr="00AC0C27" w:rsidRDefault="00AC0C27">
            <w:pPr>
              <w:jc w:val="left"/>
            </w:pPr>
            <w:r w:rsidRPr="00AC0C27">
              <w:t xml:space="preserve">Welding machine charge </w:t>
            </w:r>
          </w:p>
        </w:tc>
        <w:tc>
          <w:tcPr>
            <w:tcW w:w="744" w:type="dxa"/>
            <w:noWrap/>
            <w:hideMark/>
          </w:tcPr>
          <w:p w14:paraId="2EB7F298" w14:textId="77777777" w:rsidR="00AC0C27" w:rsidRPr="00AC0C27" w:rsidRDefault="00AC0C27" w:rsidP="00AC0C27">
            <w:r w:rsidRPr="00AC0C27">
              <w:t>5</w:t>
            </w:r>
          </w:p>
        </w:tc>
        <w:tc>
          <w:tcPr>
            <w:tcW w:w="912" w:type="dxa"/>
            <w:noWrap/>
            <w:hideMark/>
          </w:tcPr>
          <w:p w14:paraId="61E275C7" w14:textId="77777777" w:rsidR="00AC0C27" w:rsidRPr="00AC0C27" w:rsidRDefault="00AC0C27" w:rsidP="00AC0C27">
            <w:pPr>
              <w:jc w:val="left"/>
            </w:pPr>
            <w:r w:rsidRPr="00AC0C27">
              <w:t>no</w:t>
            </w:r>
          </w:p>
        </w:tc>
        <w:tc>
          <w:tcPr>
            <w:tcW w:w="1451" w:type="dxa"/>
            <w:noWrap/>
            <w:hideMark/>
          </w:tcPr>
          <w:p w14:paraId="47CD34D9" w14:textId="77777777" w:rsidR="00AC0C27" w:rsidRPr="00AC0C27" w:rsidRDefault="00AC0C27">
            <w:pPr>
              <w:jc w:val="left"/>
            </w:pPr>
            <w:r w:rsidRPr="00AC0C27">
              <w:t> </w:t>
            </w:r>
          </w:p>
        </w:tc>
        <w:tc>
          <w:tcPr>
            <w:tcW w:w="1418" w:type="dxa"/>
            <w:noWrap/>
            <w:hideMark/>
          </w:tcPr>
          <w:p w14:paraId="267155B4" w14:textId="77777777" w:rsidR="00AC0C27" w:rsidRPr="00AC0C27" w:rsidRDefault="00AC0C27">
            <w:r w:rsidRPr="00AC0C27">
              <w:t> </w:t>
            </w:r>
          </w:p>
        </w:tc>
      </w:tr>
      <w:tr w:rsidR="00AC0C27" w:rsidRPr="00AC0C27" w14:paraId="5981B31D" w14:textId="77777777" w:rsidTr="00A53751">
        <w:trPr>
          <w:trHeight w:val="290"/>
        </w:trPr>
        <w:tc>
          <w:tcPr>
            <w:tcW w:w="846" w:type="dxa"/>
            <w:noWrap/>
            <w:hideMark/>
          </w:tcPr>
          <w:p w14:paraId="272BF227" w14:textId="77777777" w:rsidR="00AC0C27" w:rsidRPr="00AC0C27" w:rsidRDefault="00AC0C27" w:rsidP="00AC0C27">
            <w:pPr>
              <w:rPr>
                <w:b/>
                <w:bCs/>
              </w:rPr>
            </w:pPr>
            <w:r w:rsidRPr="00AC0C27">
              <w:rPr>
                <w:b/>
                <w:bCs/>
              </w:rPr>
              <w:t> </w:t>
            </w:r>
          </w:p>
        </w:tc>
        <w:tc>
          <w:tcPr>
            <w:tcW w:w="4689" w:type="dxa"/>
            <w:noWrap/>
            <w:hideMark/>
          </w:tcPr>
          <w:p w14:paraId="5BF57C76" w14:textId="77777777" w:rsidR="00AC0C27" w:rsidRPr="00AC0C27" w:rsidRDefault="00AC0C27">
            <w:pPr>
              <w:jc w:val="left"/>
              <w:rPr>
                <w:b/>
                <w:bCs/>
              </w:rPr>
            </w:pPr>
            <w:r w:rsidRPr="00AC0C27">
              <w:rPr>
                <w:b/>
                <w:bCs/>
              </w:rPr>
              <w:t>Structural timber pine (Treated pine timber)</w:t>
            </w:r>
          </w:p>
        </w:tc>
        <w:tc>
          <w:tcPr>
            <w:tcW w:w="744" w:type="dxa"/>
            <w:noWrap/>
            <w:hideMark/>
          </w:tcPr>
          <w:p w14:paraId="73B4A0D7" w14:textId="77777777" w:rsidR="00AC0C27" w:rsidRPr="00AC0C27" w:rsidRDefault="00AC0C27" w:rsidP="00AC0C27">
            <w:pPr>
              <w:rPr>
                <w:b/>
                <w:bCs/>
              </w:rPr>
            </w:pPr>
            <w:r w:rsidRPr="00AC0C27">
              <w:rPr>
                <w:b/>
                <w:bCs/>
              </w:rPr>
              <w:t> </w:t>
            </w:r>
          </w:p>
        </w:tc>
        <w:tc>
          <w:tcPr>
            <w:tcW w:w="912" w:type="dxa"/>
            <w:noWrap/>
            <w:hideMark/>
          </w:tcPr>
          <w:p w14:paraId="738B6079" w14:textId="77777777" w:rsidR="00AC0C27" w:rsidRPr="00AC0C27" w:rsidRDefault="00AC0C27" w:rsidP="00AC0C27">
            <w:pPr>
              <w:jc w:val="left"/>
              <w:rPr>
                <w:b/>
                <w:bCs/>
              </w:rPr>
            </w:pPr>
            <w:r w:rsidRPr="00AC0C27">
              <w:rPr>
                <w:b/>
                <w:bCs/>
              </w:rPr>
              <w:t> </w:t>
            </w:r>
          </w:p>
        </w:tc>
        <w:tc>
          <w:tcPr>
            <w:tcW w:w="1451" w:type="dxa"/>
            <w:noWrap/>
            <w:hideMark/>
          </w:tcPr>
          <w:p w14:paraId="4500F246" w14:textId="77777777" w:rsidR="00AC0C27" w:rsidRPr="00AC0C27" w:rsidRDefault="00AC0C27">
            <w:pPr>
              <w:jc w:val="left"/>
              <w:rPr>
                <w:b/>
                <w:bCs/>
              </w:rPr>
            </w:pPr>
            <w:r w:rsidRPr="00AC0C27">
              <w:rPr>
                <w:b/>
                <w:bCs/>
              </w:rPr>
              <w:t> </w:t>
            </w:r>
          </w:p>
        </w:tc>
        <w:tc>
          <w:tcPr>
            <w:tcW w:w="1418" w:type="dxa"/>
            <w:noWrap/>
            <w:hideMark/>
          </w:tcPr>
          <w:p w14:paraId="505B4C0F" w14:textId="77777777" w:rsidR="00AC0C27" w:rsidRPr="00AC0C27" w:rsidRDefault="00AC0C27">
            <w:pPr>
              <w:rPr>
                <w:b/>
                <w:bCs/>
              </w:rPr>
            </w:pPr>
            <w:r w:rsidRPr="00AC0C27">
              <w:rPr>
                <w:b/>
                <w:bCs/>
              </w:rPr>
              <w:t> </w:t>
            </w:r>
          </w:p>
        </w:tc>
      </w:tr>
      <w:tr w:rsidR="00AC0C27" w:rsidRPr="00AC0C27" w14:paraId="134C1F7E" w14:textId="77777777" w:rsidTr="00A53751">
        <w:trPr>
          <w:trHeight w:val="290"/>
        </w:trPr>
        <w:tc>
          <w:tcPr>
            <w:tcW w:w="846" w:type="dxa"/>
            <w:noWrap/>
            <w:hideMark/>
          </w:tcPr>
          <w:p w14:paraId="5FC14D4E" w14:textId="77777777" w:rsidR="00AC0C27" w:rsidRPr="00AC0C27" w:rsidRDefault="00AC0C27" w:rsidP="00AC0C27">
            <w:r w:rsidRPr="00AC0C27">
              <w:t>5</w:t>
            </w:r>
          </w:p>
        </w:tc>
        <w:tc>
          <w:tcPr>
            <w:tcW w:w="4689" w:type="dxa"/>
            <w:noWrap/>
            <w:hideMark/>
          </w:tcPr>
          <w:p w14:paraId="15BF8726" w14:textId="77777777" w:rsidR="00AC0C27" w:rsidRPr="00AC0C27" w:rsidRDefault="00AC0C27">
            <w:pPr>
              <w:jc w:val="left"/>
            </w:pPr>
            <w:r w:rsidRPr="00AC0C27">
              <w:t>Timber pine 250x25mm in 6m long to be dressed</w:t>
            </w:r>
          </w:p>
        </w:tc>
        <w:tc>
          <w:tcPr>
            <w:tcW w:w="744" w:type="dxa"/>
            <w:noWrap/>
            <w:hideMark/>
          </w:tcPr>
          <w:p w14:paraId="6FB0802A" w14:textId="77777777" w:rsidR="00AC0C27" w:rsidRPr="00AC0C27" w:rsidRDefault="00AC0C27" w:rsidP="00AC0C27">
            <w:r w:rsidRPr="00AC0C27">
              <w:t>24</w:t>
            </w:r>
          </w:p>
        </w:tc>
        <w:tc>
          <w:tcPr>
            <w:tcW w:w="912" w:type="dxa"/>
            <w:noWrap/>
            <w:hideMark/>
          </w:tcPr>
          <w:p w14:paraId="6131B069" w14:textId="77777777" w:rsidR="00AC0C27" w:rsidRPr="00AC0C27" w:rsidRDefault="00AC0C27" w:rsidP="00AC0C27">
            <w:pPr>
              <w:jc w:val="left"/>
            </w:pPr>
            <w:r w:rsidRPr="00AC0C27">
              <w:t>length</w:t>
            </w:r>
          </w:p>
        </w:tc>
        <w:tc>
          <w:tcPr>
            <w:tcW w:w="1451" w:type="dxa"/>
            <w:noWrap/>
            <w:hideMark/>
          </w:tcPr>
          <w:p w14:paraId="4A498E60" w14:textId="77777777" w:rsidR="00AC0C27" w:rsidRPr="00AC0C27" w:rsidRDefault="00AC0C27">
            <w:pPr>
              <w:jc w:val="left"/>
            </w:pPr>
            <w:r w:rsidRPr="00AC0C27">
              <w:t> </w:t>
            </w:r>
          </w:p>
        </w:tc>
        <w:tc>
          <w:tcPr>
            <w:tcW w:w="1418" w:type="dxa"/>
            <w:noWrap/>
            <w:hideMark/>
          </w:tcPr>
          <w:p w14:paraId="02E7D7BD" w14:textId="77777777" w:rsidR="00AC0C27" w:rsidRPr="00AC0C27" w:rsidRDefault="00AC0C27">
            <w:r w:rsidRPr="00AC0C27">
              <w:t> </w:t>
            </w:r>
          </w:p>
        </w:tc>
      </w:tr>
      <w:tr w:rsidR="00AC0C27" w:rsidRPr="00AC0C27" w14:paraId="7932123E" w14:textId="77777777" w:rsidTr="00A53751">
        <w:trPr>
          <w:trHeight w:val="290"/>
        </w:trPr>
        <w:tc>
          <w:tcPr>
            <w:tcW w:w="846" w:type="dxa"/>
            <w:noWrap/>
            <w:hideMark/>
          </w:tcPr>
          <w:p w14:paraId="6A60D03B" w14:textId="77777777" w:rsidR="00AC0C27" w:rsidRPr="00AC0C27" w:rsidRDefault="00AC0C27" w:rsidP="00AC0C27">
            <w:r w:rsidRPr="00AC0C27">
              <w:t>6</w:t>
            </w:r>
          </w:p>
        </w:tc>
        <w:tc>
          <w:tcPr>
            <w:tcW w:w="4689" w:type="dxa"/>
            <w:noWrap/>
            <w:hideMark/>
          </w:tcPr>
          <w:p w14:paraId="1F2165C4" w14:textId="77777777" w:rsidR="00AC0C27" w:rsidRPr="00AC0C27" w:rsidRDefault="00AC0C27">
            <w:pPr>
              <w:jc w:val="left"/>
            </w:pPr>
            <w:r w:rsidRPr="00AC0C27">
              <w:t>Timber pine 200x50mm in 6m long to be dressed</w:t>
            </w:r>
          </w:p>
        </w:tc>
        <w:tc>
          <w:tcPr>
            <w:tcW w:w="744" w:type="dxa"/>
            <w:noWrap/>
            <w:hideMark/>
          </w:tcPr>
          <w:p w14:paraId="5F49CD1E" w14:textId="77777777" w:rsidR="00AC0C27" w:rsidRPr="00AC0C27" w:rsidRDefault="00AC0C27" w:rsidP="00AC0C27">
            <w:r w:rsidRPr="00AC0C27">
              <w:t>30</w:t>
            </w:r>
          </w:p>
        </w:tc>
        <w:tc>
          <w:tcPr>
            <w:tcW w:w="912" w:type="dxa"/>
            <w:noWrap/>
            <w:hideMark/>
          </w:tcPr>
          <w:p w14:paraId="2D4EEB97" w14:textId="77777777" w:rsidR="00AC0C27" w:rsidRPr="00AC0C27" w:rsidRDefault="00AC0C27" w:rsidP="00AC0C27">
            <w:pPr>
              <w:jc w:val="left"/>
            </w:pPr>
            <w:r w:rsidRPr="00AC0C27">
              <w:t>length</w:t>
            </w:r>
          </w:p>
        </w:tc>
        <w:tc>
          <w:tcPr>
            <w:tcW w:w="1451" w:type="dxa"/>
            <w:noWrap/>
            <w:hideMark/>
          </w:tcPr>
          <w:p w14:paraId="47B0C4B7" w14:textId="77777777" w:rsidR="00AC0C27" w:rsidRPr="00AC0C27" w:rsidRDefault="00AC0C27">
            <w:pPr>
              <w:jc w:val="left"/>
            </w:pPr>
            <w:r w:rsidRPr="00AC0C27">
              <w:t> </w:t>
            </w:r>
          </w:p>
        </w:tc>
        <w:tc>
          <w:tcPr>
            <w:tcW w:w="1418" w:type="dxa"/>
            <w:noWrap/>
            <w:hideMark/>
          </w:tcPr>
          <w:p w14:paraId="6377778C" w14:textId="77777777" w:rsidR="00AC0C27" w:rsidRPr="00AC0C27" w:rsidRDefault="00AC0C27">
            <w:r w:rsidRPr="00AC0C27">
              <w:t> </w:t>
            </w:r>
          </w:p>
        </w:tc>
      </w:tr>
      <w:tr w:rsidR="00AC0C27" w:rsidRPr="00AC0C27" w14:paraId="3A78AB7A" w14:textId="77777777" w:rsidTr="00A53751">
        <w:trPr>
          <w:trHeight w:val="290"/>
        </w:trPr>
        <w:tc>
          <w:tcPr>
            <w:tcW w:w="846" w:type="dxa"/>
            <w:noWrap/>
            <w:hideMark/>
          </w:tcPr>
          <w:p w14:paraId="10F2D34E" w14:textId="77777777" w:rsidR="00AC0C27" w:rsidRPr="00AC0C27" w:rsidRDefault="00AC0C27" w:rsidP="00AC0C27">
            <w:r w:rsidRPr="00AC0C27">
              <w:t>7</w:t>
            </w:r>
          </w:p>
        </w:tc>
        <w:tc>
          <w:tcPr>
            <w:tcW w:w="4689" w:type="dxa"/>
            <w:noWrap/>
            <w:hideMark/>
          </w:tcPr>
          <w:p w14:paraId="4EA117B3" w14:textId="77777777" w:rsidR="00AC0C27" w:rsidRPr="00AC0C27" w:rsidRDefault="00AC0C27">
            <w:pPr>
              <w:jc w:val="left"/>
            </w:pPr>
            <w:r w:rsidRPr="00AC0C27">
              <w:t xml:space="preserve">Timber pine 150x25mm in 6m long to be dressed </w:t>
            </w:r>
          </w:p>
        </w:tc>
        <w:tc>
          <w:tcPr>
            <w:tcW w:w="744" w:type="dxa"/>
            <w:noWrap/>
            <w:hideMark/>
          </w:tcPr>
          <w:p w14:paraId="151708FE" w14:textId="77777777" w:rsidR="00AC0C27" w:rsidRPr="00AC0C27" w:rsidRDefault="00AC0C27" w:rsidP="00AC0C27">
            <w:r w:rsidRPr="00AC0C27">
              <w:t>40</w:t>
            </w:r>
          </w:p>
        </w:tc>
        <w:tc>
          <w:tcPr>
            <w:tcW w:w="912" w:type="dxa"/>
            <w:noWrap/>
            <w:hideMark/>
          </w:tcPr>
          <w:p w14:paraId="2FC0BF62" w14:textId="77777777" w:rsidR="00AC0C27" w:rsidRPr="00AC0C27" w:rsidRDefault="00AC0C27" w:rsidP="00AC0C27">
            <w:pPr>
              <w:jc w:val="left"/>
            </w:pPr>
            <w:r w:rsidRPr="00AC0C27">
              <w:t>length</w:t>
            </w:r>
          </w:p>
        </w:tc>
        <w:tc>
          <w:tcPr>
            <w:tcW w:w="1451" w:type="dxa"/>
            <w:noWrap/>
            <w:hideMark/>
          </w:tcPr>
          <w:p w14:paraId="107AD48B" w14:textId="77777777" w:rsidR="00AC0C27" w:rsidRPr="00AC0C27" w:rsidRDefault="00AC0C27">
            <w:pPr>
              <w:jc w:val="left"/>
            </w:pPr>
            <w:r w:rsidRPr="00AC0C27">
              <w:t> </w:t>
            </w:r>
          </w:p>
        </w:tc>
        <w:tc>
          <w:tcPr>
            <w:tcW w:w="1418" w:type="dxa"/>
            <w:noWrap/>
            <w:hideMark/>
          </w:tcPr>
          <w:p w14:paraId="533885FA" w14:textId="77777777" w:rsidR="00AC0C27" w:rsidRPr="00AC0C27" w:rsidRDefault="00AC0C27">
            <w:r w:rsidRPr="00AC0C27">
              <w:t> </w:t>
            </w:r>
          </w:p>
        </w:tc>
      </w:tr>
      <w:tr w:rsidR="00AC0C27" w:rsidRPr="00AC0C27" w14:paraId="2E3E1432" w14:textId="77777777" w:rsidTr="00A53751">
        <w:trPr>
          <w:trHeight w:val="290"/>
        </w:trPr>
        <w:tc>
          <w:tcPr>
            <w:tcW w:w="846" w:type="dxa"/>
            <w:noWrap/>
            <w:hideMark/>
          </w:tcPr>
          <w:p w14:paraId="42573120" w14:textId="77777777" w:rsidR="00AC0C27" w:rsidRPr="00AC0C27" w:rsidRDefault="00AC0C27" w:rsidP="00AC0C27">
            <w:r w:rsidRPr="00AC0C27">
              <w:t>8</w:t>
            </w:r>
          </w:p>
        </w:tc>
        <w:tc>
          <w:tcPr>
            <w:tcW w:w="4689" w:type="dxa"/>
            <w:noWrap/>
            <w:hideMark/>
          </w:tcPr>
          <w:p w14:paraId="26046F3E" w14:textId="77777777" w:rsidR="00AC0C27" w:rsidRPr="00AC0C27" w:rsidRDefault="00AC0C27">
            <w:pPr>
              <w:jc w:val="left"/>
            </w:pPr>
            <w:r w:rsidRPr="00AC0C27">
              <w:t>Timber pine 100x50mm in 6m long to be dressed</w:t>
            </w:r>
          </w:p>
        </w:tc>
        <w:tc>
          <w:tcPr>
            <w:tcW w:w="744" w:type="dxa"/>
            <w:noWrap/>
            <w:hideMark/>
          </w:tcPr>
          <w:p w14:paraId="132C7677" w14:textId="77777777" w:rsidR="00AC0C27" w:rsidRPr="00AC0C27" w:rsidRDefault="00AC0C27" w:rsidP="00AC0C27">
            <w:r w:rsidRPr="00AC0C27">
              <w:t>68</w:t>
            </w:r>
          </w:p>
        </w:tc>
        <w:tc>
          <w:tcPr>
            <w:tcW w:w="912" w:type="dxa"/>
            <w:noWrap/>
            <w:hideMark/>
          </w:tcPr>
          <w:p w14:paraId="2BC97E03" w14:textId="77777777" w:rsidR="00AC0C27" w:rsidRPr="00AC0C27" w:rsidRDefault="00AC0C27" w:rsidP="00AC0C27">
            <w:pPr>
              <w:jc w:val="left"/>
            </w:pPr>
            <w:r w:rsidRPr="00AC0C27">
              <w:t>length</w:t>
            </w:r>
          </w:p>
        </w:tc>
        <w:tc>
          <w:tcPr>
            <w:tcW w:w="1451" w:type="dxa"/>
            <w:noWrap/>
            <w:hideMark/>
          </w:tcPr>
          <w:p w14:paraId="6BF3F734" w14:textId="77777777" w:rsidR="00AC0C27" w:rsidRPr="00AC0C27" w:rsidRDefault="00AC0C27">
            <w:pPr>
              <w:jc w:val="left"/>
            </w:pPr>
            <w:r w:rsidRPr="00AC0C27">
              <w:t> </w:t>
            </w:r>
          </w:p>
        </w:tc>
        <w:tc>
          <w:tcPr>
            <w:tcW w:w="1418" w:type="dxa"/>
            <w:noWrap/>
            <w:hideMark/>
          </w:tcPr>
          <w:p w14:paraId="095F75FD" w14:textId="77777777" w:rsidR="00AC0C27" w:rsidRPr="00AC0C27" w:rsidRDefault="00AC0C27">
            <w:r w:rsidRPr="00AC0C27">
              <w:t> </w:t>
            </w:r>
          </w:p>
        </w:tc>
      </w:tr>
      <w:tr w:rsidR="00AC0C27" w:rsidRPr="00AC0C27" w14:paraId="7C955AFB" w14:textId="77777777" w:rsidTr="00A53751">
        <w:trPr>
          <w:trHeight w:val="290"/>
        </w:trPr>
        <w:tc>
          <w:tcPr>
            <w:tcW w:w="846" w:type="dxa"/>
            <w:noWrap/>
            <w:hideMark/>
          </w:tcPr>
          <w:p w14:paraId="1E999F3A" w14:textId="77777777" w:rsidR="00AC0C27" w:rsidRPr="00AC0C27" w:rsidRDefault="00AC0C27" w:rsidP="00AC0C27">
            <w:r w:rsidRPr="00AC0C27">
              <w:t>9</w:t>
            </w:r>
          </w:p>
        </w:tc>
        <w:tc>
          <w:tcPr>
            <w:tcW w:w="4689" w:type="dxa"/>
            <w:noWrap/>
            <w:hideMark/>
          </w:tcPr>
          <w:p w14:paraId="067E3E7A" w14:textId="77777777" w:rsidR="00AC0C27" w:rsidRPr="00AC0C27" w:rsidRDefault="00AC0C27">
            <w:pPr>
              <w:jc w:val="left"/>
            </w:pPr>
            <w:r w:rsidRPr="00AC0C27">
              <w:t>Timber pine 75x50mm in 6m long to be dressed</w:t>
            </w:r>
          </w:p>
        </w:tc>
        <w:tc>
          <w:tcPr>
            <w:tcW w:w="744" w:type="dxa"/>
            <w:noWrap/>
            <w:hideMark/>
          </w:tcPr>
          <w:p w14:paraId="342F8FF5" w14:textId="77777777" w:rsidR="00AC0C27" w:rsidRPr="00AC0C27" w:rsidRDefault="00AC0C27" w:rsidP="00AC0C27">
            <w:r w:rsidRPr="00AC0C27">
              <w:t>62</w:t>
            </w:r>
          </w:p>
        </w:tc>
        <w:tc>
          <w:tcPr>
            <w:tcW w:w="912" w:type="dxa"/>
            <w:noWrap/>
            <w:hideMark/>
          </w:tcPr>
          <w:p w14:paraId="1FB28857" w14:textId="77777777" w:rsidR="00AC0C27" w:rsidRPr="00AC0C27" w:rsidRDefault="00AC0C27" w:rsidP="00AC0C27">
            <w:pPr>
              <w:jc w:val="left"/>
            </w:pPr>
            <w:r w:rsidRPr="00AC0C27">
              <w:t>length</w:t>
            </w:r>
          </w:p>
        </w:tc>
        <w:tc>
          <w:tcPr>
            <w:tcW w:w="1451" w:type="dxa"/>
            <w:noWrap/>
            <w:hideMark/>
          </w:tcPr>
          <w:p w14:paraId="1F253F62" w14:textId="77777777" w:rsidR="00AC0C27" w:rsidRPr="00AC0C27" w:rsidRDefault="00AC0C27">
            <w:pPr>
              <w:jc w:val="left"/>
            </w:pPr>
            <w:r w:rsidRPr="00AC0C27">
              <w:t> </w:t>
            </w:r>
          </w:p>
        </w:tc>
        <w:tc>
          <w:tcPr>
            <w:tcW w:w="1418" w:type="dxa"/>
            <w:noWrap/>
            <w:hideMark/>
          </w:tcPr>
          <w:p w14:paraId="72FD5AE8" w14:textId="77777777" w:rsidR="00AC0C27" w:rsidRPr="00AC0C27" w:rsidRDefault="00AC0C27">
            <w:r w:rsidRPr="00AC0C27">
              <w:t> </w:t>
            </w:r>
          </w:p>
        </w:tc>
      </w:tr>
      <w:tr w:rsidR="00AC0C27" w:rsidRPr="00AC0C27" w14:paraId="78B085B4" w14:textId="77777777" w:rsidTr="00A53751">
        <w:trPr>
          <w:trHeight w:val="290"/>
        </w:trPr>
        <w:tc>
          <w:tcPr>
            <w:tcW w:w="846" w:type="dxa"/>
            <w:noWrap/>
            <w:hideMark/>
          </w:tcPr>
          <w:p w14:paraId="08D0542F" w14:textId="77777777" w:rsidR="00AC0C27" w:rsidRPr="00AC0C27" w:rsidRDefault="00AC0C27" w:rsidP="00AC0C27">
            <w:r w:rsidRPr="00AC0C27">
              <w:t>10</w:t>
            </w:r>
          </w:p>
        </w:tc>
        <w:tc>
          <w:tcPr>
            <w:tcW w:w="4689" w:type="dxa"/>
            <w:noWrap/>
            <w:hideMark/>
          </w:tcPr>
          <w:p w14:paraId="3B3A526F" w14:textId="77777777" w:rsidR="00AC0C27" w:rsidRPr="00AC0C27" w:rsidRDefault="00AC0C27">
            <w:pPr>
              <w:jc w:val="left"/>
            </w:pPr>
            <w:r w:rsidRPr="00AC0C27">
              <w:t xml:space="preserve">Timber pine 50x50mm in 6m long </w:t>
            </w:r>
          </w:p>
        </w:tc>
        <w:tc>
          <w:tcPr>
            <w:tcW w:w="744" w:type="dxa"/>
            <w:noWrap/>
            <w:hideMark/>
          </w:tcPr>
          <w:p w14:paraId="4779517A" w14:textId="77777777" w:rsidR="00AC0C27" w:rsidRPr="00AC0C27" w:rsidRDefault="00AC0C27" w:rsidP="00AC0C27">
            <w:r w:rsidRPr="00AC0C27">
              <w:t>36</w:t>
            </w:r>
          </w:p>
        </w:tc>
        <w:tc>
          <w:tcPr>
            <w:tcW w:w="912" w:type="dxa"/>
            <w:noWrap/>
            <w:hideMark/>
          </w:tcPr>
          <w:p w14:paraId="14379768" w14:textId="77777777" w:rsidR="00AC0C27" w:rsidRPr="00AC0C27" w:rsidRDefault="00AC0C27" w:rsidP="00AC0C27">
            <w:pPr>
              <w:jc w:val="left"/>
            </w:pPr>
            <w:r w:rsidRPr="00AC0C27">
              <w:t>length</w:t>
            </w:r>
          </w:p>
        </w:tc>
        <w:tc>
          <w:tcPr>
            <w:tcW w:w="1451" w:type="dxa"/>
            <w:noWrap/>
            <w:hideMark/>
          </w:tcPr>
          <w:p w14:paraId="33B81B57" w14:textId="77777777" w:rsidR="00AC0C27" w:rsidRPr="00AC0C27" w:rsidRDefault="00AC0C27">
            <w:pPr>
              <w:jc w:val="left"/>
            </w:pPr>
            <w:r w:rsidRPr="00AC0C27">
              <w:t> </w:t>
            </w:r>
          </w:p>
        </w:tc>
        <w:tc>
          <w:tcPr>
            <w:tcW w:w="1418" w:type="dxa"/>
            <w:noWrap/>
            <w:hideMark/>
          </w:tcPr>
          <w:p w14:paraId="38FDB90A" w14:textId="77777777" w:rsidR="00AC0C27" w:rsidRPr="00AC0C27" w:rsidRDefault="00AC0C27">
            <w:r w:rsidRPr="00AC0C27">
              <w:t> </w:t>
            </w:r>
          </w:p>
        </w:tc>
      </w:tr>
      <w:tr w:rsidR="00AC0C27" w:rsidRPr="00AC0C27" w14:paraId="54252EFA" w14:textId="77777777" w:rsidTr="00A53751">
        <w:trPr>
          <w:trHeight w:val="290"/>
        </w:trPr>
        <w:tc>
          <w:tcPr>
            <w:tcW w:w="846" w:type="dxa"/>
            <w:noWrap/>
            <w:hideMark/>
          </w:tcPr>
          <w:p w14:paraId="270638C3" w14:textId="77777777" w:rsidR="00AC0C27" w:rsidRPr="00AC0C27" w:rsidRDefault="00AC0C27" w:rsidP="00AC0C27">
            <w:pPr>
              <w:rPr>
                <w:b/>
                <w:bCs/>
              </w:rPr>
            </w:pPr>
            <w:r w:rsidRPr="00AC0C27">
              <w:rPr>
                <w:b/>
                <w:bCs/>
              </w:rPr>
              <w:lastRenderedPageBreak/>
              <w:t> </w:t>
            </w:r>
          </w:p>
        </w:tc>
        <w:tc>
          <w:tcPr>
            <w:tcW w:w="4689" w:type="dxa"/>
            <w:noWrap/>
            <w:hideMark/>
          </w:tcPr>
          <w:p w14:paraId="34BC59BF" w14:textId="77777777" w:rsidR="00AC0C27" w:rsidRPr="00AC0C27" w:rsidRDefault="00AC0C27">
            <w:pPr>
              <w:jc w:val="left"/>
              <w:rPr>
                <w:b/>
                <w:bCs/>
              </w:rPr>
            </w:pPr>
            <w:r w:rsidRPr="00AC0C27">
              <w:rPr>
                <w:b/>
                <w:bCs/>
              </w:rPr>
              <w:t>Roofing Materials</w:t>
            </w:r>
          </w:p>
        </w:tc>
        <w:tc>
          <w:tcPr>
            <w:tcW w:w="744" w:type="dxa"/>
            <w:noWrap/>
            <w:hideMark/>
          </w:tcPr>
          <w:p w14:paraId="38CBC41C" w14:textId="77777777" w:rsidR="00AC0C27" w:rsidRPr="00AC0C27" w:rsidRDefault="00AC0C27" w:rsidP="00AC0C27">
            <w:pPr>
              <w:rPr>
                <w:b/>
                <w:bCs/>
              </w:rPr>
            </w:pPr>
            <w:r w:rsidRPr="00AC0C27">
              <w:rPr>
                <w:b/>
                <w:bCs/>
              </w:rPr>
              <w:t> </w:t>
            </w:r>
          </w:p>
        </w:tc>
        <w:tc>
          <w:tcPr>
            <w:tcW w:w="912" w:type="dxa"/>
            <w:noWrap/>
            <w:hideMark/>
          </w:tcPr>
          <w:p w14:paraId="7C2F4A33" w14:textId="77777777" w:rsidR="00AC0C27" w:rsidRPr="00AC0C27" w:rsidRDefault="00AC0C27" w:rsidP="00AC0C27">
            <w:pPr>
              <w:jc w:val="left"/>
              <w:rPr>
                <w:b/>
                <w:bCs/>
              </w:rPr>
            </w:pPr>
            <w:r w:rsidRPr="00AC0C27">
              <w:rPr>
                <w:b/>
                <w:bCs/>
              </w:rPr>
              <w:t> </w:t>
            </w:r>
          </w:p>
        </w:tc>
        <w:tc>
          <w:tcPr>
            <w:tcW w:w="1451" w:type="dxa"/>
            <w:noWrap/>
            <w:hideMark/>
          </w:tcPr>
          <w:p w14:paraId="3D3E732D" w14:textId="77777777" w:rsidR="00AC0C27" w:rsidRPr="00AC0C27" w:rsidRDefault="00AC0C27">
            <w:pPr>
              <w:jc w:val="left"/>
              <w:rPr>
                <w:b/>
                <w:bCs/>
              </w:rPr>
            </w:pPr>
            <w:r w:rsidRPr="00AC0C27">
              <w:rPr>
                <w:b/>
                <w:bCs/>
              </w:rPr>
              <w:t> </w:t>
            </w:r>
          </w:p>
        </w:tc>
        <w:tc>
          <w:tcPr>
            <w:tcW w:w="1418" w:type="dxa"/>
            <w:noWrap/>
            <w:hideMark/>
          </w:tcPr>
          <w:p w14:paraId="1FD54783" w14:textId="77777777" w:rsidR="00AC0C27" w:rsidRPr="00AC0C27" w:rsidRDefault="00AC0C27">
            <w:pPr>
              <w:rPr>
                <w:b/>
                <w:bCs/>
              </w:rPr>
            </w:pPr>
            <w:r w:rsidRPr="00AC0C27">
              <w:rPr>
                <w:b/>
                <w:bCs/>
              </w:rPr>
              <w:t> </w:t>
            </w:r>
          </w:p>
        </w:tc>
      </w:tr>
      <w:tr w:rsidR="00AC0C27" w:rsidRPr="00AC0C27" w14:paraId="5090797F" w14:textId="77777777" w:rsidTr="00A53751">
        <w:trPr>
          <w:trHeight w:val="290"/>
        </w:trPr>
        <w:tc>
          <w:tcPr>
            <w:tcW w:w="846" w:type="dxa"/>
            <w:noWrap/>
            <w:hideMark/>
          </w:tcPr>
          <w:p w14:paraId="3188041D" w14:textId="77777777" w:rsidR="00AC0C27" w:rsidRPr="00AC0C27" w:rsidRDefault="00AC0C27" w:rsidP="00AC0C27">
            <w:r w:rsidRPr="00AC0C27">
              <w:t>11</w:t>
            </w:r>
          </w:p>
        </w:tc>
        <w:tc>
          <w:tcPr>
            <w:tcW w:w="4689" w:type="dxa"/>
            <w:noWrap/>
            <w:hideMark/>
          </w:tcPr>
          <w:p w14:paraId="4A129777" w14:textId="77777777" w:rsidR="00AC0C27" w:rsidRPr="00AC0C27" w:rsidRDefault="00AC0C27">
            <w:pPr>
              <w:jc w:val="left"/>
            </w:pPr>
            <w:r w:rsidRPr="00AC0C27">
              <w:t>0.55mm BMT colorbond 15feet  4.58m `</w:t>
            </w:r>
          </w:p>
        </w:tc>
        <w:tc>
          <w:tcPr>
            <w:tcW w:w="744" w:type="dxa"/>
            <w:noWrap/>
            <w:hideMark/>
          </w:tcPr>
          <w:p w14:paraId="46497C48" w14:textId="77777777" w:rsidR="00AC0C27" w:rsidRPr="00AC0C27" w:rsidRDefault="00AC0C27" w:rsidP="00AC0C27">
            <w:r w:rsidRPr="00AC0C27">
              <w:t>64</w:t>
            </w:r>
          </w:p>
        </w:tc>
        <w:tc>
          <w:tcPr>
            <w:tcW w:w="912" w:type="dxa"/>
            <w:noWrap/>
            <w:hideMark/>
          </w:tcPr>
          <w:p w14:paraId="0C31BE03" w14:textId="77777777" w:rsidR="00AC0C27" w:rsidRPr="00AC0C27" w:rsidRDefault="00AC0C27" w:rsidP="00AC0C27">
            <w:pPr>
              <w:jc w:val="left"/>
            </w:pPr>
            <w:r w:rsidRPr="00AC0C27">
              <w:t>sheet</w:t>
            </w:r>
          </w:p>
        </w:tc>
        <w:tc>
          <w:tcPr>
            <w:tcW w:w="1451" w:type="dxa"/>
            <w:noWrap/>
            <w:hideMark/>
          </w:tcPr>
          <w:p w14:paraId="6B53231F" w14:textId="77777777" w:rsidR="00AC0C27" w:rsidRPr="00AC0C27" w:rsidRDefault="00AC0C27">
            <w:pPr>
              <w:jc w:val="left"/>
            </w:pPr>
            <w:r w:rsidRPr="00AC0C27">
              <w:t> </w:t>
            </w:r>
          </w:p>
        </w:tc>
        <w:tc>
          <w:tcPr>
            <w:tcW w:w="1418" w:type="dxa"/>
            <w:noWrap/>
            <w:hideMark/>
          </w:tcPr>
          <w:p w14:paraId="6F7758A4" w14:textId="77777777" w:rsidR="00AC0C27" w:rsidRPr="00AC0C27" w:rsidRDefault="00AC0C27">
            <w:r w:rsidRPr="00AC0C27">
              <w:t> </w:t>
            </w:r>
          </w:p>
        </w:tc>
      </w:tr>
      <w:tr w:rsidR="00AC0C27" w:rsidRPr="00AC0C27" w14:paraId="6D124BBA" w14:textId="77777777" w:rsidTr="00A53751">
        <w:trPr>
          <w:trHeight w:val="290"/>
        </w:trPr>
        <w:tc>
          <w:tcPr>
            <w:tcW w:w="846" w:type="dxa"/>
            <w:noWrap/>
            <w:hideMark/>
          </w:tcPr>
          <w:p w14:paraId="5191E8F5" w14:textId="77777777" w:rsidR="00AC0C27" w:rsidRPr="00AC0C27" w:rsidRDefault="00AC0C27" w:rsidP="00AC0C27">
            <w:r w:rsidRPr="00AC0C27">
              <w:t>12</w:t>
            </w:r>
          </w:p>
        </w:tc>
        <w:tc>
          <w:tcPr>
            <w:tcW w:w="4689" w:type="dxa"/>
            <w:noWrap/>
            <w:hideMark/>
          </w:tcPr>
          <w:p w14:paraId="65A2E774" w14:textId="77777777" w:rsidR="00AC0C27" w:rsidRPr="00AC0C27" w:rsidRDefault="00AC0C27">
            <w:pPr>
              <w:jc w:val="left"/>
            </w:pPr>
            <w:r w:rsidRPr="00AC0C27">
              <w:t>0.55mm BMT colorbond 12feet 3.67m</w:t>
            </w:r>
          </w:p>
        </w:tc>
        <w:tc>
          <w:tcPr>
            <w:tcW w:w="744" w:type="dxa"/>
            <w:noWrap/>
            <w:hideMark/>
          </w:tcPr>
          <w:p w14:paraId="35962EEC" w14:textId="77777777" w:rsidR="00AC0C27" w:rsidRPr="00AC0C27" w:rsidRDefault="00AC0C27" w:rsidP="00AC0C27">
            <w:r w:rsidRPr="00AC0C27">
              <w:t>64</w:t>
            </w:r>
          </w:p>
        </w:tc>
        <w:tc>
          <w:tcPr>
            <w:tcW w:w="912" w:type="dxa"/>
            <w:noWrap/>
            <w:hideMark/>
          </w:tcPr>
          <w:p w14:paraId="5D92EF25" w14:textId="77777777" w:rsidR="00AC0C27" w:rsidRPr="00AC0C27" w:rsidRDefault="00AC0C27" w:rsidP="00AC0C27">
            <w:pPr>
              <w:jc w:val="left"/>
            </w:pPr>
            <w:r w:rsidRPr="00AC0C27">
              <w:t>sheet</w:t>
            </w:r>
          </w:p>
        </w:tc>
        <w:tc>
          <w:tcPr>
            <w:tcW w:w="1451" w:type="dxa"/>
            <w:noWrap/>
            <w:hideMark/>
          </w:tcPr>
          <w:p w14:paraId="68ED4F5B" w14:textId="77777777" w:rsidR="00AC0C27" w:rsidRPr="00AC0C27" w:rsidRDefault="00AC0C27">
            <w:pPr>
              <w:jc w:val="left"/>
            </w:pPr>
            <w:r w:rsidRPr="00AC0C27">
              <w:t> </w:t>
            </w:r>
          </w:p>
        </w:tc>
        <w:tc>
          <w:tcPr>
            <w:tcW w:w="1418" w:type="dxa"/>
            <w:noWrap/>
            <w:hideMark/>
          </w:tcPr>
          <w:p w14:paraId="730A4BFE" w14:textId="77777777" w:rsidR="00AC0C27" w:rsidRPr="00AC0C27" w:rsidRDefault="00AC0C27">
            <w:r w:rsidRPr="00AC0C27">
              <w:t> </w:t>
            </w:r>
          </w:p>
        </w:tc>
      </w:tr>
      <w:tr w:rsidR="00AC0C27" w:rsidRPr="00AC0C27" w14:paraId="5B036CB0" w14:textId="77777777" w:rsidTr="00A53751">
        <w:trPr>
          <w:trHeight w:val="290"/>
        </w:trPr>
        <w:tc>
          <w:tcPr>
            <w:tcW w:w="846" w:type="dxa"/>
            <w:noWrap/>
            <w:hideMark/>
          </w:tcPr>
          <w:p w14:paraId="71F01388" w14:textId="77777777" w:rsidR="00AC0C27" w:rsidRPr="00AC0C27" w:rsidRDefault="00AC0C27" w:rsidP="00AC0C27">
            <w:r w:rsidRPr="00AC0C27">
              <w:t>13</w:t>
            </w:r>
          </w:p>
        </w:tc>
        <w:tc>
          <w:tcPr>
            <w:tcW w:w="4689" w:type="dxa"/>
            <w:noWrap/>
            <w:hideMark/>
          </w:tcPr>
          <w:p w14:paraId="222A3714" w14:textId="77777777" w:rsidR="00AC0C27" w:rsidRPr="00AC0C27" w:rsidRDefault="00AC0C27">
            <w:pPr>
              <w:jc w:val="left"/>
            </w:pPr>
            <w:r w:rsidRPr="00AC0C27">
              <w:t>Roof flashing 2.4m</w:t>
            </w:r>
          </w:p>
        </w:tc>
        <w:tc>
          <w:tcPr>
            <w:tcW w:w="744" w:type="dxa"/>
            <w:noWrap/>
            <w:hideMark/>
          </w:tcPr>
          <w:p w14:paraId="488FB8AE" w14:textId="77777777" w:rsidR="00AC0C27" w:rsidRPr="00AC0C27" w:rsidRDefault="00AC0C27" w:rsidP="00AC0C27">
            <w:r w:rsidRPr="00AC0C27">
              <w:t>23</w:t>
            </w:r>
          </w:p>
        </w:tc>
        <w:tc>
          <w:tcPr>
            <w:tcW w:w="912" w:type="dxa"/>
            <w:noWrap/>
            <w:hideMark/>
          </w:tcPr>
          <w:p w14:paraId="4CACD0D0" w14:textId="77777777" w:rsidR="00AC0C27" w:rsidRPr="00AC0C27" w:rsidRDefault="00AC0C27" w:rsidP="00AC0C27">
            <w:pPr>
              <w:jc w:val="left"/>
            </w:pPr>
            <w:r w:rsidRPr="00AC0C27">
              <w:t>pcs</w:t>
            </w:r>
          </w:p>
        </w:tc>
        <w:tc>
          <w:tcPr>
            <w:tcW w:w="1451" w:type="dxa"/>
            <w:noWrap/>
            <w:hideMark/>
          </w:tcPr>
          <w:p w14:paraId="1CD3A118" w14:textId="77777777" w:rsidR="00AC0C27" w:rsidRPr="00AC0C27" w:rsidRDefault="00AC0C27">
            <w:pPr>
              <w:jc w:val="left"/>
            </w:pPr>
            <w:r w:rsidRPr="00AC0C27">
              <w:t> </w:t>
            </w:r>
          </w:p>
        </w:tc>
        <w:tc>
          <w:tcPr>
            <w:tcW w:w="1418" w:type="dxa"/>
            <w:noWrap/>
            <w:hideMark/>
          </w:tcPr>
          <w:p w14:paraId="7DD7CDE9" w14:textId="77777777" w:rsidR="00AC0C27" w:rsidRPr="00AC0C27" w:rsidRDefault="00AC0C27">
            <w:r w:rsidRPr="00AC0C27">
              <w:t> </w:t>
            </w:r>
          </w:p>
        </w:tc>
      </w:tr>
      <w:tr w:rsidR="00AC0C27" w:rsidRPr="00AC0C27" w14:paraId="1ED5CA4A" w14:textId="77777777" w:rsidTr="00A53751">
        <w:trPr>
          <w:trHeight w:val="290"/>
        </w:trPr>
        <w:tc>
          <w:tcPr>
            <w:tcW w:w="846" w:type="dxa"/>
            <w:noWrap/>
            <w:hideMark/>
          </w:tcPr>
          <w:p w14:paraId="2D6D7E52" w14:textId="77777777" w:rsidR="00AC0C27" w:rsidRPr="00AC0C27" w:rsidRDefault="00AC0C27" w:rsidP="00AC0C27">
            <w:r w:rsidRPr="00AC0C27">
              <w:t>14</w:t>
            </w:r>
          </w:p>
        </w:tc>
        <w:tc>
          <w:tcPr>
            <w:tcW w:w="4689" w:type="dxa"/>
            <w:noWrap/>
            <w:hideMark/>
          </w:tcPr>
          <w:p w14:paraId="5C93D638" w14:textId="77777777" w:rsidR="00AC0C27" w:rsidRPr="00AC0C27" w:rsidRDefault="00AC0C27">
            <w:pPr>
              <w:jc w:val="left"/>
            </w:pPr>
            <w:r w:rsidRPr="00AC0C27">
              <w:t>0.55mm BMT colorbond eaves guttering with bracket</w:t>
            </w:r>
          </w:p>
        </w:tc>
        <w:tc>
          <w:tcPr>
            <w:tcW w:w="744" w:type="dxa"/>
            <w:noWrap/>
            <w:hideMark/>
          </w:tcPr>
          <w:p w14:paraId="2E8E18A8" w14:textId="77777777" w:rsidR="00AC0C27" w:rsidRPr="00AC0C27" w:rsidRDefault="00AC0C27" w:rsidP="00AC0C27">
            <w:r w:rsidRPr="00AC0C27">
              <w:t>6</w:t>
            </w:r>
          </w:p>
        </w:tc>
        <w:tc>
          <w:tcPr>
            <w:tcW w:w="912" w:type="dxa"/>
            <w:noWrap/>
            <w:hideMark/>
          </w:tcPr>
          <w:p w14:paraId="1C54B79B" w14:textId="77777777" w:rsidR="00AC0C27" w:rsidRPr="00AC0C27" w:rsidRDefault="00AC0C27" w:rsidP="00AC0C27">
            <w:pPr>
              <w:jc w:val="left"/>
            </w:pPr>
            <w:r w:rsidRPr="00AC0C27">
              <w:t>no</w:t>
            </w:r>
          </w:p>
        </w:tc>
        <w:tc>
          <w:tcPr>
            <w:tcW w:w="1451" w:type="dxa"/>
            <w:noWrap/>
            <w:hideMark/>
          </w:tcPr>
          <w:p w14:paraId="79146F3A" w14:textId="77777777" w:rsidR="00AC0C27" w:rsidRPr="00AC0C27" w:rsidRDefault="00AC0C27">
            <w:pPr>
              <w:jc w:val="left"/>
            </w:pPr>
            <w:r w:rsidRPr="00AC0C27">
              <w:t> </w:t>
            </w:r>
          </w:p>
        </w:tc>
        <w:tc>
          <w:tcPr>
            <w:tcW w:w="1418" w:type="dxa"/>
            <w:noWrap/>
            <w:hideMark/>
          </w:tcPr>
          <w:p w14:paraId="1FFBED92" w14:textId="77777777" w:rsidR="00AC0C27" w:rsidRPr="00AC0C27" w:rsidRDefault="00AC0C27">
            <w:r w:rsidRPr="00AC0C27">
              <w:t> </w:t>
            </w:r>
          </w:p>
        </w:tc>
      </w:tr>
      <w:tr w:rsidR="00AC0C27" w:rsidRPr="00AC0C27" w14:paraId="4F8687B4" w14:textId="77777777" w:rsidTr="00A53751">
        <w:trPr>
          <w:trHeight w:val="290"/>
        </w:trPr>
        <w:tc>
          <w:tcPr>
            <w:tcW w:w="846" w:type="dxa"/>
            <w:noWrap/>
            <w:hideMark/>
          </w:tcPr>
          <w:p w14:paraId="0ABE40F8" w14:textId="77777777" w:rsidR="00AC0C27" w:rsidRPr="00AC0C27" w:rsidRDefault="00AC0C27" w:rsidP="00AC0C27">
            <w:r w:rsidRPr="00AC0C27">
              <w:t>15</w:t>
            </w:r>
          </w:p>
        </w:tc>
        <w:tc>
          <w:tcPr>
            <w:tcW w:w="4689" w:type="dxa"/>
            <w:noWrap/>
            <w:hideMark/>
          </w:tcPr>
          <w:p w14:paraId="3FCF1388" w14:textId="77777777" w:rsidR="00AC0C27" w:rsidRPr="00AC0C27" w:rsidRDefault="00AC0C27">
            <w:pPr>
              <w:jc w:val="left"/>
            </w:pPr>
            <w:r w:rsidRPr="00AC0C27">
              <w:t xml:space="preserve">stop ends </w:t>
            </w:r>
          </w:p>
        </w:tc>
        <w:tc>
          <w:tcPr>
            <w:tcW w:w="744" w:type="dxa"/>
            <w:noWrap/>
            <w:hideMark/>
          </w:tcPr>
          <w:p w14:paraId="062D0D0B" w14:textId="77777777" w:rsidR="00AC0C27" w:rsidRPr="00AC0C27" w:rsidRDefault="00AC0C27" w:rsidP="00AC0C27">
            <w:r w:rsidRPr="00AC0C27">
              <w:t>4</w:t>
            </w:r>
          </w:p>
        </w:tc>
        <w:tc>
          <w:tcPr>
            <w:tcW w:w="912" w:type="dxa"/>
            <w:noWrap/>
            <w:hideMark/>
          </w:tcPr>
          <w:p w14:paraId="095A2129" w14:textId="77777777" w:rsidR="00AC0C27" w:rsidRPr="00AC0C27" w:rsidRDefault="00AC0C27" w:rsidP="00AC0C27">
            <w:pPr>
              <w:jc w:val="left"/>
            </w:pPr>
            <w:r w:rsidRPr="00AC0C27">
              <w:t>no</w:t>
            </w:r>
          </w:p>
        </w:tc>
        <w:tc>
          <w:tcPr>
            <w:tcW w:w="1451" w:type="dxa"/>
            <w:noWrap/>
            <w:hideMark/>
          </w:tcPr>
          <w:p w14:paraId="61B6E447" w14:textId="77777777" w:rsidR="00AC0C27" w:rsidRPr="00AC0C27" w:rsidRDefault="00AC0C27">
            <w:pPr>
              <w:jc w:val="left"/>
            </w:pPr>
            <w:r w:rsidRPr="00AC0C27">
              <w:t> </w:t>
            </w:r>
          </w:p>
        </w:tc>
        <w:tc>
          <w:tcPr>
            <w:tcW w:w="1418" w:type="dxa"/>
            <w:noWrap/>
            <w:hideMark/>
          </w:tcPr>
          <w:p w14:paraId="40607573" w14:textId="77777777" w:rsidR="00AC0C27" w:rsidRPr="00AC0C27" w:rsidRDefault="00AC0C27">
            <w:r w:rsidRPr="00AC0C27">
              <w:t> </w:t>
            </w:r>
          </w:p>
        </w:tc>
      </w:tr>
      <w:tr w:rsidR="00AC0C27" w:rsidRPr="00AC0C27" w14:paraId="398A6D47" w14:textId="77777777" w:rsidTr="00A53751">
        <w:trPr>
          <w:trHeight w:val="290"/>
        </w:trPr>
        <w:tc>
          <w:tcPr>
            <w:tcW w:w="846" w:type="dxa"/>
            <w:noWrap/>
            <w:hideMark/>
          </w:tcPr>
          <w:p w14:paraId="7710F6CE" w14:textId="77777777" w:rsidR="00AC0C27" w:rsidRPr="00AC0C27" w:rsidRDefault="00AC0C27" w:rsidP="00AC0C27">
            <w:r w:rsidRPr="00AC0C27">
              <w:t>16</w:t>
            </w:r>
          </w:p>
        </w:tc>
        <w:tc>
          <w:tcPr>
            <w:tcW w:w="4689" w:type="dxa"/>
            <w:noWrap/>
            <w:hideMark/>
          </w:tcPr>
          <w:p w14:paraId="60D924AF" w14:textId="77777777" w:rsidR="00AC0C27" w:rsidRPr="00AC0C27" w:rsidRDefault="00AC0C27">
            <w:pPr>
              <w:jc w:val="left"/>
            </w:pPr>
            <w:r w:rsidRPr="00AC0C27">
              <w:t xml:space="preserve">outlet to gutter </w:t>
            </w:r>
          </w:p>
        </w:tc>
        <w:tc>
          <w:tcPr>
            <w:tcW w:w="744" w:type="dxa"/>
            <w:noWrap/>
            <w:hideMark/>
          </w:tcPr>
          <w:p w14:paraId="0561447D" w14:textId="77777777" w:rsidR="00AC0C27" w:rsidRPr="00AC0C27" w:rsidRDefault="00AC0C27" w:rsidP="00AC0C27">
            <w:r w:rsidRPr="00AC0C27">
              <w:t>4</w:t>
            </w:r>
          </w:p>
        </w:tc>
        <w:tc>
          <w:tcPr>
            <w:tcW w:w="912" w:type="dxa"/>
            <w:noWrap/>
            <w:hideMark/>
          </w:tcPr>
          <w:p w14:paraId="7F8D2CFF" w14:textId="77777777" w:rsidR="00AC0C27" w:rsidRPr="00AC0C27" w:rsidRDefault="00AC0C27" w:rsidP="00AC0C27">
            <w:pPr>
              <w:jc w:val="left"/>
            </w:pPr>
            <w:r w:rsidRPr="00AC0C27">
              <w:t>length</w:t>
            </w:r>
          </w:p>
        </w:tc>
        <w:tc>
          <w:tcPr>
            <w:tcW w:w="1451" w:type="dxa"/>
            <w:noWrap/>
            <w:hideMark/>
          </w:tcPr>
          <w:p w14:paraId="66043EAD" w14:textId="77777777" w:rsidR="00AC0C27" w:rsidRPr="00AC0C27" w:rsidRDefault="00AC0C27">
            <w:pPr>
              <w:jc w:val="left"/>
            </w:pPr>
            <w:r w:rsidRPr="00AC0C27">
              <w:t> </w:t>
            </w:r>
          </w:p>
        </w:tc>
        <w:tc>
          <w:tcPr>
            <w:tcW w:w="1418" w:type="dxa"/>
            <w:noWrap/>
            <w:hideMark/>
          </w:tcPr>
          <w:p w14:paraId="4BE55F6B" w14:textId="77777777" w:rsidR="00AC0C27" w:rsidRPr="00AC0C27" w:rsidRDefault="00AC0C27">
            <w:r w:rsidRPr="00AC0C27">
              <w:t> </w:t>
            </w:r>
          </w:p>
        </w:tc>
      </w:tr>
      <w:tr w:rsidR="00AC0C27" w:rsidRPr="00AC0C27" w14:paraId="65DCE891" w14:textId="77777777" w:rsidTr="00A53751">
        <w:trPr>
          <w:trHeight w:val="580"/>
        </w:trPr>
        <w:tc>
          <w:tcPr>
            <w:tcW w:w="846" w:type="dxa"/>
            <w:noWrap/>
            <w:hideMark/>
          </w:tcPr>
          <w:p w14:paraId="0E8F1BBB" w14:textId="77777777" w:rsidR="00AC0C27" w:rsidRPr="00AC0C27" w:rsidRDefault="00AC0C27" w:rsidP="00AC0C27">
            <w:r w:rsidRPr="00AC0C27">
              <w:t>17</w:t>
            </w:r>
          </w:p>
        </w:tc>
        <w:tc>
          <w:tcPr>
            <w:tcW w:w="4689" w:type="dxa"/>
            <w:hideMark/>
          </w:tcPr>
          <w:p w14:paraId="23278DBB" w14:textId="77777777" w:rsidR="00AC0C27" w:rsidRPr="00AC0C27" w:rsidRDefault="00AC0C27">
            <w:pPr>
              <w:jc w:val="left"/>
            </w:pPr>
            <w:r w:rsidRPr="00AC0C27">
              <w:t>100mm diameter upvc downpipe including clips in 6m long</w:t>
            </w:r>
          </w:p>
        </w:tc>
        <w:tc>
          <w:tcPr>
            <w:tcW w:w="744" w:type="dxa"/>
            <w:noWrap/>
            <w:hideMark/>
          </w:tcPr>
          <w:p w14:paraId="3F750CA2" w14:textId="77777777" w:rsidR="00AC0C27" w:rsidRPr="00AC0C27" w:rsidRDefault="00AC0C27" w:rsidP="00AC0C27">
            <w:r w:rsidRPr="00AC0C27">
              <w:t>14</w:t>
            </w:r>
          </w:p>
        </w:tc>
        <w:tc>
          <w:tcPr>
            <w:tcW w:w="912" w:type="dxa"/>
            <w:noWrap/>
            <w:hideMark/>
          </w:tcPr>
          <w:p w14:paraId="08728A8E" w14:textId="77777777" w:rsidR="00AC0C27" w:rsidRPr="00AC0C27" w:rsidRDefault="00AC0C27" w:rsidP="00AC0C27">
            <w:pPr>
              <w:jc w:val="left"/>
            </w:pPr>
            <w:r w:rsidRPr="00AC0C27">
              <w:t>no</w:t>
            </w:r>
          </w:p>
        </w:tc>
        <w:tc>
          <w:tcPr>
            <w:tcW w:w="1451" w:type="dxa"/>
            <w:noWrap/>
            <w:hideMark/>
          </w:tcPr>
          <w:p w14:paraId="2D3A2C0C" w14:textId="77777777" w:rsidR="00AC0C27" w:rsidRPr="00AC0C27" w:rsidRDefault="00AC0C27">
            <w:pPr>
              <w:jc w:val="left"/>
            </w:pPr>
            <w:r w:rsidRPr="00AC0C27">
              <w:t> </w:t>
            </w:r>
          </w:p>
        </w:tc>
        <w:tc>
          <w:tcPr>
            <w:tcW w:w="1418" w:type="dxa"/>
            <w:noWrap/>
            <w:hideMark/>
          </w:tcPr>
          <w:p w14:paraId="2BB8A69F" w14:textId="77777777" w:rsidR="00AC0C27" w:rsidRPr="00AC0C27" w:rsidRDefault="00AC0C27">
            <w:r w:rsidRPr="00AC0C27">
              <w:t> </w:t>
            </w:r>
          </w:p>
        </w:tc>
      </w:tr>
      <w:tr w:rsidR="00AC0C27" w:rsidRPr="00AC0C27" w14:paraId="6427C492" w14:textId="77777777" w:rsidTr="00A53751">
        <w:trPr>
          <w:trHeight w:val="290"/>
        </w:trPr>
        <w:tc>
          <w:tcPr>
            <w:tcW w:w="846" w:type="dxa"/>
            <w:noWrap/>
            <w:hideMark/>
          </w:tcPr>
          <w:p w14:paraId="66D2F577" w14:textId="77777777" w:rsidR="00AC0C27" w:rsidRPr="00AC0C27" w:rsidRDefault="00AC0C27" w:rsidP="00AC0C27">
            <w:r w:rsidRPr="00AC0C27">
              <w:t>18</w:t>
            </w:r>
          </w:p>
        </w:tc>
        <w:tc>
          <w:tcPr>
            <w:tcW w:w="4689" w:type="dxa"/>
            <w:noWrap/>
            <w:hideMark/>
          </w:tcPr>
          <w:p w14:paraId="461FBA8F" w14:textId="77777777" w:rsidR="00AC0C27" w:rsidRPr="00AC0C27" w:rsidRDefault="00AC0C27">
            <w:pPr>
              <w:jc w:val="left"/>
            </w:pPr>
            <w:r w:rsidRPr="00AC0C27">
              <w:t>clip for downpipe</w:t>
            </w:r>
          </w:p>
        </w:tc>
        <w:tc>
          <w:tcPr>
            <w:tcW w:w="744" w:type="dxa"/>
            <w:noWrap/>
            <w:hideMark/>
          </w:tcPr>
          <w:p w14:paraId="4A44E21B" w14:textId="77777777" w:rsidR="00AC0C27" w:rsidRPr="00AC0C27" w:rsidRDefault="00AC0C27" w:rsidP="00AC0C27">
            <w:r w:rsidRPr="00AC0C27">
              <w:t>8</w:t>
            </w:r>
          </w:p>
        </w:tc>
        <w:tc>
          <w:tcPr>
            <w:tcW w:w="912" w:type="dxa"/>
            <w:noWrap/>
            <w:hideMark/>
          </w:tcPr>
          <w:p w14:paraId="4FA2FDB3" w14:textId="77777777" w:rsidR="00AC0C27" w:rsidRPr="00AC0C27" w:rsidRDefault="00AC0C27" w:rsidP="00AC0C27">
            <w:pPr>
              <w:jc w:val="left"/>
            </w:pPr>
            <w:r w:rsidRPr="00AC0C27">
              <w:t>no</w:t>
            </w:r>
          </w:p>
        </w:tc>
        <w:tc>
          <w:tcPr>
            <w:tcW w:w="1451" w:type="dxa"/>
            <w:noWrap/>
            <w:hideMark/>
          </w:tcPr>
          <w:p w14:paraId="3AEB9857" w14:textId="77777777" w:rsidR="00AC0C27" w:rsidRPr="00AC0C27" w:rsidRDefault="00AC0C27">
            <w:pPr>
              <w:jc w:val="left"/>
            </w:pPr>
            <w:r w:rsidRPr="00AC0C27">
              <w:t> </w:t>
            </w:r>
          </w:p>
        </w:tc>
        <w:tc>
          <w:tcPr>
            <w:tcW w:w="1418" w:type="dxa"/>
            <w:noWrap/>
            <w:hideMark/>
          </w:tcPr>
          <w:p w14:paraId="7B40130D" w14:textId="77777777" w:rsidR="00AC0C27" w:rsidRPr="00AC0C27" w:rsidRDefault="00AC0C27">
            <w:r w:rsidRPr="00AC0C27">
              <w:t> </w:t>
            </w:r>
          </w:p>
        </w:tc>
      </w:tr>
      <w:tr w:rsidR="00AC0C27" w:rsidRPr="00AC0C27" w14:paraId="2EAE0DF2" w14:textId="77777777" w:rsidTr="00A53751">
        <w:trPr>
          <w:trHeight w:val="290"/>
        </w:trPr>
        <w:tc>
          <w:tcPr>
            <w:tcW w:w="846" w:type="dxa"/>
            <w:noWrap/>
            <w:hideMark/>
          </w:tcPr>
          <w:p w14:paraId="64ACEFC6" w14:textId="77777777" w:rsidR="00AC0C27" w:rsidRPr="00AC0C27" w:rsidRDefault="00AC0C27" w:rsidP="00AC0C27">
            <w:r w:rsidRPr="00AC0C27">
              <w:t>19</w:t>
            </w:r>
          </w:p>
        </w:tc>
        <w:tc>
          <w:tcPr>
            <w:tcW w:w="4689" w:type="dxa"/>
            <w:noWrap/>
            <w:hideMark/>
          </w:tcPr>
          <w:p w14:paraId="59777DDB" w14:textId="77777777" w:rsidR="00AC0C27" w:rsidRPr="00AC0C27" w:rsidRDefault="00AC0C27">
            <w:pPr>
              <w:jc w:val="left"/>
            </w:pPr>
            <w:r w:rsidRPr="00AC0C27">
              <w:t>hydroseal</w:t>
            </w:r>
          </w:p>
        </w:tc>
        <w:tc>
          <w:tcPr>
            <w:tcW w:w="744" w:type="dxa"/>
            <w:noWrap/>
            <w:hideMark/>
          </w:tcPr>
          <w:p w14:paraId="58242F39" w14:textId="77777777" w:rsidR="00AC0C27" w:rsidRPr="00AC0C27" w:rsidRDefault="00AC0C27" w:rsidP="00AC0C27">
            <w:r w:rsidRPr="00AC0C27">
              <w:t>7</w:t>
            </w:r>
          </w:p>
        </w:tc>
        <w:tc>
          <w:tcPr>
            <w:tcW w:w="912" w:type="dxa"/>
            <w:noWrap/>
            <w:hideMark/>
          </w:tcPr>
          <w:p w14:paraId="7F34706D" w14:textId="77777777" w:rsidR="00AC0C27" w:rsidRPr="00AC0C27" w:rsidRDefault="00AC0C27" w:rsidP="00AC0C27">
            <w:pPr>
              <w:jc w:val="left"/>
            </w:pPr>
            <w:r w:rsidRPr="00AC0C27">
              <w:t>tube</w:t>
            </w:r>
          </w:p>
        </w:tc>
        <w:tc>
          <w:tcPr>
            <w:tcW w:w="1451" w:type="dxa"/>
            <w:noWrap/>
            <w:hideMark/>
          </w:tcPr>
          <w:p w14:paraId="19C9F3D2" w14:textId="77777777" w:rsidR="00AC0C27" w:rsidRPr="00AC0C27" w:rsidRDefault="00AC0C27">
            <w:pPr>
              <w:jc w:val="left"/>
            </w:pPr>
            <w:r w:rsidRPr="00AC0C27">
              <w:t> </w:t>
            </w:r>
          </w:p>
        </w:tc>
        <w:tc>
          <w:tcPr>
            <w:tcW w:w="1418" w:type="dxa"/>
            <w:noWrap/>
            <w:hideMark/>
          </w:tcPr>
          <w:p w14:paraId="739B7A41" w14:textId="77777777" w:rsidR="00AC0C27" w:rsidRPr="00AC0C27" w:rsidRDefault="00AC0C27">
            <w:r w:rsidRPr="00AC0C27">
              <w:t> </w:t>
            </w:r>
          </w:p>
        </w:tc>
      </w:tr>
      <w:tr w:rsidR="00AC0C27" w:rsidRPr="00AC0C27" w14:paraId="683A95C8" w14:textId="77777777" w:rsidTr="00A53751">
        <w:trPr>
          <w:trHeight w:val="290"/>
        </w:trPr>
        <w:tc>
          <w:tcPr>
            <w:tcW w:w="846" w:type="dxa"/>
            <w:noWrap/>
            <w:hideMark/>
          </w:tcPr>
          <w:p w14:paraId="6659B9FB" w14:textId="77777777" w:rsidR="00AC0C27" w:rsidRPr="00AC0C27" w:rsidRDefault="00AC0C27" w:rsidP="00AC0C27">
            <w:r w:rsidRPr="00AC0C27">
              <w:t>20</w:t>
            </w:r>
          </w:p>
        </w:tc>
        <w:tc>
          <w:tcPr>
            <w:tcW w:w="4689" w:type="dxa"/>
            <w:noWrap/>
            <w:hideMark/>
          </w:tcPr>
          <w:p w14:paraId="1B40AD73" w14:textId="77777777" w:rsidR="00AC0C27" w:rsidRPr="00AC0C27" w:rsidRDefault="00AC0C27">
            <w:pPr>
              <w:jc w:val="left"/>
            </w:pPr>
            <w:r w:rsidRPr="00AC0C27">
              <w:t>silicone</w:t>
            </w:r>
          </w:p>
        </w:tc>
        <w:tc>
          <w:tcPr>
            <w:tcW w:w="744" w:type="dxa"/>
            <w:noWrap/>
            <w:hideMark/>
          </w:tcPr>
          <w:p w14:paraId="1B4AD166" w14:textId="77777777" w:rsidR="00AC0C27" w:rsidRPr="00AC0C27" w:rsidRDefault="00AC0C27" w:rsidP="00AC0C27">
            <w:r w:rsidRPr="00AC0C27">
              <w:t>7</w:t>
            </w:r>
          </w:p>
        </w:tc>
        <w:tc>
          <w:tcPr>
            <w:tcW w:w="912" w:type="dxa"/>
            <w:noWrap/>
            <w:hideMark/>
          </w:tcPr>
          <w:p w14:paraId="204FE782" w14:textId="77777777" w:rsidR="00AC0C27" w:rsidRPr="00AC0C27" w:rsidRDefault="00AC0C27" w:rsidP="00AC0C27">
            <w:pPr>
              <w:jc w:val="left"/>
            </w:pPr>
            <w:r w:rsidRPr="00AC0C27">
              <w:t>pkt</w:t>
            </w:r>
          </w:p>
        </w:tc>
        <w:tc>
          <w:tcPr>
            <w:tcW w:w="1451" w:type="dxa"/>
            <w:noWrap/>
            <w:hideMark/>
          </w:tcPr>
          <w:p w14:paraId="34713B92" w14:textId="77777777" w:rsidR="00AC0C27" w:rsidRPr="00AC0C27" w:rsidRDefault="00AC0C27">
            <w:pPr>
              <w:jc w:val="left"/>
            </w:pPr>
            <w:r w:rsidRPr="00AC0C27">
              <w:t> </w:t>
            </w:r>
          </w:p>
        </w:tc>
        <w:tc>
          <w:tcPr>
            <w:tcW w:w="1418" w:type="dxa"/>
            <w:noWrap/>
            <w:hideMark/>
          </w:tcPr>
          <w:p w14:paraId="7707259B" w14:textId="77777777" w:rsidR="00AC0C27" w:rsidRPr="00AC0C27" w:rsidRDefault="00AC0C27">
            <w:r w:rsidRPr="00AC0C27">
              <w:t> </w:t>
            </w:r>
          </w:p>
        </w:tc>
      </w:tr>
      <w:tr w:rsidR="00AC0C27" w:rsidRPr="00AC0C27" w14:paraId="3180889C" w14:textId="77777777" w:rsidTr="00A53751">
        <w:trPr>
          <w:trHeight w:val="290"/>
        </w:trPr>
        <w:tc>
          <w:tcPr>
            <w:tcW w:w="846" w:type="dxa"/>
            <w:noWrap/>
            <w:hideMark/>
          </w:tcPr>
          <w:p w14:paraId="2A90F7D8" w14:textId="77777777" w:rsidR="00AC0C27" w:rsidRPr="00AC0C27" w:rsidRDefault="00AC0C27" w:rsidP="00AC0C27">
            <w:r w:rsidRPr="00AC0C27">
              <w:t>21</w:t>
            </w:r>
          </w:p>
        </w:tc>
        <w:tc>
          <w:tcPr>
            <w:tcW w:w="4689" w:type="dxa"/>
            <w:noWrap/>
            <w:hideMark/>
          </w:tcPr>
          <w:p w14:paraId="1680D94F" w14:textId="77777777" w:rsidR="00AC0C27" w:rsidRPr="00AC0C27" w:rsidRDefault="00AC0C27">
            <w:pPr>
              <w:jc w:val="left"/>
            </w:pPr>
            <w:r w:rsidRPr="00AC0C27">
              <w:t>Rivert (100no/pkt)</w:t>
            </w:r>
          </w:p>
        </w:tc>
        <w:tc>
          <w:tcPr>
            <w:tcW w:w="744" w:type="dxa"/>
            <w:noWrap/>
            <w:hideMark/>
          </w:tcPr>
          <w:p w14:paraId="681D7C3F" w14:textId="77777777" w:rsidR="00AC0C27" w:rsidRPr="00AC0C27" w:rsidRDefault="00AC0C27" w:rsidP="00AC0C27">
            <w:r w:rsidRPr="00AC0C27">
              <w:t>2</w:t>
            </w:r>
          </w:p>
        </w:tc>
        <w:tc>
          <w:tcPr>
            <w:tcW w:w="912" w:type="dxa"/>
            <w:noWrap/>
            <w:hideMark/>
          </w:tcPr>
          <w:p w14:paraId="4E3460D7" w14:textId="77777777" w:rsidR="00AC0C27" w:rsidRPr="00AC0C27" w:rsidRDefault="00AC0C27" w:rsidP="00AC0C27">
            <w:pPr>
              <w:jc w:val="left"/>
            </w:pPr>
            <w:r w:rsidRPr="00AC0C27">
              <w:t>no</w:t>
            </w:r>
          </w:p>
        </w:tc>
        <w:tc>
          <w:tcPr>
            <w:tcW w:w="1451" w:type="dxa"/>
            <w:noWrap/>
            <w:hideMark/>
          </w:tcPr>
          <w:p w14:paraId="4A73FDC8" w14:textId="77777777" w:rsidR="00AC0C27" w:rsidRPr="00AC0C27" w:rsidRDefault="00AC0C27">
            <w:pPr>
              <w:jc w:val="left"/>
            </w:pPr>
            <w:r w:rsidRPr="00AC0C27">
              <w:t> </w:t>
            </w:r>
          </w:p>
        </w:tc>
        <w:tc>
          <w:tcPr>
            <w:tcW w:w="1418" w:type="dxa"/>
            <w:noWrap/>
            <w:hideMark/>
          </w:tcPr>
          <w:p w14:paraId="5EDBCE27" w14:textId="77777777" w:rsidR="00AC0C27" w:rsidRPr="00AC0C27" w:rsidRDefault="00AC0C27">
            <w:r w:rsidRPr="00AC0C27">
              <w:t> </w:t>
            </w:r>
          </w:p>
        </w:tc>
      </w:tr>
      <w:tr w:rsidR="00AC0C27" w:rsidRPr="00AC0C27" w14:paraId="3EF15AF5" w14:textId="77777777" w:rsidTr="00A53751">
        <w:trPr>
          <w:trHeight w:val="43"/>
        </w:trPr>
        <w:tc>
          <w:tcPr>
            <w:tcW w:w="846" w:type="dxa"/>
            <w:noWrap/>
            <w:hideMark/>
          </w:tcPr>
          <w:p w14:paraId="2B05855E" w14:textId="77777777" w:rsidR="00AC0C27" w:rsidRPr="00AC0C27" w:rsidRDefault="00AC0C27" w:rsidP="00AC0C27">
            <w:r w:rsidRPr="00AC0C27">
              <w:t>22</w:t>
            </w:r>
          </w:p>
        </w:tc>
        <w:tc>
          <w:tcPr>
            <w:tcW w:w="4689" w:type="dxa"/>
            <w:noWrap/>
            <w:hideMark/>
          </w:tcPr>
          <w:p w14:paraId="0DDA1F93" w14:textId="77777777" w:rsidR="00AC0C27" w:rsidRPr="00AC0C27" w:rsidRDefault="00AC0C27">
            <w:pPr>
              <w:jc w:val="left"/>
            </w:pPr>
            <w:r w:rsidRPr="00AC0C27">
              <w:t>silicone gun</w:t>
            </w:r>
          </w:p>
        </w:tc>
        <w:tc>
          <w:tcPr>
            <w:tcW w:w="744" w:type="dxa"/>
            <w:noWrap/>
            <w:hideMark/>
          </w:tcPr>
          <w:p w14:paraId="03F9F544" w14:textId="77777777" w:rsidR="00AC0C27" w:rsidRPr="00AC0C27" w:rsidRDefault="00AC0C27" w:rsidP="00AC0C27">
            <w:r w:rsidRPr="00AC0C27">
              <w:t>2</w:t>
            </w:r>
          </w:p>
        </w:tc>
        <w:tc>
          <w:tcPr>
            <w:tcW w:w="912" w:type="dxa"/>
            <w:noWrap/>
            <w:hideMark/>
          </w:tcPr>
          <w:p w14:paraId="2742E149" w14:textId="77777777" w:rsidR="00AC0C27" w:rsidRPr="00AC0C27" w:rsidRDefault="00AC0C27" w:rsidP="00AC0C27">
            <w:pPr>
              <w:jc w:val="left"/>
            </w:pPr>
            <w:r w:rsidRPr="00AC0C27">
              <w:t>no</w:t>
            </w:r>
          </w:p>
        </w:tc>
        <w:tc>
          <w:tcPr>
            <w:tcW w:w="1451" w:type="dxa"/>
            <w:noWrap/>
            <w:hideMark/>
          </w:tcPr>
          <w:p w14:paraId="4BC96E1B" w14:textId="77777777" w:rsidR="00AC0C27" w:rsidRPr="00AC0C27" w:rsidRDefault="00AC0C27">
            <w:pPr>
              <w:jc w:val="left"/>
            </w:pPr>
            <w:r w:rsidRPr="00AC0C27">
              <w:t> </w:t>
            </w:r>
          </w:p>
        </w:tc>
        <w:tc>
          <w:tcPr>
            <w:tcW w:w="1418" w:type="dxa"/>
            <w:noWrap/>
            <w:hideMark/>
          </w:tcPr>
          <w:p w14:paraId="0991F1AE" w14:textId="77777777" w:rsidR="00AC0C27" w:rsidRPr="00AC0C27" w:rsidRDefault="00AC0C27">
            <w:r w:rsidRPr="00AC0C27">
              <w:t> </w:t>
            </w:r>
          </w:p>
        </w:tc>
      </w:tr>
      <w:tr w:rsidR="00AC0C27" w:rsidRPr="00AC0C27" w14:paraId="7582C041" w14:textId="77777777" w:rsidTr="00A53751">
        <w:trPr>
          <w:trHeight w:val="290"/>
        </w:trPr>
        <w:tc>
          <w:tcPr>
            <w:tcW w:w="846" w:type="dxa"/>
            <w:noWrap/>
            <w:hideMark/>
          </w:tcPr>
          <w:p w14:paraId="4C3B2C10" w14:textId="77777777" w:rsidR="00AC0C27" w:rsidRPr="00AC0C27" w:rsidRDefault="00AC0C27" w:rsidP="00AC0C27">
            <w:r w:rsidRPr="00AC0C27">
              <w:t>23</w:t>
            </w:r>
          </w:p>
        </w:tc>
        <w:tc>
          <w:tcPr>
            <w:tcW w:w="4689" w:type="dxa"/>
            <w:noWrap/>
            <w:hideMark/>
          </w:tcPr>
          <w:p w14:paraId="15165175" w14:textId="77777777" w:rsidR="00AC0C27" w:rsidRPr="00AC0C27" w:rsidRDefault="00AC0C27">
            <w:pPr>
              <w:jc w:val="left"/>
            </w:pPr>
            <w:r w:rsidRPr="00AC0C27">
              <w:t>Rivert gun</w:t>
            </w:r>
          </w:p>
        </w:tc>
        <w:tc>
          <w:tcPr>
            <w:tcW w:w="744" w:type="dxa"/>
            <w:noWrap/>
            <w:hideMark/>
          </w:tcPr>
          <w:p w14:paraId="143FC1B5" w14:textId="77777777" w:rsidR="00AC0C27" w:rsidRPr="00AC0C27" w:rsidRDefault="00AC0C27" w:rsidP="00AC0C27">
            <w:r w:rsidRPr="00AC0C27">
              <w:t>1</w:t>
            </w:r>
          </w:p>
        </w:tc>
        <w:tc>
          <w:tcPr>
            <w:tcW w:w="912" w:type="dxa"/>
            <w:noWrap/>
            <w:hideMark/>
          </w:tcPr>
          <w:p w14:paraId="6CF70C2D" w14:textId="77777777" w:rsidR="00AC0C27" w:rsidRPr="00AC0C27" w:rsidRDefault="00AC0C27" w:rsidP="00AC0C27">
            <w:pPr>
              <w:jc w:val="left"/>
            </w:pPr>
            <w:r w:rsidRPr="00AC0C27">
              <w:t>no</w:t>
            </w:r>
          </w:p>
        </w:tc>
        <w:tc>
          <w:tcPr>
            <w:tcW w:w="1451" w:type="dxa"/>
            <w:noWrap/>
            <w:hideMark/>
          </w:tcPr>
          <w:p w14:paraId="5C9B08DE" w14:textId="77777777" w:rsidR="00AC0C27" w:rsidRPr="00AC0C27" w:rsidRDefault="00AC0C27">
            <w:pPr>
              <w:jc w:val="left"/>
            </w:pPr>
            <w:r w:rsidRPr="00AC0C27">
              <w:t> </w:t>
            </w:r>
          </w:p>
        </w:tc>
        <w:tc>
          <w:tcPr>
            <w:tcW w:w="1418" w:type="dxa"/>
            <w:noWrap/>
            <w:hideMark/>
          </w:tcPr>
          <w:p w14:paraId="42B0037E" w14:textId="77777777" w:rsidR="00AC0C27" w:rsidRPr="00AC0C27" w:rsidRDefault="00AC0C27">
            <w:r w:rsidRPr="00AC0C27">
              <w:t> </w:t>
            </w:r>
          </w:p>
        </w:tc>
      </w:tr>
      <w:tr w:rsidR="00AC0C27" w:rsidRPr="00AC0C27" w14:paraId="428FAC1B" w14:textId="77777777" w:rsidTr="00A53751">
        <w:trPr>
          <w:trHeight w:val="290"/>
        </w:trPr>
        <w:tc>
          <w:tcPr>
            <w:tcW w:w="846" w:type="dxa"/>
            <w:noWrap/>
            <w:hideMark/>
          </w:tcPr>
          <w:p w14:paraId="34166265" w14:textId="77777777" w:rsidR="00AC0C27" w:rsidRPr="00AC0C27" w:rsidRDefault="00AC0C27" w:rsidP="00AC0C27">
            <w:pPr>
              <w:rPr>
                <w:b/>
                <w:bCs/>
              </w:rPr>
            </w:pPr>
            <w:r w:rsidRPr="00AC0C27">
              <w:rPr>
                <w:b/>
                <w:bCs/>
              </w:rPr>
              <w:t> </w:t>
            </w:r>
          </w:p>
        </w:tc>
        <w:tc>
          <w:tcPr>
            <w:tcW w:w="4689" w:type="dxa"/>
            <w:noWrap/>
            <w:hideMark/>
          </w:tcPr>
          <w:p w14:paraId="59C97C01" w14:textId="77777777" w:rsidR="00AC0C27" w:rsidRPr="00AC0C27" w:rsidRDefault="00AC0C27">
            <w:pPr>
              <w:jc w:val="left"/>
              <w:rPr>
                <w:b/>
                <w:bCs/>
              </w:rPr>
            </w:pPr>
            <w:r w:rsidRPr="00AC0C27">
              <w:rPr>
                <w:b/>
                <w:bCs/>
              </w:rPr>
              <w:t>Joinery</w:t>
            </w:r>
          </w:p>
        </w:tc>
        <w:tc>
          <w:tcPr>
            <w:tcW w:w="744" w:type="dxa"/>
            <w:noWrap/>
            <w:hideMark/>
          </w:tcPr>
          <w:p w14:paraId="21A71EDD" w14:textId="77777777" w:rsidR="00AC0C27" w:rsidRPr="00AC0C27" w:rsidRDefault="00AC0C27" w:rsidP="00AC0C27">
            <w:pPr>
              <w:rPr>
                <w:b/>
                <w:bCs/>
              </w:rPr>
            </w:pPr>
            <w:r w:rsidRPr="00AC0C27">
              <w:rPr>
                <w:b/>
                <w:bCs/>
              </w:rPr>
              <w:t> </w:t>
            </w:r>
          </w:p>
        </w:tc>
        <w:tc>
          <w:tcPr>
            <w:tcW w:w="912" w:type="dxa"/>
            <w:noWrap/>
            <w:hideMark/>
          </w:tcPr>
          <w:p w14:paraId="2357B85D" w14:textId="77777777" w:rsidR="00AC0C27" w:rsidRPr="00AC0C27" w:rsidRDefault="00AC0C27" w:rsidP="00AC0C27">
            <w:pPr>
              <w:jc w:val="left"/>
              <w:rPr>
                <w:b/>
                <w:bCs/>
              </w:rPr>
            </w:pPr>
            <w:r w:rsidRPr="00AC0C27">
              <w:rPr>
                <w:b/>
                <w:bCs/>
              </w:rPr>
              <w:t> </w:t>
            </w:r>
          </w:p>
        </w:tc>
        <w:tc>
          <w:tcPr>
            <w:tcW w:w="1451" w:type="dxa"/>
            <w:noWrap/>
            <w:hideMark/>
          </w:tcPr>
          <w:p w14:paraId="77488479" w14:textId="77777777" w:rsidR="00AC0C27" w:rsidRPr="00AC0C27" w:rsidRDefault="00AC0C27">
            <w:pPr>
              <w:jc w:val="left"/>
              <w:rPr>
                <w:b/>
                <w:bCs/>
              </w:rPr>
            </w:pPr>
            <w:r w:rsidRPr="00AC0C27">
              <w:rPr>
                <w:b/>
                <w:bCs/>
              </w:rPr>
              <w:t> </w:t>
            </w:r>
          </w:p>
        </w:tc>
        <w:tc>
          <w:tcPr>
            <w:tcW w:w="1418" w:type="dxa"/>
            <w:noWrap/>
            <w:hideMark/>
          </w:tcPr>
          <w:p w14:paraId="340F1B1B" w14:textId="77777777" w:rsidR="00AC0C27" w:rsidRPr="00AC0C27" w:rsidRDefault="00AC0C27">
            <w:pPr>
              <w:rPr>
                <w:b/>
                <w:bCs/>
              </w:rPr>
            </w:pPr>
            <w:r w:rsidRPr="00AC0C27">
              <w:rPr>
                <w:b/>
                <w:bCs/>
              </w:rPr>
              <w:t> </w:t>
            </w:r>
          </w:p>
        </w:tc>
      </w:tr>
      <w:tr w:rsidR="00AC0C27" w:rsidRPr="00AC0C27" w14:paraId="247E37CB" w14:textId="77777777" w:rsidTr="00A53751">
        <w:trPr>
          <w:trHeight w:val="290"/>
        </w:trPr>
        <w:tc>
          <w:tcPr>
            <w:tcW w:w="846" w:type="dxa"/>
            <w:noWrap/>
            <w:hideMark/>
          </w:tcPr>
          <w:p w14:paraId="1CCA64B9" w14:textId="77777777" w:rsidR="00AC0C27" w:rsidRPr="00AC0C27" w:rsidRDefault="00AC0C27" w:rsidP="00AC0C27">
            <w:r w:rsidRPr="00AC0C27">
              <w:t>24</w:t>
            </w:r>
          </w:p>
        </w:tc>
        <w:tc>
          <w:tcPr>
            <w:tcW w:w="4689" w:type="dxa"/>
            <w:noWrap/>
            <w:hideMark/>
          </w:tcPr>
          <w:p w14:paraId="1B86C9AD" w14:textId="77777777" w:rsidR="00AC0C27" w:rsidRPr="00AC0C27" w:rsidRDefault="00AC0C27">
            <w:pPr>
              <w:jc w:val="left"/>
            </w:pPr>
            <w:r w:rsidRPr="00AC0C27">
              <w:t xml:space="preserve">100x75mm butt brass hinges with screws </w:t>
            </w:r>
          </w:p>
        </w:tc>
        <w:tc>
          <w:tcPr>
            <w:tcW w:w="744" w:type="dxa"/>
            <w:noWrap/>
            <w:hideMark/>
          </w:tcPr>
          <w:p w14:paraId="1CF3BBBB" w14:textId="77777777" w:rsidR="00AC0C27" w:rsidRPr="00AC0C27" w:rsidRDefault="00AC0C27" w:rsidP="00AC0C27">
            <w:r w:rsidRPr="00AC0C27">
              <w:t>4</w:t>
            </w:r>
          </w:p>
        </w:tc>
        <w:tc>
          <w:tcPr>
            <w:tcW w:w="912" w:type="dxa"/>
            <w:noWrap/>
            <w:hideMark/>
          </w:tcPr>
          <w:p w14:paraId="4D75AC28" w14:textId="77777777" w:rsidR="00AC0C27" w:rsidRPr="00AC0C27" w:rsidRDefault="00AC0C27" w:rsidP="00AC0C27">
            <w:pPr>
              <w:jc w:val="left"/>
            </w:pPr>
            <w:r w:rsidRPr="00AC0C27">
              <w:t>no</w:t>
            </w:r>
          </w:p>
        </w:tc>
        <w:tc>
          <w:tcPr>
            <w:tcW w:w="1451" w:type="dxa"/>
            <w:noWrap/>
            <w:hideMark/>
          </w:tcPr>
          <w:p w14:paraId="365A4F5A" w14:textId="77777777" w:rsidR="00AC0C27" w:rsidRPr="00AC0C27" w:rsidRDefault="00AC0C27">
            <w:pPr>
              <w:jc w:val="left"/>
            </w:pPr>
            <w:r w:rsidRPr="00AC0C27">
              <w:t> </w:t>
            </w:r>
          </w:p>
        </w:tc>
        <w:tc>
          <w:tcPr>
            <w:tcW w:w="1418" w:type="dxa"/>
            <w:noWrap/>
            <w:hideMark/>
          </w:tcPr>
          <w:p w14:paraId="41A2FAD9" w14:textId="77777777" w:rsidR="00AC0C27" w:rsidRPr="00AC0C27" w:rsidRDefault="00AC0C27">
            <w:r w:rsidRPr="00AC0C27">
              <w:t> </w:t>
            </w:r>
          </w:p>
        </w:tc>
      </w:tr>
      <w:tr w:rsidR="00AC0C27" w:rsidRPr="00AC0C27" w14:paraId="06206B37" w14:textId="77777777" w:rsidTr="00A53751">
        <w:trPr>
          <w:trHeight w:val="290"/>
        </w:trPr>
        <w:tc>
          <w:tcPr>
            <w:tcW w:w="846" w:type="dxa"/>
            <w:noWrap/>
            <w:hideMark/>
          </w:tcPr>
          <w:p w14:paraId="192F1BDF" w14:textId="77777777" w:rsidR="00AC0C27" w:rsidRPr="00AC0C27" w:rsidRDefault="00AC0C27" w:rsidP="00AC0C27">
            <w:r w:rsidRPr="00AC0C27">
              <w:t>25</w:t>
            </w:r>
          </w:p>
        </w:tc>
        <w:tc>
          <w:tcPr>
            <w:tcW w:w="4689" w:type="dxa"/>
            <w:noWrap/>
            <w:hideMark/>
          </w:tcPr>
          <w:p w14:paraId="3F4D0B89" w14:textId="77777777" w:rsidR="00AC0C27" w:rsidRPr="00AC0C27" w:rsidRDefault="00AC0C27">
            <w:pPr>
              <w:jc w:val="left"/>
            </w:pPr>
            <w:r w:rsidRPr="00AC0C27">
              <w:t>Rebated mortice lock complete with handles and keys</w:t>
            </w:r>
          </w:p>
        </w:tc>
        <w:tc>
          <w:tcPr>
            <w:tcW w:w="744" w:type="dxa"/>
            <w:noWrap/>
            <w:hideMark/>
          </w:tcPr>
          <w:p w14:paraId="09C0523A" w14:textId="77777777" w:rsidR="00AC0C27" w:rsidRPr="00AC0C27" w:rsidRDefault="00AC0C27" w:rsidP="00AC0C27">
            <w:r w:rsidRPr="00AC0C27">
              <w:t>2</w:t>
            </w:r>
          </w:p>
        </w:tc>
        <w:tc>
          <w:tcPr>
            <w:tcW w:w="912" w:type="dxa"/>
            <w:noWrap/>
            <w:hideMark/>
          </w:tcPr>
          <w:p w14:paraId="321F2B2D" w14:textId="77777777" w:rsidR="00AC0C27" w:rsidRPr="00AC0C27" w:rsidRDefault="00AC0C27" w:rsidP="00AC0C27">
            <w:pPr>
              <w:jc w:val="left"/>
            </w:pPr>
            <w:r w:rsidRPr="00AC0C27">
              <w:t>no</w:t>
            </w:r>
          </w:p>
        </w:tc>
        <w:tc>
          <w:tcPr>
            <w:tcW w:w="1451" w:type="dxa"/>
            <w:noWrap/>
            <w:hideMark/>
          </w:tcPr>
          <w:p w14:paraId="70C82859" w14:textId="77777777" w:rsidR="00AC0C27" w:rsidRPr="00AC0C27" w:rsidRDefault="00AC0C27">
            <w:pPr>
              <w:jc w:val="left"/>
            </w:pPr>
            <w:r w:rsidRPr="00AC0C27">
              <w:t> </w:t>
            </w:r>
          </w:p>
        </w:tc>
        <w:tc>
          <w:tcPr>
            <w:tcW w:w="1418" w:type="dxa"/>
            <w:noWrap/>
            <w:hideMark/>
          </w:tcPr>
          <w:p w14:paraId="49C0D7B7" w14:textId="77777777" w:rsidR="00AC0C27" w:rsidRPr="00AC0C27" w:rsidRDefault="00AC0C27">
            <w:r w:rsidRPr="00AC0C27">
              <w:t> </w:t>
            </w:r>
          </w:p>
        </w:tc>
      </w:tr>
      <w:tr w:rsidR="00AC0C27" w:rsidRPr="00AC0C27" w14:paraId="5B281947" w14:textId="77777777" w:rsidTr="00A53751">
        <w:trPr>
          <w:trHeight w:val="290"/>
        </w:trPr>
        <w:tc>
          <w:tcPr>
            <w:tcW w:w="846" w:type="dxa"/>
            <w:noWrap/>
            <w:hideMark/>
          </w:tcPr>
          <w:p w14:paraId="24BDC764" w14:textId="77777777" w:rsidR="00AC0C27" w:rsidRPr="00AC0C27" w:rsidRDefault="00AC0C27" w:rsidP="00AC0C27">
            <w:r w:rsidRPr="00AC0C27">
              <w:t>26</w:t>
            </w:r>
          </w:p>
        </w:tc>
        <w:tc>
          <w:tcPr>
            <w:tcW w:w="4689" w:type="dxa"/>
            <w:noWrap/>
            <w:hideMark/>
          </w:tcPr>
          <w:p w14:paraId="1F9719D4" w14:textId="77777777" w:rsidR="00AC0C27" w:rsidRPr="00AC0C27" w:rsidRDefault="00AC0C27">
            <w:pPr>
              <w:jc w:val="left"/>
            </w:pPr>
            <w:r w:rsidRPr="00AC0C27">
              <w:t xml:space="preserve">10 blade louver frame </w:t>
            </w:r>
          </w:p>
        </w:tc>
        <w:tc>
          <w:tcPr>
            <w:tcW w:w="744" w:type="dxa"/>
            <w:noWrap/>
            <w:hideMark/>
          </w:tcPr>
          <w:p w14:paraId="02C68CF9" w14:textId="77777777" w:rsidR="00AC0C27" w:rsidRPr="00AC0C27" w:rsidRDefault="00AC0C27" w:rsidP="00AC0C27">
            <w:r w:rsidRPr="00AC0C27">
              <w:t>32</w:t>
            </w:r>
          </w:p>
        </w:tc>
        <w:tc>
          <w:tcPr>
            <w:tcW w:w="912" w:type="dxa"/>
            <w:noWrap/>
            <w:hideMark/>
          </w:tcPr>
          <w:p w14:paraId="161ACD5A" w14:textId="77777777" w:rsidR="00AC0C27" w:rsidRPr="00AC0C27" w:rsidRDefault="00AC0C27" w:rsidP="00AC0C27">
            <w:pPr>
              <w:jc w:val="left"/>
            </w:pPr>
            <w:r w:rsidRPr="00AC0C27">
              <w:t>no</w:t>
            </w:r>
          </w:p>
        </w:tc>
        <w:tc>
          <w:tcPr>
            <w:tcW w:w="1451" w:type="dxa"/>
            <w:noWrap/>
            <w:hideMark/>
          </w:tcPr>
          <w:p w14:paraId="1D44C593" w14:textId="77777777" w:rsidR="00AC0C27" w:rsidRPr="00AC0C27" w:rsidRDefault="00AC0C27">
            <w:pPr>
              <w:jc w:val="left"/>
            </w:pPr>
            <w:r w:rsidRPr="00AC0C27">
              <w:t> </w:t>
            </w:r>
          </w:p>
        </w:tc>
        <w:tc>
          <w:tcPr>
            <w:tcW w:w="1418" w:type="dxa"/>
            <w:noWrap/>
            <w:hideMark/>
          </w:tcPr>
          <w:p w14:paraId="725C54A4" w14:textId="77777777" w:rsidR="00AC0C27" w:rsidRPr="00AC0C27" w:rsidRDefault="00AC0C27">
            <w:r w:rsidRPr="00AC0C27">
              <w:t> </w:t>
            </w:r>
          </w:p>
        </w:tc>
      </w:tr>
      <w:tr w:rsidR="00AC0C27" w:rsidRPr="00AC0C27" w14:paraId="77DF1B6D" w14:textId="77777777" w:rsidTr="00A53751">
        <w:trPr>
          <w:trHeight w:val="290"/>
        </w:trPr>
        <w:tc>
          <w:tcPr>
            <w:tcW w:w="846" w:type="dxa"/>
            <w:noWrap/>
            <w:hideMark/>
          </w:tcPr>
          <w:p w14:paraId="2C5EA2D1" w14:textId="77777777" w:rsidR="00AC0C27" w:rsidRPr="00AC0C27" w:rsidRDefault="00AC0C27" w:rsidP="00AC0C27">
            <w:r w:rsidRPr="00AC0C27">
              <w:t>27</w:t>
            </w:r>
          </w:p>
        </w:tc>
        <w:tc>
          <w:tcPr>
            <w:tcW w:w="4689" w:type="dxa"/>
            <w:noWrap/>
            <w:hideMark/>
          </w:tcPr>
          <w:p w14:paraId="45990697" w14:textId="77777777" w:rsidR="00AC0C27" w:rsidRPr="00AC0C27" w:rsidRDefault="00AC0C27">
            <w:pPr>
              <w:jc w:val="left"/>
            </w:pPr>
            <w:r w:rsidRPr="00AC0C27">
              <w:t>36"x 6" (914x150mm) clear glass blade</w:t>
            </w:r>
          </w:p>
        </w:tc>
        <w:tc>
          <w:tcPr>
            <w:tcW w:w="744" w:type="dxa"/>
            <w:noWrap/>
            <w:hideMark/>
          </w:tcPr>
          <w:p w14:paraId="1A9EA074" w14:textId="77777777" w:rsidR="00AC0C27" w:rsidRPr="00AC0C27" w:rsidRDefault="00AC0C27" w:rsidP="00AC0C27">
            <w:r w:rsidRPr="00AC0C27">
              <w:t>320</w:t>
            </w:r>
          </w:p>
        </w:tc>
        <w:tc>
          <w:tcPr>
            <w:tcW w:w="912" w:type="dxa"/>
            <w:noWrap/>
            <w:hideMark/>
          </w:tcPr>
          <w:p w14:paraId="527E5490" w14:textId="77777777" w:rsidR="00AC0C27" w:rsidRPr="00AC0C27" w:rsidRDefault="00AC0C27" w:rsidP="00AC0C27">
            <w:pPr>
              <w:jc w:val="left"/>
            </w:pPr>
            <w:r w:rsidRPr="00AC0C27">
              <w:t>no</w:t>
            </w:r>
          </w:p>
        </w:tc>
        <w:tc>
          <w:tcPr>
            <w:tcW w:w="1451" w:type="dxa"/>
            <w:noWrap/>
            <w:hideMark/>
          </w:tcPr>
          <w:p w14:paraId="537EEAA8" w14:textId="77777777" w:rsidR="00AC0C27" w:rsidRPr="00AC0C27" w:rsidRDefault="00AC0C27">
            <w:pPr>
              <w:jc w:val="left"/>
            </w:pPr>
            <w:r w:rsidRPr="00AC0C27">
              <w:t> </w:t>
            </w:r>
          </w:p>
        </w:tc>
        <w:tc>
          <w:tcPr>
            <w:tcW w:w="1418" w:type="dxa"/>
            <w:noWrap/>
            <w:hideMark/>
          </w:tcPr>
          <w:p w14:paraId="46FD20C6" w14:textId="77777777" w:rsidR="00AC0C27" w:rsidRPr="00AC0C27" w:rsidRDefault="00AC0C27">
            <w:r w:rsidRPr="00AC0C27">
              <w:t> </w:t>
            </w:r>
          </w:p>
        </w:tc>
      </w:tr>
      <w:tr w:rsidR="00AC0C27" w:rsidRPr="00AC0C27" w14:paraId="04F2DA2F" w14:textId="77777777" w:rsidTr="00A53751">
        <w:trPr>
          <w:trHeight w:val="290"/>
        </w:trPr>
        <w:tc>
          <w:tcPr>
            <w:tcW w:w="846" w:type="dxa"/>
            <w:noWrap/>
            <w:hideMark/>
          </w:tcPr>
          <w:p w14:paraId="452C1A16" w14:textId="77777777" w:rsidR="00AC0C27" w:rsidRPr="00AC0C27" w:rsidRDefault="00AC0C27" w:rsidP="00AC0C27">
            <w:r w:rsidRPr="00AC0C27">
              <w:t>28</w:t>
            </w:r>
          </w:p>
        </w:tc>
        <w:tc>
          <w:tcPr>
            <w:tcW w:w="4689" w:type="dxa"/>
            <w:noWrap/>
            <w:hideMark/>
          </w:tcPr>
          <w:p w14:paraId="47F190A3" w14:textId="77777777" w:rsidR="00AC0C27" w:rsidRPr="00AC0C27" w:rsidRDefault="00AC0C27">
            <w:pPr>
              <w:jc w:val="left"/>
            </w:pPr>
            <w:r w:rsidRPr="00AC0C27">
              <w:t xml:space="preserve">polished edges </w:t>
            </w:r>
          </w:p>
        </w:tc>
        <w:tc>
          <w:tcPr>
            <w:tcW w:w="744" w:type="dxa"/>
            <w:noWrap/>
            <w:hideMark/>
          </w:tcPr>
          <w:p w14:paraId="1946A478" w14:textId="77777777" w:rsidR="00AC0C27" w:rsidRPr="00AC0C27" w:rsidRDefault="00AC0C27" w:rsidP="00AC0C27">
            <w:r w:rsidRPr="00AC0C27">
              <w:t>6</w:t>
            </w:r>
          </w:p>
        </w:tc>
        <w:tc>
          <w:tcPr>
            <w:tcW w:w="912" w:type="dxa"/>
            <w:noWrap/>
            <w:hideMark/>
          </w:tcPr>
          <w:p w14:paraId="46204E9C" w14:textId="77777777" w:rsidR="00AC0C27" w:rsidRPr="00AC0C27" w:rsidRDefault="00AC0C27" w:rsidP="00AC0C27">
            <w:pPr>
              <w:jc w:val="left"/>
            </w:pPr>
            <w:r w:rsidRPr="00AC0C27">
              <w:t>no</w:t>
            </w:r>
          </w:p>
        </w:tc>
        <w:tc>
          <w:tcPr>
            <w:tcW w:w="1451" w:type="dxa"/>
            <w:noWrap/>
            <w:hideMark/>
          </w:tcPr>
          <w:p w14:paraId="6074874B" w14:textId="77777777" w:rsidR="00AC0C27" w:rsidRPr="00AC0C27" w:rsidRDefault="00AC0C27">
            <w:pPr>
              <w:jc w:val="left"/>
            </w:pPr>
            <w:r w:rsidRPr="00AC0C27">
              <w:t> </w:t>
            </w:r>
          </w:p>
        </w:tc>
        <w:tc>
          <w:tcPr>
            <w:tcW w:w="1418" w:type="dxa"/>
            <w:noWrap/>
            <w:hideMark/>
          </w:tcPr>
          <w:p w14:paraId="7177332B" w14:textId="77777777" w:rsidR="00AC0C27" w:rsidRPr="00AC0C27" w:rsidRDefault="00AC0C27">
            <w:r w:rsidRPr="00AC0C27">
              <w:t> </w:t>
            </w:r>
          </w:p>
        </w:tc>
      </w:tr>
      <w:tr w:rsidR="00AC0C27" w:rsidRPr="00AC0C27" w14:paraId="08879D37" w14:textId="77777777" w:rsidTr="00A53751">
        <w:trPr>
          <w:trHeight w:val="290"/>
        </w:trPr>
        <w:tc>
          <w:tcPr>
            <w:tcW w:w="846" w:type="dxa"/>
            <w:noWrap/>
            <w:hideMark/>
          </w:tcPr>
          <w:p w14:paraId="73A8DD5E" w14:textId="77777777" w:rsidR="00AC0C27" w:rsidRPr="00AC0C27" w:rsidRDefault="00AC0C27" w:rsidP="00AC0C27">
            <w:r w:rsidRPr="00AC0C27">
              <w:lastRenderedPageBreak/>
              <w:t>29</w:t>
            </w:r>
          </w:p>
        </w:tc>
        <w:tc>
          <w:tcPr>
            <w:tcW w:w="4689" w:type="dxa"/>
            <w:noWrap/>
            <w:hideMark/>
          </w:tcPr>
          <w:p w14:paraId="30414401" w14:textId="77777777" w:rsidR="00AC0C27" w:rsidRPr="00AC0C27" w:rsidRDefault="00AC0C27">
            <w:pPr>
              <w:jc w:val="left"/>
            </w:pPr>
            <w:r w:rsidRPr="00AC0C27">
              <w:t>solvent cement glue for pvc 500g/tin</w:t>
            </w:r>
          </w:p>
        </w:tc>
        <w:tc>
          <w:tcPr>
            <w:tcW w:w="744" w:type="dxa"/>
            <w:noWrap/>
            <w:hideMark/>
          </w:tcPr>
          <w:p w14:paraId="52DAA0B8" w14:textId="77777777" w:rsidR="00AC0C27" w:rsidRPr="00AC0C27" w:rsidRDefault="00AC0C27" w:rsidP="00AC0C27">
            <w:r w:rsidRPr="00AC0C27">
              <w:t>3</w:t>
            </w:r>
          </w:p>
        </w:tc>
        <w:tc>
          <w:tcPr>
            <w:tcW w:w="912" w:type="dxa"/>
            <w:noWrap/>
            <w:hideMark/>
          </w:tcPr>
          <w:p w14:paraId="2854A230" w14:textId="77777777" w:rsidR="00AC0C27" w:rsidRPr="00AC0C27" w:rsidRDefault="00AC0C27" w:rsidP="00AC0C27">
            <w:pPr>
              <w:jc w:val="left"/>
            </w:pPr>
            <w:r w:rsidRPr="00AC0C27">
              <w:t>no</w:t>
            </w:r>
          </w:p>
        </w:tc>
        <w:tc>
          <w:tcPr>
            <w:tcW w:w="1451" w:type="dxa"/>
            <w:noWrap/>
            <w:hideMark/>
          </w:tcPr>
          <w:p w14:paraId="51DEE221" w14:textId="77777777" w:rsidR="00AC0C27" w:rsidRPr="00AC0C27" w:rsidRDefault="00AC0C27">
            <w:pPr>
              <w:jc w:val="left"/>
            </w:pPr>
            <w:r w:rsidRPr="00AC0C27">
              <w:t> </w:t>
            </w:r>
          </w:p>
        </w:tc>
        <w:tc>
          <w:tcPr>
            <w:tcW w:w="1418" w:type="dxa"/>
            <w:noWrap/>
            <w:hideMark/>
          </w:tcPr>
          <w:p w14:paraId="6E95EBE5" w14:textId="77777777" w:rsidR="00AC0C27" w:rsidRPr="00AC0C27" w:rsidRDefault="00AC0C27">
            <w:r w:rsidRPr="00AC0C27">
              <w:t> </w:t>
            </w:r>
          </w:p>
        </w:tc>
      </w:tr>
      <w:tr w:rsidR="00AC0C27" w:rsidRPr="00AC0C27" w14:paraId="3768A488" w14:textId="77777777" w:rsidTr="00A53751">
        <w:trPr>
          <w:trHeight w:val="290"/>
        </w:trPr>
        <w:tc>
          <w:tcPr>
            <w:tcW w:w="846" w:type="dxa"/>
            <w:noWrap/>
            <w:hideMark/>
          </w:tcPr>
          <w:p w14:paraId="55A7058B" w14:textId="77777777" w:rsidR="00AC0C27" w:rsidRPr="00AC0C27" w:rsidRDefault="00AC0C27" w:rsidP="00AC0C27">
            <w:pPr>
              <w:rPr>
                <w:b/>
                <w:bCs/>
              </w:rPr>
            </w:pPr>
            <w:r w:rsidRPr="00AC0C27">
              <w:rPr>
                <w:b/>
                <w:bCs/>
              </w:rPr>
              <w:t> </w:t>
            </w:r>
          </w:p>
        </w:tc>
        <w:tc>
          <w:tcPr>
            <w:tcW w:w="4689" w:type="dxa"/>
            <w:noWrap/>
            <w:hideMark/>
          </w:tcPr>
          <w:p w14:paraId="038C990A" w14:textId="77777777" w:rsidR="00AC0C27" w:rsidRPr="00AC0C27" w:rsidRDefault="00AC0C27">
            <w:pPr>
              <w:jc w:val="left"/>
              <w:rPr>
                <w:b/>
                <w:bCs/>
              </w:rPr>
            </w:pPr>
            <w:r w:rsidRPr="00AC0C27">
              <w:rPr>
                <w:b/>
                <w:bCs/>
              </w:rPr>
              <w:t xml:space="preserve">Tiling </w:t>
            </w:r>
          </w:p>
        </w:tc>
        <w:tc>
          <w:tcPr>
            <w:tcW w:w="744" w:type="dxa"/>
            <w:noWrap/>
            <w:hideMark/>
          </w:tcPr>
          <w:p w14:paraId="43D7CB8E" w14:textId="77777777" w:rsidR="00AC0C27" w:rsidRPr="00AC0C27" w:rsidRDefault="00AC0C27" w:rsidP="00AC0C27">
            <w:pPr>
              <w:rPr>
                <w:b/>
                <w:bCs/>
              </w:rPr>
            </w:pPr>
            <w:r w:rsidRPr="00AC0C27">
              <w:rPr>
                <w:b/>
                <w:bCs/>
              </w:rPr>
              <w:t> </w:t>
            </w:r>
          </w:p>
        </w:tc>
        <w:tc>
          <w:tcPr>
            <w:tcW w:w="912" w:type="dxa"/>
            <w:noWrap/>
            <w:hideMark/>
          </w:tcPr>
          <w:p w14:paraId="48A8E5E5" w14:textId="77777777" w:rsidR="00AC0C27" w:rsidRPr="00AC0C27" w:rsidRDefault="00AC0C27" w:rsidP="00AC0C27">
            <w:pPr>
              <w:jc w:val="left"/>
              <w:rPr>
                <w:b/>
                <w:bCs/>
              </w:rPr>
            </w:pPr>
            <w:r w:rsidRPr="00AC0C27">
              <w:rPr>
                <w:b/>
                <w:bCs/>
              </w:rPr>
              <w:t> </w:t>
            </w:r>
          </w:p>
        </w:tc>
        <w:tc>
          <w:tcPr>
            <w:tcW w:w="1451" w:type="dxa"/>
            <w:noWrap/>
            <w:hideMark/>
          </w:tcPr>
          <w:p w14:paraId="12885DD5" w14:textId="77777777" w:rsidR="00AC0C27" w:rsidRPr="00AC0C27" w:rsidRDefault="00AC0C27">
            <w:pPr>
              <w:jc w:val="left"/>
              <w:rPr>
                <w:b/>
                <w:bCs/>
              </w:rPr>
            </w:pPr>
            <w:r w:rsidRPr="00AC0C27">
              <w:rPr>
                <w:b/>
                <w:bCs/>
              </w:rPr>
              <w:t> </w:t>
            </w:r>
          </w:p>
        </w:tc>
        <w:tc>
          <w:tcPr>
            <w:tcW w:w="1418" w:type="dxa"/>
            <w:noWrap/>
            <w:hideMark/>
          </w:tcPr>
          <w:p w14:paraId="14846D7A" w14:textId="77777777" w:rsidR="00AC0C27" w:rsidRPr="00AC0C27" w:rsidRDefault="00AC0C27">
            <w:pPr>
              <w:rPr>
                <w:b/>
                <w:bCs/>
              </w:rPr>
            </w:pPr>
            <w:r w:rsidRPr="00AC0C27">
              <w:rPr>
                <w:b/>
                <w:bCs/>
              </w:rPr>
              <w:t> </w:t>
            </w:r>
          </w:p>
        </w:tc>
      </w:tr>
      <w:tr w:rsidR="00AC0C27" w:rsidRPr="00AC0C27" w14:paraId="00F36CFD" w14:textId="77777777" w:rsidTr="00A53751">
        <w:trPr>
          <w:trHeight w:val="290"/>
        </w:trPr>
        <w:tc>
          <w:tcPr>
            <w:tcW w:w="846" w:type="dxa"/>
            <w:noWrap/>
            <w:hideMark/>
          </w:tcPr>
          <w:p w14:paraId="447CCC9F" w14:textId="77777777" w:rsidR="00AC0C27" w:rsidRPr="00AC0C27" w:rsidRDefault="00AC0C27" w:rsidP="00AC0C27">
            <w:r w:rsidRPr="00AC0C27">
              <w:t>30</w:t>
            </w:r>
          </w:p>
        </w:tc>
        <w:tc>
          <w:tcPr>
            <w:tcW w:w="4689" w:type="dxa"/>
            <w:noWrap/>
            <w:hideMark/>
          </w:tcPr>
          <w:p w14:paraId="02C2DA17" w14:textId="77777777" w:rsidR="00AC0C27" w:rsidRPr="00AC0C27" w:rsidRDefault="00AC0C27">
            <w:pPr>
              <w:jc w:val="left"/>
            </w:pPr>
            <w:r w:rsidRPr="00AC0C27">
              <w:t xml:space="preserve">300x300mm non-slip ceramic floor tile </w:t>
            </w:r>
          </w:p>
        </w:tc>
        <w:tc>
          <w:tcPr>
            <w:tcW w:w="744" w:type="dxa"/>
            <w:noWrap/>
            <w:hideMark/>
          </w:tcPr>
          <w:p w14:paraId="08354E2B" w14:textId="77777777" w:rsidR="00AC0C27" w:rsidRPr="00AC0C27" w:rsidRDefault="00AC0C27" w:rsidP="00AC0C27">
            <w:r w:rsidRPr="00AC0C27">
              <w:t>153</w:t>
            </w:r>
          </w:p>
        </w:tc>
        <w:tc>
          <w:tcPr>
            <w:tcW w:w="912" w:type="dxa"/>
            <w:noWrap/>
            <w:hideMark/>
          </w:tcPr>
          <w:p w14:paraId="000488BE" w14:textId="77777777" w:rsidR="00AC0C27" w:rsidRPr="00AC0C27" w:rsidRDefault="00AC0C27" w:rsidP="00AC0C27">
            <w:pPr>
              <w:jc w:val="left"/>
            </w:pPr>
            <w:r w:rsidRPr="00AC0C27">
              <w:t>box</w:t>
            </w:r>
          </w:p>
        </w:tc>
        <w:tc>
          <w:tcPr>
            <w:tcW w:w="1451" w:type="dxa"/>
            <w:noWrap/>
            <w:hideMark/>
          </w:tcPr>
          <w:p w14:paraId="48FE7F36" w14:textId="77777777" w:rsidR="00AC0C27" w:rsidRPr="00AC0C27" w:rsidRDefault="00AC0C27">
            <w:pPr>
              <w:jc w:val="left"/>
            </w:pPr>
            <w:r w:rsidRPr="00AC0C27">
              <w:t> </w:t>
            </w:r>
          </w:p>
        </w:tc>
        <w:tc>
          <w:tcPr>
            <w:tcW w:w="1418" w:type="dxa"/>
            <w:noWrap/>
            <w:hideMark/>
          </w:tcPr>
          <w:p w14:paraId="66630CEA" w14:textId="77777777" w:rsidR="00AC0C27" w:rsidRPr="00AC0C27" w:rsidRDefault="00AC0C27">
            <w:r w:rsidRPr="00AC0C27">
              <w:t> </w:t>
            </w:r>
          </w:p>
        </w:tc>
      </w:tr>
      <w:tr w:rsidR="00AC0C27" w:rsidRPr="00AC0C27" w14:paraId="65DDE92B" w14:textId="77777777" w:rsidTr="00A53751">
        <w:trPr>
          <w:trHeight w:val="290"/>
        </w:trPr>
        <w:tc>
          <w:tcPr>
            <w:tcW w:w="846" w:type="dxa"/>
            <w:noWrap/>
            <w:hideMark/>
          </w:tcPr>
          <w:p w14:paraId="15A8E2AE" w14:textId="77777777" w:rsidR="00AC0C27" w:rsidRPr="00AC0C27" w:rsidRDefault="00AC0C27" w:rsidP="00AC0C27">
            <w:r w:rsidRPr="00AC0C27">
              <w:t>31</w:t>
            </w:r>
          </w:p>
        </w:tc>
        <w:tc>
          <w:tcPr>
            <w:tcW w:w="4689" w:type="dxa"/>
            <w:noWrap/>
            <w:hideMark/>
          </w:tcPr>
          <w:p w14:paraId="0B0CEC9B" w14:textId="77777777" w:rsidR="00AC0C27" w:rsidRPr="00AC0C27" w:rsidRDefault="00AC0C27">
            <w:pPr>
              <w:jc w:val="left"/>
            </w:pPr>
            <w:r w:rsidRPr="00AC0C27">
              <w:t xml:space="preserve">CTF adhesive for ceramic tiles </w:t>
            </w:r>
          </w:p>
        </w:tc>
        <w:tc>
          <w:tcPr>
            <w:tcW w:w="744" w:type="dxa"/>
            <w:noWrap/>
            <w:hideMark/>
          </w:tcPr>
          <w:p w14:paraId="09DDA88D" w14:textId="77777777" w:rsidR="00AC0C27" w:rsidRPr="00AC0C27" w:rsidRDefault="00AC0C27" w:rsidP="00AC0C27">
            <w:r w:rsidRPr="00AC0C27">
              <w:t>76</w:t>
            </w:r>
          </w:p>
        </w:tc>
        <w:tc>
          <w:tcPr>
            <w:tcW w:w="912" w:type="dxa"/>
            <w:noWrap/>
            <w:hideMark/>
          </w:tcPr>
          <w:p w14:paraId="1797E7D4" w14:textId="77777777" w:rsidR="00AC0C27" w:rsidRPr="00AC0C27" w:rsidRDefault="00AC0C27" w:rsidP="00AC0C27">
            <w:pPr>
              <w:jc w:val="left"/>
            </w:pPr>
            <w:r w:rsidRPr="00AC0C27">
              <w:t>pkt</w:t>
            </w:r>
          </w:p>
        </w:tc>
        <w:tc>
          <w:tcPr>
            <w:tcW w:w="1451" w:type="dxa"/>
            <w:noWrap/>
            <w:hideMark/>
          </w:tcPr>
          <w:p w14:paraId="39A56D7F" w14:textId="77777777" w:rsidR="00AC0C27" w:rsidRPr="00AC0C27" w:rsidRDefault="00AC0C27">
            <w:pPr>
              <w:jc w:val="left"/>
            </w:pPr>
            <w:r w:rsidRPr="00AC0C27">
              <w:t> </w:t>
            </w:r>
          </w:p>
        </w:tc>
        <w:tc>
          <w:tcPr>
            <w:tcW w:w="1418" w:type="dxa"/>
            <w:noWrap/>
            <w:hideMark/>
          </w:tcPr>
          <w:p w14:paraId="1A66692F" w14:textId="77777777" w:rsidR="00AC0C27" w:rsidRPr="00AC0C27" w:rsidRDefault="00AC0C27">
            <w:r w:rsidRPr="00AC0C27">
              <w:t> </w:t>
            </w:r>
          </w:p>
        </w:tc>
      </w:tr>
      <w:tr w:rsidR="00AC0C27" w:rsidRPr="00AC0C27" w14:paraId="0AC61427" w14:textId="77777777" w:rsidTr="00A53751">
        <w:trPr>
          <w:trHeight w:val="290"/>
        </w:trPr>
        <w:tc>
          <w:tcPr>
            <w:tcW w:w="846" w:type="dxa"/>
            <w:noWrap/>
            <w:hideMark/>
          </w:tcPr>
          <w:p w14:paraId="0D470033" w14:textId="77777777" w:rsidR="00AC0C27" w:rsidRPr="00AC0C27" w:rsidRDefault="00AC0C27" w:rsidP="00AC0C27">
            <w:r w:rsidRPr="00AC0C27">
              <w:t>32</w:t>
            </w:r>
          </w:p>
        </w:tc>
        <w:tc>
          <w:tcPr>
            <w:tcW w:w="4689" w:type="dxa"/>
            <w:noWrap/>
            <w:hideMark/>
          </w:tcPr>
          <w:p w14:paraId="77DF5561" w14:textId="77777777" w:rsidR="00AC0C27" w:rsidRPr="00AC0C27" w:rsidRDefault="00AC0C27">
            <w:pPr>
              <w:jc w:val="left"/>
            </w:pPr>
            <w:r w:rsidRPr="00AC0C27">
              <w:t xml:space="preserve">Tile spacer 2mm </w:t>
            </w:r>
          </w:p>
        </w:tc>
        <w:tc>
          <w:tcPr>
            <w:tcW w:w="744" w:type="dxa"/>
            <w:noWrap/>
            <w:hideMark/>
          </w:tcPr>
          <w:p w14:paraId="4DDB5490" w14:textId="77777777" w:rsidR="00AC0C27" w:rsidRPr="00AC0C27" w:rsidRDefault="00AC0C27" w:rsidP="00AC0C27">
            <w:r w:rsidRPr="00AC0C27">
              <w:t>4</w:t>
            </w:r>
          </w:p>
        </w:tc>
        <w:tc>
          <w:tcPr>
            <w:tcW w:w="912" w:type="dxa"/>
            <w:noWrap/>
            <w:hideMark/>
          </w:tcPr>
          <w:p w14:paraId="7247E88F" w14:textId="77777777" w:rsidR="00AC0C27" w:rsidRPr="00AC0C27" w:rsidRDefault="00AC0C27" w:rsidP="00AC0C27">
            <w:pPr>
              <w:jc w:val="left"/>
            </w:pPr>
            <w:r w:rsidRPr="00AC0C27">
              <w:t>pkt</w:t>
            </w:r>
          </w:p>
        </w:tc>
        <w:tc>
          <w:tcPr>
            <w:tcW w:w="1451" w:type="dxa"/>
            <w:noWrap/>
            <w:hideMark/>
          </w:tcPr>
          <w:p w14:paraId="4BB1A465" w14:textId="77777777" w:rsidR="00AC0C27" w:rsidRPr="00AC0C27" w:rsidRDefault="00AC0C27">
            <w:pPr>
              <w:jc w:val="left"/>
            </w:pPr>
            <w:r w:rsidRPr="00AC0C27">
              <w:t> </w:t>
            </w:r>
          </w:p>
        </w:tc>
        <w:tc>
          <w:tcPr>
            <w:tcW w:w="1418" w:type="dxa"/>
            <w:noWrap/>
            <w:hideMark/>
          </w:tcPr>
          <w:p w14:paraId="78FC86A3" w14:textId="77777777" w:rsidR="00AC0C27" w:rsidRPr="00AC0C27" w:rsidRDefault="00AC0C27">
            <w:r w:rsidRPr="00AC0C27">
              <w:t> </w:t>
            </w:r>
          </w:p>
        </w:tc>
      </w:tr>
      <w:tr w:rsidR="00AC0C27" w:rsidRPr="00AC0C27" w14:paraId="49A11BB0" w14:textId="77777777" w:rsidTr="00A53751">
        <w:trPr>
          <w:trHeight w:val="290"/>
        </w:trPr>
        <w:tc>
          <w:tcPr>
            <w:tcW w:w="846" w:type="dxa"/>
            <w:noWrap/>
            <w:hideMark/>
          </w:tcPr>
          <w:p w14:paraId="6BFFD63C" w14:textId="77777777" w:rsidR="00AC0C27" w:rsidRPr="00AC0C27" w:rsidRDefault="00AC0C27" w:rsidP="00AC0C27">
            <w:r w:rsidRPr="00AC0C27">
              <w:t>33</w:t>
            </w:r>
          </w:p>
        </w:tc>
        <w:tc>
          <w:tcPr>
            <w:tcW w:w="4689" w:type="dxa"/>
            <w:noWrap/>
            <w:hideMark/>
          </w:tcPr>
          <w:p w14:paraId="50CAB33B" w14:textId="77777777" w:rsidR="00AC0C27" w:rsidRPr="00AC0C27" w:rsidRDefault="00AC0C27">
            <w:pPr>
              <w:jc w:val="left"/>
            </w:pPr>
            <w:r w:rsidRPr="00AC0C27">
              <w:t xml:space="preserve">Grout </w:t>
            </w:r>
          </w:p>
        </w:tc>
        <w:tc>
          <w:tcPr>
            <w:tcW w:w="744" w:type="dxa"/>
            <w:noWrap/>
            <w:hideMark/>
          </w:tcPr>
          <w:p w14:paraId="0B4ACCF5" w14:textId="77777777" w:rsidR="00AC0C27" w:rsidRPr="00AC0C27" w:rsidRDefault="00AC0C27" w:rsidP="00AC0C27">
            <w:r w:rsidRPr="00AC0C27">
              <w:t>4</w:t>
            </w:r>
          </w:p>
        </w:tc>
        <w:tc>
          <w:tcPr>
            <w:tcW w:w="912" w:type="dxa"/>
            <w:noWrap/>
            <w:hideMark/>
          </w:tcPr>
          <w:p w14:paraId="4FA58368" w14:textId="77777777" w:rsidR="00AC0C27" w:rsidRPr="00AC0C27" w:rsidRDefault="00AC0C27" w:rsidP="00AC0C27">
            <w:pPr>
              <w:jc w:val="left"/>
            </w:pPr>
            <w:r w:rsidRPr="00AC0C27">
              <w:t>bags</w:t>
            </w:r>
          </w:p>
        </w:tc>
        <w:tc>
          <w:tcPr>
            <w:tcW w:w="1451" w:type="dxa"/>
            <w:noWrap/>
            <w:hideMark/>
          </w:tcPr>
          <w:p w14:paraId="1BAF13A9" w14:textId="77777777" w:rsidR="00AC0C27" w:rsidRPr="00AC0C27" w:rsidRDefault="00AC0C27">
            <w:pPr>
              <w:jc w:val="left"/>
            </w:pPr>
            <w:r w:rsidRPr="00AC0C27">
              <w:t> </w:t>
            </w:r>
          </w:p>
        </w:tc>
        <w:tc>
          <w:tcPr>
            <w:tcW w:w="1418" w:type="dxa"/>
            <w:noWrap/>
            <w:hideMark/>
          </w:tcPr>
          <w:p w14:paraId="2691FCEF" w14:textId="77777777" w:rsidR="00AC0C27" w:rsidRPr="00AC0C27" w:rsidRDefault="00AC0C27">
            <w:r w:rsidRPr="00AC0C27">
              <w:t> </w:t>
            </w:r>
          </w:p>
        </w:tc>
      </w:tr>
      <w:tr w:rsidR="00AC0C27" w:rsidRPr="00AC0C27" w14:paraId="24FCF31C" w14:textId="77777777" w:rsidTr="00A53751">
        <w:trPr>
          <w:trHeight w:val="290"/>
        </w:trPr>
        <w:tc>
          <w:tcPr>
            <w:tcW w:w="846" w:type="dxa"/>
            <w:noWrap/>
            <w:hideMark/>
          </w:tcPr>
          <w:p w14:paraId="44B017FD" w14:textId="77777777" w:rsidR="00AC0C27" w:rsidRPr="00AC0C27" w:rsidRDefault="00AC0C27" w:rsidP="00AC0C27">
            <w:pPr>
              <w:rPr>
                <w:b/>
                <w:bCs/>
              </w:rPr>
            </w:pPr>
            <w:r w:rsidRPr="00AC0C27">
              <w:rPr>
                <w:b/>
                <w:bCs/>
              </w:rPr>
              <w:t> </w:t>
            </w:r>
          </w:p>
        </w:tc>
        <w:tc>
          <w:tcPr>
            <w:tcW w:w="4689" w:type="dxa"/>
            <w:noWrap/>
            <w:hideMark/>
          </w:tcPr>
          <w:p w14:paraId="329511B6" w14:textId="77777777" w:rsidR="00AC0C27" w:rsidRPr="00AC0C27" w:rsidRDefault="00AC0C27">
            <w:pPr>
              <w:jc w:val="left"/>
              <w:rPr>
                <w:b/>
                <w:bCs/>
              </w:rPr>
            </w:pPr>
            <w:r w:rsidRPr="00AC0C27">
              <w:rPr>
                <w:b/>
                <w:bCs/>
              </w:rPr>
              <w:t>Painting and Decorating</w:t>
            </w:r>
          </w:p>
        </w:tc>
        <w:tc>
          <w:tcPr>
            <w:tcW w:w="744" w:type="dxa"/>
            <w:noWrap/>
            <w:hideMark/>
          </w:tcPr>
          <w:p w14:paraId="1BD553ED" w14:textId="77777777" w:rsidR="00AC0C27" w:rsidRPr="00AC0C27" w:rsidRDefault="00AC0C27" w:rsidP="00AC0C27">
            <w:pPr>
              <w:rPr>
                <w:b/>
                <w:bCs/>
              </w:rPr>
            </w:pPr>
            <w:r w:rsidRPr="00AC0C27">
              <w:rPr>
                <w:b/>
                <w:bCs/>
              </w:rPr>
              <w:t> </w:t>
            </w:r>
          </w:p>
        </w:tc>
        <w:tc>
          <w:tcPr>
            <w:tcW w:w="912" w:type="dxa"/>
            <w:noWrap/>
            <w:hideMark/>
          </w:tcPr>
          <w:p w14:paraId="620178A6" w14:textId="77777777" w:rsidR="00AC0C27" w:rsidRPr="00AC0C27" w:rsidRDefault="00AC0C27" w:rsidP="00AC0C27">
            <w:pPr>
              <w:jc w:val="left"/>
              <w:rPr>
                <w:b/>
                <w:bCs/>
              </w:rPr>
            </w:pPr>
            <w:r w:rsidRPr="00AC0C27">
              <w:rPr>
                <w:b/>
                <w:bCs/>
              </w:rPr>
              <w:t> </w:t>
            </w:r>
          </w:p>
        </w:tc>
        <w:tc>
          <w:tcPr>
            <w:tcW w:w="1451" w:type="dxa"/>
            <w:noWrap/>
            <w:hideMark/>
          </w:tcPr>
          <w:p w14:paraId="6D7E5211" w14:textId="77777777" w:rsidR="00AC0C27" w:rsidRPr="00AC0C27" w:rsidRDefault="00AC0C27">
            <w:pPr>
              <w:jc w:val="left"/>
              <w:rPr>
                <w:b/>
                <w:bCs/>
              </w:rPr>
            </w:pPr>
            <w:r w:rsidRPr="00AC0C27">
              <w:rPr>
                <w:b/>
                <w:bCs/>
              </w:rPr>
              <w:t> </w:t>
            </w:r>
          </w:p>
        </w:tc>
        <w:tc>
          <w:tcPr>
            <w:tcW w:w="1418" w:type="dxa"/>
            <w:noWrap/>
            <w:hideMark/>
          </w:tcPr>
          <w:p w14:paraId="221F473F" w14:textId="77777777" w:rsidR="00AC0C27" w:rsidRPr="00AC0C27" w:rsidRDefault="00AC0C27">
            <w:pPr>
              <w:rPr>
                <w:b/>
                <w:bCs/>
              </w:rPr>
            </w:pPr>
            <w:r w:rsidRPr="00AC0C27">
              <w:rPr>
                <w:b/>
                <w:bCs/>
              </w:rPr>
              <w:t> </w:t>
            </w:r>
          </w:p>
        </w:tc>
      </w:tr>
      <w:tr w:rsidR="00AC0C27" w:rsidRPr="00AC0C27" w14:paraId="1B63B315" w14:textId="77777777" w:rsidTr="00A53751">
        <w:trPr>
          <w:trHeight w:val="290"/>
        </w:trPr>
        <w:tc>
          <w:tcPr>
            <w:tcW w:w="846" w:type="dxa"/>
            <w:noWrap/>
            <w:hideMark/>
          </w:tcPr>
          <w:p w14:paraId="17074DFE" w14:textId="77777777" w:rsidR="00AC0C27" w:rsidRPr="00AC0C27" w:rsidRDefault="00AC0C27" w:rsidP="00AC0C27">
            <w:r w:rsidRPr="00AC0C27">
              <w:t>34</w:t>
            </w:r>
          </w:p>
        </w:tc>
        <w:tc>
          <w:tcPr>
            <w:tcW w:w="4689" w:type="dxa"/>
            <w:noWrap/>
            <w:hideMark/>
          </w:tcPr>
          <w:p w14:paraId="0E47D46E" w14:textId="77777777" w:rsidR="00AC0C27" w:rsidRPr="00AC0C27" w:rsidRDefault="00AC0C27">
            <w:pPr>
              <w:jc w:val="left"/>
            </w:pPr>
            <w:r w:rsidRPr="00AC0C27">
              <w:t>Acrylic primer sealer undercoat</w:t>
            </w:r>
          </w:p>
        </w:tc>
        <w:tc>
          <w:tcPr>
            <w:tcW w:w="744" w:type="dxa"/>
            <w:noWrap/>
            <w:hideMark/>
          </w:tcPr>
          <w:p w14:paraId="74AD3A8D" w14:textId="77777777" w:rsidR="00AC0C27" w:rsidRPr="00AC0C27" w:rsidRDefault="00AC0C27" w:rsidP="00AC0C27">
            <w:r w:rsidRPr="00AC0C27">
              <w:t>11</w:t>
            </w:r>
          </w:p>
        </w:tc>
        <w:tc>
          <w:tcPr>
            <w:tcW w:w="912" w:type="dxa"/>
            <w:noWrap/>
            <w:hideMark/>
          </w:tcPr>
          <w:p w14:paraId="34AC3513" w14:textId="77777777" w:rsidR="00AC0C27" w:rsidRPr="00AC0C27" w:rsidRDefault="00AC0C27" w:rsidP="00AC0C27">
            <w:pPr>
              <w:jc w:val="left"/>
            </w:pPr>
            <w:r w:rsidRPr="00AC0C27">
              <w:t>tin</w:t>
            </w:r>
          </w:p>
        </w:tc>
        <w:tc>
          <w:tcPr>
            <w:tcW w:w="1451" w:type="dxa"/>
            <w:noWrap/>
            <w:hideMark/>
          </w:tcPr>
          <w:p w14:paraId="4D7CEB80" w14:textId="77777777" w:rsidR="00AC0C27" w:rsidRPr="00AC0C27" w:rsidRDefault="00AC0C27">
            <w:pPr>
              <w:jc w:val="left"/>
            </w:pPr>
            <w:r w:rsidRPr="00AC0C27">
              <w:t> </w:t>
            </w:r>
          </w:p>
        </w:tc>
        <w:tc>
          <w:tcPr>
            <w:tcW w:w="1418" w:type="dxa"/>
            <w:noWrap/>
            <w:hideMark/>
          </w:tcPr>
          <w:p w14:paraId="4C635FEC" w14:textId="77777777" w:rsidR="00AC0C27" w:rsidRPr="00AC0C27" w:rsidRDefault="00AC0C27">
            <w:r w:rsidRPr="00AC0C27">
              <w:t> </w:t>
            </w:r>
          </w:p>
        </w:tc>
      </w:tr>
      <w:tr w:rsidR="00AC0C27" w:rsidRPr="00AC0C27" w14:paraId="62124C27" w14:textId="77777777" w:rsidTr="00A53751">
        <w:trPr>
          <w:trHeight w:val="290"/>
        </w:trPr>
        <w:tc>
          <w:tcPr>
            <w:tcW w:w="846" w:type="dxa"/>
            <w:noWrap/>
            <w:hideMark/>
          </w:tcPr>
          <w:p w14:paraId="5AD9F801" w14:textId="77777777" w:rsidR="00AC0C27" w:rsidRPr="00AC0C27" w:rsidRDefault="00AC0C27" w:rsidP="00AC0C27">
            <w:r w:rsidRPr="00AC0C27">
              <w:t>35</w:t>
            </w:r>
          </w:p>
        </w:tc>
        <w:tc>
          <w:tcPr>
            <w:tcW w:w="4689" w:type="dxa"/>
            <w:noWrap/>
            <w:hideMark/>
          </w:tcPr>
          <w:p w14:paraId="770C3439" w14:textId="77777777" w:rsidR="00AC0C27" w:rsidRPr="00AC0C27" w:rsidRDefault="00AC0C27">
            <w:pPr>
              <w:jc w:val="left"/>
            </w:pPr>
            <w:r w:rsidRPr="00AC0C27">
              <w:t>H/gloss 4ltrs</w:t>
            </w:r>
          </w:p>
        </w:tc>
        <w:tc>
          <w:tcPr>
            <w:tcW w:w="744" w:type="dxa"/>
            <w:noWrap/>
            <w:hideMark/>
          </w:tcPr>
          <w:p w14:paraId="2A3C6432" w14:textId="77777777" w:rsidR="00AC0C27" w:rsidRPr="00AC0C27" w:rsidRDefault="00AC0C27" w:rsidP="00AC0C27">
            <w:r w:rsidRPr="00AC0C27">
              <w:t>15</w:t>
            </w:r>
          </w:p>
        </w:tc>
        <w:tc>
          <w:tcPr>
            <w:tcW w:w="912" w:type="dxa"/>
            <w:noWrap/>
            <w:hideMark/>
          </w:tcPr>
          <w:p w14:paraId="69DCA4CF" w14:textId="77777777" w:rsidR="00AC0C27" w:rsidRPr="00AC0C27" w:rsidRDefault="00AC0C27" w:rsidP="00AC0C27">
            <w:pPr>
              <w:jc w:val="left"/>
            </w:pPr>
            <w:r w:rsidRPr="00AC0C27">
              <w:t>tin</w:t>
            </w:r>
          </w:p>
        </w:tc>
        <w:tc>
          <w:tcPr>
            <w:tcW w:w="1451" w:type="dxa"/>
            <w:noWrap/>
            <w:hideMark/>
          </w:tcPr>
          <w:p w14:paraId="50AB8073" w14:textId="77777777" w:rsidR="00AC0C27" w:rsidRPr="00AC0C27" w:rsidRDefault="00AC0C27">
            <w:pPr>
              <w:jc w:val="left"/>
            </w:pPr>
            <w:r w:rsidRPr="00AC0C27">
              <w:t> </w:t>
            </w:r>
          </w:p>
        </w:tc>
        <w:tc>
          <w:tcPr>
            <w:tcW w:w="1418" w:type="dxa"/>
            <w:noWrap/>
            <w:hideMark/>
          </w:tcPr>
          <w:p w14:paraId="5E6BA127" w14:textId="77777777" w:rsidR="00AC0C27" w:rsidRPr="00AC0C27" w:rsidRDefault="00AC0C27">
            <w:r w:rsidRPr="00AC0C27">
              <w:t> </w:t>
            </w:r>
          </w:p>
        </w:tc>
      </w:tr>
      <w:tr w:rsidR="00AC0C27" w:rsidRPr="00AC0C27" w14:paraId="744F6898" w14:textId="77777777" w:rsidTr="00A53751">
        <w:trPr>
          <w:trHeight w:val="290"/>
        </w:trPr>
        <w:tc>
          <w:tcPr>
            <w:tcW w:w="846" w:type="dxa"/>
            <w:noWrap/>
            <w:hideMark/>
          </w:tcPr>
          <w:p w14:paraId="73005F16" w14:textId="77777777" w:rsidR="00AC0C27" w:rsidRPr="00AC0C27" w:rsidRDefault="00AC0C27" w:rsidP="00AC0C27">
            <w:r w:rsidRPr="00AC0C27">
              <w:t>36</w:t>
            </w:r>
          </w:p>
        </w:tc>
        <w:tc>
          <w:tcPr>
            <w:tcW w:w="4689" w:type="dxa"/>
            <w:noWrap/>
            <w:hideMark/>
          </w:tcPr>
          <w:p w14:paraId="704CD6E9" w14:textId="77777777" w:rsidR="00AC0C27" w:rsidRPr="00AC0C27" w:rsidRDefault="00AC0C27">
            <w:pPr>
              <w:jc w:val="left"/>
            </w:pPr>
            <w:r w:rsidRPr="00AC0C27">
              <w:t>Tray complete with roller and sleeve</w:t>
            </w:r>
          </w:p>
        </w:tc>
        <w:tc>
          <w:tcPr>
            <w:tcW w:w="744" w:type="dxa"/>
            <w:noWrap/>
            <w:hideMark/>
          </w:tcPr>
          <w:p w14:paraId="4EDD95AA" w14:textId="77777777" w:rsidR="00AC0C27" w:rsidRPr="00AC0C27" w:rsidRDefault="00AC0C27" w:rsidP="00AC0C27">
            <w:r w:rsidRPr="00AC0C27">
              <w:t>6</w:t>
            </w:r>
          </w:p>
        </w:tc>
        <w:tc>
          <w:tcPr>
            <w:tcW w:w="912" w:type="dxa"/>
            <w:noWrap/>
            <w:hideMark/>
          </w:tcPr>
          <w:p w14:paraId="25C37FB0" w14:textId="77777777" w:rsidR="00AC0C27" w:rsidRPr="00AC0C27" w:rsidRDefault="00AC0C27" w:rsidP="00AC0C27">
            <w:pPr>
              <w:jc w:val="left"/>
            </w:pPr>
            <w:r w:rsidRPr="00AC0C27">
              <w:t>no</w:t>
            </w:r>
          </w:p>
        </w:tc>
        <w:tc>
          <w:tcPr>
            <w:tcW w:w="1451" w:type="dxa"/>
            <w:noWrap/>
            <w:hideMark/>
          </w:tcPr>
          <w:p w14:paraId="5806501D" w14:textId="77777777" w:rsidR="00AC0C27" w:rsidRPr="00AC0C27" w:rsidRDefault="00AC0C27">
            <w:pPr>
              <w:jc w:val="left"/>
            </w:pPr>
            <w:r w:rsidRPr="00AC0C27">
              <w:t> </w:t>
            </w:r>
          </w:p>
        </w:tc>
        <w:tc>
          <w:tcPr>
            <w:tcW w:w="1418" w:type="dxa"/>
            <w:noWrap/>
            <w:hideMark/>
          </w:tcPr>
          <w:p w14:paraId="053C45D3" w14:textId="77777777" w:rsidR="00AC0C27" w:rsidRPr="00AC0C27" w:rsidRDefault="00AC0C27">
            <w:r w:rsidRPr="00AC0C27">
              <w:t> </w:t>
            </w:r>
          </w:p>
        </w:tc>
      </w:tr>
      <w:tr w:rsidR="00AC0C27" w:rsidRPr="00AC0C27" w14:paraId="6D691067" w14:textId="77777777" w:rsidTr="00A53751">
        <w:trPr>
          <w:trHeight w:val="290"/>
        </w:trPr>
        <w:tc>
          <w:tcPr>
            <w:tcW w:w="846" w:type="dxa"/>
            <w:noWrap/>
            <w:hideMark/>
          </w:tcPr>
          <w:p w14:paraId="256C9139" w14:textId="77777777" w:rsidR="00AC0C27" w:rsidRPr="00AC0C27" w:rsidRDefault="00AC0C27" w:rsidP="00AC0C27">
            <w:r w:rsidRPr="00AC0C27">
              <w:t>37</w:t>
            </w:r>
          </w:p>
        </w:tc>
        <w:tc>
          <w:tcPr>
            <w:tcW w:w="4689" w:type="dxa"/>
            <w:noWrap/>
            <w:hideMark/>
          </w:tcPr>
          <w:p w14:paraId="510BF0E0" w14:textId="77777777" w:rsidR="00AC0C27" w:rsidRPr="00AC0C27" w:rsidRDefault="00AC0C27">
            <w:pPr>
              <w:jc w:val="left"/>
            </w:pPr>
            <w:r w:rsidRPr="00AC0C27">
              <w:t>4 inch paint brush</w:t>
            </w:r>
          </w:p>
        </w:tc>
        <w:tc>
          <w:tcPr>
            <w:tcW w:w="744" w:type="dxa"/>
            <w:noWrap/>
            <w:hideMark/>
          </w:tcPr>
          <w:p w14:paraId="5224B1EB" w14:textId="77777777" w:rsidR="00AC0C27" w:rsidRPr="00AC0C27" w:rsidRDefault="00AC0C27" w:rsidP="00AC0C27">
            <w:r w:rsidRPr="00AC0C27">
              <w:t>6</w:t>
            </w:r>
          </w:p>
        </w:tc>
        <w:tc>
          <w:tcPr>
            <w:tcW w:w="912" w:type="dxa"/>
            <w:noWrap/>
            <w:hideMark/>
          </w:tcPr>
          <w:p w14:paraId="64CA5777" w14:textId="77777777" w:rsidR="00AC0C27" w:rsidRPr="00AC0C27" w:rsidRDefault="00AC0C27" w:rsidP="00AC0C27">
            <w:pPr>
              <w:jc w:val="left"/>
            </w:pPr>
            <w:r w:rsidRPr="00AC0C27">
              <w:t>no</w:t>
            </w:r>
          </w:p>
        </w:tc>
        <w:tc>
          <w:tcPr>
            <w:tcW w:w="1451" w:type="dxa"/>
            <w:noWrap/>
            <w:hideMark/>
          </w:tcPr>
          <w:p w14:paraId="418A5AEE" w14:textId="77777777" w:rsidR="00AC0C27" w:rsidRPr="00AC0C27" w:rsidRDefault="00AC0C27">
            <w:pPr>
              <w:jc w:val="left"/>
            </w:pPr>
            <w:r w:rsidRPr="00AC0C27">
              <w:t> </w:t>
            </w:r>
          </w:p>
        </w:tc>
        <w:tc>
          <w:tcPr>
            <w:tcW w:w="1418" w:type="dxa"/>
            <w:noWrap/>
            <w:hideMark/>
          </w:tcPr>
          <w:p w14:paraId="73CF291C" w14:textId="77777777" w:rsidR="00AC0C27" w:rsidRPr="00AC0C27" w:rsidRDefault="00AC0C27">
            <w:r w:rsidRPr="00AC0C27">
              <w:t> </w:t>
            </w:r>
          </w:p>
        </w:tc>
      </w:tr>
      <w:tr w:rsidR="00AC0C27" w:rsidRPr="00AC0C27" w14:paraId="53FC4D3B" w14:textId="77777777" w:rsidTr="00A53751">
        <w:trPr>
          <w:trHeight w:val="290"/>
        </w:trPr>
        <w:tc>
          <w:tcPr>
            <w:tcW w:w="846" w:type="dxa"/>
            <w:noWrap/>
            <w:hideMark/>
          </w:tcPr>
          <w:p w14:paraId="72A73BB9" w14:textId="77777777" w:rsidR="00AC0C27" w:rsidRPr="00AC0C27" w:rsidRDefault="00AC0C27" w:rsidP="00AC0C27">
            <w:r w:rsidRPr="00AC0C27">
              <w:t>38</w:t>
            </w:r>
          </w:p>
        </w:tc>
        <w:tc>
          <w:tcPr>
            <w:tcW w:w="4689" w:type="dxa"/>
            <w:noWrap/>
            <w:hideMark/>
          </w:tcPr>
          <w:p w14:paraId="14AB0F3D" w14:textId="77777777" w:rsidR="00AC0C27" w:rsidRPr="00AC0C27" w:rsidRDefault="00AC0C27">
            <w:pPr>
              <w:jc w:val="left"/>
            </w:pPr>
            <w:r w:rsidRPr="00AC0C27">
              <w:t>3 inch paint brush</w:t>
            </w:r>
          </w:p>
        </w:tc>
        <w:tc>
          <w:tcPr>
            <w:tcW w:w="744" w:type="dxa"/>
            <w:noWrap/>
            <w:hideMark/>
          </w:tcPr>
          <w:p w14:paraId="01744159" w14:textId="77777777" w:rsidR="00AC0C27" w:rsidRPr="00AC0C27" w:rsidRDefault="00AC0C27" w:rsidP="00AC0C27">
            <w:r w:rsidRPr="00AC0C27">
              <w:t>6</w:t>
            </w:r>
          </w:p>
        </w:tc>
        <w:tc>
          <w:tcPr>
            <w:tcW w:w="912" w:type="dxa"/>
            <w:noWrap/>
            <w:hideMark/>
          </w:tcPr>
          <w:p w14:paraId="63FBB0EC" w14:textId="77777777" w:rsidR="00AC0C27" w:rsidRPr="00AC0C27" w:rsidRDefault="00AC0C27" w:rsidP="00AC0C27">
            <w:pPr>
              <w:jc w:val="left"/>
            </w:pPr>
            <w:r w:rsidRPr="00AC0C27">
              <w:t>no</w:t>
            </w:r>
          </w:p>
        </w:tc>
        <w:tc>
          <w:tcPr>
            <w:tcW w:w="1451" w:type="dxa"/>
            <w:noWrap/>
            <w:hideMark/>
          </w:tcPr>
          <w:p w14:paraId="49BF336A" w14:textId="77777777" w:rsidR="00AC0C27" w:rsidRPr="00AC0C27" w:rsidRDefault="00AC0C27">
            <w:pPr>
              <w:jc w:val="left"/>
            </w:pPr>
            <w:r w:rsidRPr="00AC0C27">
              <w:t> </w:t>
            </w:r>
          </w:p>
        </w:tc>
        <w:tc>
          <w:tcPr>
            <w:tcW w:w="1418" w:type="dxa"/>
            <w:noWrap/>
            <w:hideMark/>
          </w:tcPr>
          <w:p w14:paraId="47243B1B" w14:textId="77777777" w:rsidR="00AC0C27" w:rsidRPr="00AC0C27" w:rsidRDefault="00AC0C27">
            <w:r w:rsidRPr="00AC0C27">
              <w:t> </w:t>
            </w:r>
          </w:p>
        </w:tc>
      </w:tr>
      <w:tr w:rsidR="00AC0C27" w:rsidRPr="00AC0C27" w14:paraId="7DB279A2" w14:textId="77777777" w:rsidTr="00A53751">
        <w:trPr>
          <w:trHeight w:val="290"/>
        </w:trPr>
        <w:tc>
          <w:tcPr>
            <w:tcW w:w="846" w:type="dxa"/>
            <w:noWrap/>
            <w:hideMark/>
          </w:tcPr>
          <w:p w14:paraId="112BA2C8" w14:textId="77777777" w:rsidR="00AC0C27" w:rsidRPr="00AC0C27" w:rsidRDefault="00AC0C27" w:rsidP="00AC0C27">
            <w:pPr>
              <w:rPr>
                <w:b/>
                <w:bCs/>
              </w:rPr>
            </w:pPr>
            <w:r w:rsidRPr="00AC0C27">
              <w:rPr>
                <w:b/>
                <w:bCs/>
              </w:rPr>
              <w:t> </w:t>
            </w:r>
          </w:p>
        </w:tc>
        <w:tc>
          <w:tcPr>
            <w:tcW w:w="4689" w:type="dxa"/>
            <w:noWrap/>
            <w:hideMark/>
          </w:tcPr>
          <w:p w14:paraId="52109E09" w14:textId="77777777" w:rsidR="00AC0C27" w:rsidRPr="00AC0C27" w:rsidRDefault="00AC0C27">
            <w:pPr>
              <w:jc w:val="left"/>
              <w:rPr>
                <w:b/>
                <w:bCs/>
              </w:rPr>
            </w:pPr>
            <w:r w:rsidRPr="00AC0C27">
              <w:rPr>
                <w:b/>
                <w:bCs/>
              </w:rPr>
              <w:t>Nails, Screw Bolt</w:t>
            </w:r>
          </w:p>
        </w:tc>
        <w:tc>
          <w:tcPr>
            <w:tcW w:w="744" w:type="dxa"/>
            <w:noWrap/>
            <w:hideMark/>
          </w:tcPr>
          <w:p w14:paraId="628B8EC4" w14:textId="77777777" w:rsidR="00AC0C27" w:rsidRPr="00AC0C27" w:rsidRDefault="00AC0C27" w:rsidP="00AC0C27">
            <w:pPr>
              <w:rPr>
                <w:b/>
                <w:bCs/>
              </w:rPr>
            </w:pPr>
            <w:r w:rsidRPr="00AC0C27">
              <w:rPr>
                <w:b/>
                <w:bCs/>
              </w:rPr>
              <w:t> </w:t>
            </w:r>
          </w:p>
        </w:tc>
        <w:tc>
          <w:tcPr>
            <w:tcW w:w="912" w:type="dxa"/>
            <w:noWrap/>
            <w:hideMark/>
          </w:tcPr>
          <w:p w14:paraId="1EF0EAB1" w14:textId="77777777" w:rsidR="00AC0C27" w:rsidRPr="00AC0C27" w:rsidRDefault="00AC0C27" w:rsidP="00AC0C27">
            <w:pPr>
              <w:jc w:val="left"/>
              <w:rPr>
                <w:b/>
                <w:bCs/>
              </w:rPr>
            </w:pPr>
            <w:r w:rsidRPr="00AC0C27">
              <w:rPr>
                <w:b/>
                <w:bCs/>
              </w:rPr>
              <w:t> </w:t>
            </w:r>
          </w:p>
        </w:tc>
        <w:tc>
          <w:tcPr>
            <w:tcW w:w="1451" w:type="dxa"/>
            <w:noWrap/>
            <w:hideMark/>
          </w:tcPr>
          <w:p w14:paraId="1B685AF3" w14:textId="77777777" w:rsidR="00AC0C27" w:rsidRPr="00AC0C27" w:rsidRDefault="00AC0C27">
            <w:pPr>
              <w:jc w:val="left"/>
              <w:rPr>
                <w:b/>
                <w:bCs/>
              </w:rPr>
            </w:pPr>
            <w:r w:rsidRPr="00AC0C27">
              <w:rPr>
                <w:b/>
                <w:bCs/>
              </w:rPr>
              <w:t> </w:t>
            </w:r>
          </w:p>
        </w:tc>
        <w:tc>
          <w:tcPr>
            <w:tcW w:w="1418" w:type="dxa"/>
            <w:noWrap/>
            <w:hideMark/>
          </w:tcPr>
          <w:p w14:paraId="0D75DD2B" w14:textId="77777777" w:rsidR="00AC0C27" w:rsidRPr="00AC0C27" w:rsidRDefault="00AC0C27">
            <w:pPr>
              <w:rPr>
                <w:b/>
                <w:bCs/>
              </w:rPr>
            </w:pPr>
            <w:r w:rsidRPr="00AC0C27">
              <w:rPr>
                <w:b/>
                <w:bCs/>
              </w:rPr>
              <w:t> </w:t>
            </w:r>
          </w:p>
        </w:tc>
      </w:tr>
      <w:tr w:rsidR="00AC0C27" w:rsidRPr="00AC0C27" w14:paraId="6E7AF2B0" w14:textId="77777777" w:rsidTr="00A53751">
        <w:trPr>
          <w:trHeight w:val="290"/>
        </w:trPr>
        <w:tc>
          <w:tcPr>
            <w:tcW w:w="846" w:type="dxa"/>
            <w:noWrap/>
            <w:hideMark/>
          </w:tcPr>
          <w:p w14:paraId="42F132D6" w14:textId="77777777" w:rsidR="00AC0C27" w:rsidRPr="00AC0C27" w:rsidRDefault="00AC0C27" w:rsidP="00AC0C27">
            <w:r w:rsidRPr="00AC0C27">
              <w:t>40</w:t>
            </w:r>
          </w:p>
        </w:tc>
        <w:tc>
          <w:tcPr>
            <w:tcW w:w="4689" w:type="dxa"/>
            <w:noWrap/>
            <w:hideMark/>
          </w:tcPr>
          <w:p w14:paraId="3A3826AA" w14:textId="77777777" w:rsidR="00AC0C27" w:rsidRPr="00AC0C27" w:rsidRDefault="00AC0C27">
            <w:pPr>
              <w:jc w:val="left"/>
            </w:pPr>
            <w:r w:rsidRPr="00AC0C27">
              <w:t>4" galvanized FC nails 100pcs/pkt</w:t>
            </w:r>
          </w:p>
        </w:tc>
        <w:tc>
          <w:tcPr>
            <w:tcW w:w="744" w:type="dxa"/>
            <w:noWrap/>
            <w:hideMark/>
          </w:tcPr>
          <w:p w14:paraId="17302951" w14:textId="77777777" w:rsidR="00AC0C27" w:rsidRPr="00AC0C27" w:rsidRDefault="00AC0C27" w:rsidP="00AC0C27">
            <w:r w:rsidRPr="00AC0C27">
              <w:t>22</w:t>
            </w:r>
          </w:p>
        </w:tc>
        <w:tc>
          <w:tcPr>
            <w:tcW w:w="912" w:type="dxa"/>
            <w:noWrap/>
            <w:hideMark/>
          </w:tcPr>
          <w:p w14:paraId="2DADCEEF" w14:textId="77777777" w:rsidR="00AC0C27" w:rsidRPr="00AC0C27" w:rsidRDefault="00AC0C27" w:rsidP="00AC0C27">
            <w:pPr>
              <w:jc w:val="left"/>
            </w:pPr>
            <w:r w:rsidRPr="00AC0C27">
              <w:t>pkt</w:t>
            </w:r>
          </w:p>
        </w:tc>
        <w:tc>
          <w:tcPr>
            <w:tcW w:w="1451" w:type="dxa"/>
            <w:noWrap/>
            <w:hideMark/>
          </w:tcPr>
          <w:p w14:paraId="7FE87DBD" w14:textId="77777777" w:rsidR="00AC0C27" w:rsidRPr="00AC0C27" w:rsidRDefault="00AC0C27">
            <w:pPr>
              <w:jc w:val="left"/>
            </w:pPr>
            <w:r w:rsidRPr="00AC0C27">
              <w:t> </w:t>
            </w:r>
          </w:p>
        </w:tc>
        <w:tc>
          <w:tcPr>
            <w:tcW w:w="1418" w:type="dxa"/>
            <w:noWrap/>
            <w:hideMark/>
          </w:tcPr>
          <w:p w14:paraId="152CB07A" w14:textId="77777777" w:rsidR="00AC0C27" w:rsidRPr="00AC0C27" w:rsidRDefault="00AC0C27">
            <w:r w:rsidRPr="00AC0C27">
              <w:t> </w:t>
            </w:r>
          </w:p>
        </w:tc>
      </w:tr>
      <w:tr w:rsidR="00AC0C27" w:rsidRPr="00AC0C27" w14:paraId="7BD8FB3F" w14:textId="77777777" w:rsidTr="00A53751">
        <w:trPr>
          <w:trHeight w:val="290"/>
        </w:trPr>
        <w:tc>
          <w:tcPr>
            <w:tcW w:w="846" w:type="dxa"/>
            <w:noWrap/>
            <w:hideMark/>
          </w:tcPr>
          <w:p w14:paraId="7DBD36E1" w14:textId="77777777" w:rsidR="00AC0C27" w:rsidRPr="00AC0C27" w:rsidRDefault="00AC0C27" w:rsidP="00AC0C27">
            <w:r w:rsidRPr="00AC0C27">
              <w:t>41</w:t>
            </w:r>
          </w:p>
        </w:tc>
        <w:tc>
          <w:tcPr>
            <w:tcW w:w="4689" w:type="dxa"/>
            <w:noWrap/>
            <w:hideMark/>
          </w:tcPr>
          <w:p w14:paraId="5EEF5A23" w14:textId="77777777" w:rsidR="00AC0C27" w:rsidRPr="00AC0C27" w:rsidRDefault="00AC0C27">
            <w:pPr>
              <w:jc w:val="left"/>
            </w:pPr>
            <w:r w:rsidRPr="00AC0C27">
              <w:t>3" galvanized @ 100pcs/pkt</w:t>
            </w:r>
          </w:p>
        </w:tc>
        <w:tc>
          <w:tcPr>
            <w:tcW w:w="744" w:type="dxa"/>
            <w:noWrap/>
            <w:hideMark/>
          </w:tcPr>
          <w:p w14:paraId="1F61C90F" w14:textId="77777777" w:rsidR="00AC0C27" w:rsidRPr="00AC0C27" w:rsidRDefault="00AC0C27" w:rsidP="00AC0C27">
            <w:r w:rsidRPr="00AC0C27">
              <w:t>15</w:t>
            </w:r>
          </w:p>
        </w:tc>
        <w:tc>
          <w:tcPr>
            <w:tcW w:w="912" w:type="dxa"/>
            <w:noWrap/>
            <w:hideMark/>
          </w:tcPr>
          <w:p w14:paraId="056AFDD9" w14:textId="77777777" w:rsidR="00AC0C27" w:rsidRPr="00AC0C27" w:rsidRDefault="00AC0C27" w:rsidP="00AC0C27">
            <w:pPr>
              <w:jc w:val="left"/>
            </w:pPr>
            <w:r w:rsidRPr="00AC0C27">
              <w:t>pkt</w:t>
            </w:r>
          </w:p>
        </w:tc>
        <w:tc>
          <w:tcPr>
            <w:tcW w:w="1451" w:type="dxa"/>
            <w:noWrap/>
            <w:hideMark/>
          </w:tcPr>
          <w:p w14:paraId="7499268D" w14:textId="77777777" w:rsidR="00AC0C27" w:rsidRPr="00AC0C27" w:rsidRDefault="00AC0C27">
            <w:pPr>
              <w:jc w:val="left"/>
            </w:pPr>
            <w:r w:rsidRPr="00AC0C27">
              <w:t> </w:t>
            </w:r>
          </w:p>
        </w:tc>
        <w:tc>
          <w:tcPr>
            <w:tcW w:w="1418" w:type="dxa"/>
            <w:noWrap/>
            <w:hideMark/>
          </w:tcPr>
          <w:p w14:paraId="3268DC52" w14:textId="77777777" w:rsidR="00AC0C27" w:rsidRPr="00AC0C27" w:rsidRDefault="00AC0C27">
            <w:r w:rsidRPr="00AC0C27">
              <w:t> </w:t>
            </w:r>
          </w:p>
        </w:tc>
      </w:tr>
      <w:tr w:rsidR="00AC0C27" w:rsidRPr="00AC0C27" w14:paraId="6ECE8FBF" w14:textId="77777777" w:rsidTr="00A53751">
        <w:trPr>
          <w:trHeight w:val="290"/>
        </w:trPr>
        <w:tc>
          <w:tcPr>
            <w:tcW w:w="846" w:type="dxa"/>
            <w:noWrap/>
            <w:hideMark/>
          </w:tcPr>
          <w:p w14:paraId="4E2B8856" w14:textId="77777777" w:rsidR="00AC0C27" w:rsidRPr="00AC0C27" w:rsidRDefault="00AC0C27" w:rsidP="00AC0C27">
            <w:r w:rsidRPr="00AC0C27">
              <w:t>42</w:t>
            </w:r>
          </w:p>
        </w:tc>
        <w:tc>
          <w:tcPr>
            <w:tcW w:w="4689" w:type="dxa"/>
            <w:noWrap/>
            <w:hideMark/>
          </w:tcPr>
          <w:p w14:paraId="771A2D2C" w14:textId="77777777" w:rsidR="00AC0C27" w:rsidRPr="00AC0C27" w:rsidRDefault="00AC0C27">
            <w:pPr>
              <w:jc w:val="left"/>
            </w:pPr>
            <w:r w:rsidRPr="00AC0C27">
              <w:t>Flat head nail 2"</w:t>
            </w:r>
          </w:p>
        </w:tc>
        <w:tc>
          <w:tcPr>
            <w:tcW w:w="744" w:type="dxa"/>
            <w:noWrap/>
            <w:hideMark/>
          </w:tcPr>
          <w:p w14:paraId="4243DA55" w14:textId="77777777" w:rsidR="00AC0C27" w:rsidRPr="00AC0C27" w:rsidRDefault="00AC0C27" w:rsidP="00AC0C27">
            <w:r w:rsidRPr="00AC0C27">
              <w:t>17</w:t>
            </w:r>
          </w:p>
        </w:tc>
        <w:tc>
          <w:tcPr>
            <w:tcW w:w="912" w:type="dxa"/>
            <w:noWrap/>
            <w:hideMark/>
          </w:tcPr>
          <w:p w14:paraId="401BD7B4" w14:textId="77777777" w:rsidR="00AC0C27" w:rsidRPr="00AC0C27" w:rsidRDefault="00AC0C27" w:rsidP="00AC0C27">
            <w:pPr>
              <w:jc w:val="left"/>
            </w:pPr>
            <w:r w:rsidRPr="00AC0C27">
              <w:t>pkt</w:t>
            </w:r>
          </w:p>
        </w:tc>
        <w:tc>
          <w:tcPr>
            <w:tcW w:w="1451" w:type="dxa"/>
            <w:noWrap/>
            <w:hideMark/>
          </w:tcPr>
          <w:p w14:paraId="072EF2A7" w14:textId="77777777" w:rsidR="00AC0C27" w:rsidRPr="00AC0C27" w:rsidRDefault="00AC0C27">
            <w:pPr>
              <w:jc w:val="left"/>
            </w:pPr>
            <w:r w:rsidRPr="00AC0C27">
              <w:t> </w:t>
            </w:r>
          </w:p>
        </w:tc>
        <w:tc>
          <w:tcPr>
            <w:tcW w:w="1418" w:type="dxa"/>
            <w:noWrap/>
            <w:hideMark/>
          </w:tcPr>
          <w:p w14:paraId="2F1FB77A" w14:textId="77777777" w:rsidR="00AC0C27" w:rsidRPr="00AC0C27" w:rsidRDefault="00AC0C27">
            <w:r w:rsidRPr="00AC0C27">
              <w:t> </w:t>
            </w:r>
          </w:p>
        </w:tc>
      </w:tr>
      <w:tr w:rsidR="00AC0C27" w:rsidRPr="00AC0C27" w14:paraId="25531271" w14:textId="77777777" w:rsidTr="00A53751">
        <w:trPr>
          <w:trHeight w:val="290"/>
        </w:trPr>
        <w:tc>
          <w:tcPr>
            <w:tcW w:w="846" w:type="dxa"/>
            <w:noWrap/>
            <w:hideMark/>
          </w:tcPr>
          <w:p w14:paraId="056D76B8" w14:textId="73DD3B6F" w:rsidR="00AC0C27" w:rsidRPr="00AC0C27" w:rsidRDefault="0084755A" w:rsidP="00AC0C27">
            <w:r>
              <w:t>4</w:t>
            </w:r>
            <w:r w:rsidR="00AC0C27" w:rsidRPr="00AC0C27">
              <w:t>3</w:t>
            </w:r>
          </w:p>
        </w:tc>
        <w:tc>
          <w:tcPr>
            <w:tcW w:w="4689" w:type="dxa"/>
            <w:noWrap/>
            <w:hideMark/>
          </w:tcPr>
          <w:p w14:paraId="53702CB6" w14:textId="77777777" w:rsidR="00AC0C27" w:rsidRPr="00AC0C27" w:rsidRDefault="00AC0C27">
            <w:pPr>
              <w:jc w:val="left"/>
            </w:pPr>
            <w:r w:rsidRPr="00AC0C27">
              <w:t xml:space="preserve">2"x3.15mm bullet head galv nail </w:t>
            </w:r>
          </w:p>
        </w:tc>
        <w:tc>
          <w:tcPr>
            <w:tcW w:w="744" w:type="dxa"/>
            <w:noWrap/>
            <w:hideMark/>
          </w:tcPr>
          <w:p w14:paraId="117020FB" w14:textId="77777777" w:rsidR="00AC0C27" w:rsidRPr="00AC0C27" w:rsidRDefault="00AC0C27" w:rsidP="00AC0C27">
            <w:r w:rsidRPr="00AC0C27">
              <w:t>17</w:t>
            </w:r>
          </w:p>
        </w:tc>
        <w:tc>
          <w:tcPr>
            <w:tcW w:w="912" w:type="dxa"/>
            <w:noWrap/>
            <w:hideMark/>
          </w:tcPr>
          <w:p w14:paraId="15ADEF04" w14:textId="77777777" w:rsidR="00AC0C27" w:rsidRPr="00AC0C27" w:rsidRDefault="00AC0C27" w:rsidP="00AC0C27">
            <w:pPr>
              <w:jc w:val="left"/>
            </w:pPr>
            <w:r w:rsidRPr="00AC0C27">
              <w:t>pkt</w:t>
            </w:r>
          </w:p>
        </w:tc>
        <w:tc>
          <w:tcPr>
            <w:tcW w:w="1451" w:type="dxa"/>
            <w:noWrap/>
            <w:hideMark/>
          </w:tcPr>
          <w:p w14:paraId="4CB717E9" w14:textId="77777777" w:rsidR="00AC0C27" w:rsidRPr="00AC0C27" w:rsidRDefault="00AC0C27">
            <w:pPr>
              <w:jc w:val="left"/>
            </w:pPr>
            <w:r w:rsidRPr="00AC0C27">
              <w:t> </w:t>
            </w:r>
          </w:p>
        </w:tc>
        <w:tc>
          <w:tcPr>
            <w:tcW w:w="1418" w:type="dxa"/>
            <w:noWrap/>
            <w:hideMark/>
          </w:tcPr>
          <w:p w14:paraId="271D2CF9" w14:textId="77777777" w:rsidR="00AC0C27" w:rsidRPr="00AC0C27" w:rsidRDefault="00AC0C27">
            <w:r w:rsidRPr="00AC0C27">
              <w:t> </w:t>
            </w:r>
          </w:p>
        </w:tc>
      </w:tr>
      <w:tr w:rsidR="00AC0C27" w:rsidRPr="00AC0C27" w14:paraId="34A61539" w14:textId="77777777" w:rsidTr="00A53751">
        <w:trPr>
          <w:trHeight w:val="290"/>
        </w:trPr>
        <w:tc>
          <w:tcPr>
            <w:tcW w:w="846" w:type="dxa"/>
            <w:noWrap/>
            <w:hideMark/>
          </w:tcPr>
          <w:p w14:paraId="7EF7458D" w14:textId="77777777" w:rsidR="00AC0C27" w:rsidRPr="00AC0C27" w:rsidRDefault="00AC0C27" w:rsidP="00AC0C27">
            <w:r w:rsidRPr="00AC0C27">
              <w:t>44</w:t>
            </w:r>
          </w:p>
        </w:tc>
        <w:tc>
          <w:tcPr>
            <w:tcW w:w="4689" w:type="dxa"/>
            <w:noWrap/>
            <w:hideMark/>
          </w:tcPr>
          <w:p w14:paraId="6F341D84" w14:textId="77777777" w:rsidR="00AC0C27" w:rsidRPr="00AC0C27" w:rsidRDefault="00AC0C27">
            <w:pPr>
              <w:jc w:val="left"/>
            </w:pPr>
            <w:r w:rsidRPr="00AC0C27">
              <w:t xml:space="preserve">2"x3.15mm clout galv nail </w:t>
            </w:r>
          </w:p>
        </w:tc>
        <w:tc>
          <w:tcPr>
            <w:tcW w:w="744" w:type="dxa"/>
            <w:noWrap/>
            <w:hideMark/>
          </w:tcPr>
          <w:p w14:paraId="3D5D555A" w14:textId="77777777" w:rsidR="00AC0C27" w:rsidRPr="00AC0C27" w:rsidRDefault="00AC0C27" w:rsidP="00AC0C27">
            <w:r w:rsidRPr="00AC0C27">
              <w:t>15</w:t>
            </w:r>
          </w:p>
        </w:tc>
        <w:tc>
          <w:tcPr>
            <w:tcW w:w="912" w:type="dxa"/>
            <w:noWrap/>
            <w:hideMark/>
          </w:tcPr>
          <w:p w14:paraId="40A03609" w14:textId="77777777" w:rsidR="00AC0C27" w:rsidRPr="00AC0C27" w:rsidRDefault="00AC0C27" w:rsidP="00AC0C27">
            <w:pPr>
              <w:jc w:val="left"/>
            </w:pPr>
            <w:r w:rsidRPr="00AC0C27">
              <w:t>pkt</w:t>
            </w:r>
          </w:p>
        </w:tc>
        <w:tc>
          <w:tcPr>
            <w:tcW w:w="1451" w:type="dxa"/>
            <w:noWrap/>
            <w:hideMark/>
          </w:tcPr>
          <w:p w14:paraId="5D45D707" w14:textId="77777777" w:rsidR="00AC0C27" w:rsidRPr="00AC0C27" w:rsidRDefault="00AC0C27">
            <w:pPr>
              <w:jc w:val="left"/>
            </w:pPr>
            <w:r w:rsidRPr="00AC0C27">
              <w:t> </w:t>
            </w:r>
          </w:p>
        </w:tc>
        <w:tc>
          <w:tcPr>
            <w:tcW w:w="1418" w:type="dxa"/>
            <w:noWrap/>
            <w:hideMark/>
          </w:tcPr>
          <w:p w14:paraId="5B5706A0" w14:textId="77777777" w:rsidR="00AC0C27" w:rsidRPr="00AC0C27" w:rsidRDefault="00AC0C27">
            <w:r w:rsidRPr="00AC0C27">
              <w:t> </w:t>
            </w:r>
          </w:p>
        </w:tc>
      </w:tr>
      <w:tr w:rsidR="00AC0C27" w:rsidRPr="00AC0C27" w14:paraId="4B6908C7" w14:textId="77777777" w:rsidTr="00A53751">
        <w:trPr>
          <w:trHeight w:val="290"/>
        </w:trPr>
        <w:tc>
          <w:tcPr>
            <w:tcW w:w="846" w:type="dxa"/>
            <w:noWrap/>
            <w:hideMark/>
          </w:tcPr>
          <w:p w14:paraId="6288F12A" w14:textId="77777777" w:rsidR="00AC0C27" w:rsidRPr="00AC0C27" w:rsidRDefault="00AC0C27" w:rsidP="00AC0C27">
            <w:r w:rsidRPr="00AC0C27">
              <w:t>45</w:t>
            </w:r>
          </w:p>
        </w:tc>
        <w:tc>
          <w:tcPr>
            <w:tcW w:w="4689" w:type="dxa"/>
            <w:noWrap/>
            <w:hideMark/>
          </w:tcPr>
          <w:p w14:paraId="3A98C0B5" w14:textId="77777777" w:rsidR="00AC0C27" w:rsidRPr="00AC0C27" w:rsidRDefault="00AC0C27">
            <w:pPr>
              <w:jc w:val="left"/>
            </w:pPr>
            <w:r w:rsidRPr="00AC0C27">
              <w:t>Roofing nails 2"</w:t>
            </w:r>
          </w:p>
        </w:tc>
        <w:tc>
          <w:tcPr>
            <w:tcW w:w="744" w:type="dxa"/>
            <w:noWrap/>
            <w:hideMark/>
          </w:tcPr>
          <w:p w14:paraId="1125C18A" w14:textId="77777777" w:rsidR="00AC0C27" w:rsidRPr="00AC0C27" w:rsidRDefault="00AC0C27" w:rsidP="00AC0C27">
            <w:r w:rsidRPr="00AC0C27">
              <w:t>7</w:t>
            </w:r>
          </w:p>
        </w:tc>
        <w:tc>
          <w:tcPr>
            <w:tcW w:w="912" w:type="dxa"/>
            <w:noWrap/>
            <w:hideMark/>
          </w:tcPr>
          <w:p w14:paraId="707E802E" w14:textId="77777777" w:rsidR="00AC0C27" w:rsidRPr="00AC0C27" w:rsidRDefault="00AC0C27" w:rsidP="00AC0C27">
            <w:pPr>
              <w:jc w:val="left"/>
            </w:pPr>
            <w:r w:rsidRPr="00AC0C27">
              <w:t>no</w:t>
            </w:r>
          </w:p>
        </w:tc>
        <w:tc>
          <w:tcPr>
            <w:tcW w:w="1451" w:type="dxa"/>
            <w:noWrap/>
            <w:hideMark/>
          </w:tcPr>
          <w:p w14:paraId="400855A1" w14:textId="77777777" w:rsidR="00AC0C27" w:rsidRPr="00AC0C27" w:rsidRDefault="00AC0C27">
            <w:pPr>
              <w:jc w:val="left"/>
            </w:pPr>
            <w:r w:rsidRPr="00AC0C27">
              <w:t> </w:t>
            </w:r>
          </w:p>
        </w:tc>
        <w:tc>
          <w:tcPr>
            <w:tcW w:w="1418" w:type="dxa"/>
            <w:noWrap/>
            <w:hideMark/>
          </w:tcPr>
          <w:p w14:paraId="1AC9D124" w14:textId="77777777" w:rsidR="00AC0C27" w:rsidRPr="00AC0C27" w:rsidRDefault="00AC0C27">
            <w:r w:rsidRPr="00AC0C27">
              <w:t> </w:t>
            </w:r>
          </w:p>
        </w:tc>
      </w:tr>
      <w:tr w:rsidR="00AC0C27" w:rsidRPr="00AC0C27" w14:paraId="12E67FC0" w14:textId="77777777" w:rsidTr="00A53751">
        <w:trPr>
          <w:trHeight w:val="290"/>
        </w:trPr>
        <w:tc>
          <w:tcPr>
            <w:tcW w:w="846" w:type="dxa"/>
            <w:noWrap/>
            <w:hideMark/>
          </w:tcPr>
          <w:p w14:paraId="178284B3" w14:textId="77777777" w:rsidR="00AC0C27" w:rsidRPr="00AC0C27" w:rsidRDefault="00AC0C27" w:rsidP="00AC0C27">
            <w:r w:rsidRPr="00AC0C27">
              <w:t>46</w:t>
            </w:r>
          </w:p>
        </w:tc>
        <w:tc>
          <w:tcPr>
            <w:tcW w:w="4689" w:type="dxa"/>
            <w:noWrap/>
            <w:hideMark/>
          </w:tcPr>
          <w:p w14:paraId="052988AB" w14:textId="77777777" w:rsidR="00AC0C27" w:rsidRPr="00AC0C27" w:rsidRDefault="00AC0C27">
            <w:pPr>
              <w:jc w:val="left"/>
            </w:pPr>
            <w:r w:rsidRPr="00AC0C27">
              <w:t xml:space="preserve">4" counter sunk wood screws </w:t>
            </w:r>
          </w:p>
        </w:tc>
        <w:tc>
          <w:tcPr>
            <w:tcW w:w="744" w:type="dxa"/>
            <w:noWrap/>
            <w:hideMark/>
          </w:tcPr>
          <w:p w14:paraId="256CC018" w14:textId="77777777" w:rsidR="00AC0C27" w:rsidRPr="00AC0C27" w:rsidRDefault="00AC0C27" w:rsidP="00AC0C27">
            <w:r w:rsidRPr="00AC0C27">
              <w:t>210</w:t>
            </w:r>
          </w:p>
        </w:tc>
        <w:tc>
          <w:tcPr>
            <w:tcW w:w="912" w:type="dxa"/>
            <w:noWrap/>
            <w:hideMark/>
          </w:tcPr>
          <w:p w14:paraId="5812267E" w14:textId="77777777" w:rsidR="00AC0C27" w:rsidRPr="00AC0C27" w:rsidRDefault="00AC0C27" w:rsidP="00AC0C27">
            <w:pPr>
              <w:jc w:val="left"/>
            </w:pPr>
            <w:r w:rsidRPr="00AC0C27">
              <w:t>no</w:t>
            </w:r>
          </w:p>
        </w:tc>
        <w:tc>
          <w:tcPr>
            <w:tcW w:w="1451" w:type="dxa"/>
            <w:noWrap/>
            <w:hideMark/>
          </w:tcPr>
          <w:p w14:paraId="4B5B9E71" w14:textId="77777777" w:rsidR="00AC0C27" w:rsidRPr="00AC0C27" w:rsidRDefault="00AC0C27">
            <w:pPr>
              <w:jc w:val="left"/>
            </w:pPr>
            <w:r w:rsidRPr="00AC0C27">
              <w:t> </w:t>
            </w:r>
          </w:p>
        </w:tc>
        <w:tc>
          <w:tcPr>
            <w:tcW w:w="1418" w:type="dxa"/>
            <w:noWrap/>
            <w:hideMark/>
          </w:tcPr>
          <w:p w14:paraId="14DA39C2" w14:textId="77777777" w:rsidR="00AC0C27" w:rsidRPr="00AC0C27" w:rsidRDefault="00AC0C27">
            <w:r w:rsidRPr="00AC0C27">
              <w:t> </w:t>
            </w:r>
          </w:p>
        </w:tc>
      </w:tr>
      <w:tr w:rsidR="00AC0C27" w:rsidRPr="00AC0C27" w14:paraId="58B4CA80" w14:textId="77777777" w:rsidTr="00A53751">
        <w:trPr>
          <w:trHeight w:val="290"/>
        </w:trPr>
        <w:tc>
          <w:tcPr>
            <w:tcW w:w="846" w:type="dxa"/>
            <w:noWrap/>
            <w:hideMark/>
          </w:tcPr>
          <w:p w14:paraId="2FBFAC09" w14:textId="77777777" w:rsidR="00AC0C27" w:rsidRPr="00AC0C27" w:rsidRDefault="00AC0C27" w:rsidP="00AC0C27">
            <w:r w:rsidRPr="00AC0C27">
              <w:t>47</w:t>
            </w:r>
          </w:p>
        </w:tc>
        <w:tc>
          <w:tcPr>
            <w:tcW w:w="4689" w:type="dxa"/>
            <w:noWrap/>
            <w:hideMark/>
          </w:tcPr>
          <w:p w14:paraId="6737B374" w14:textId="77777777" w:rsidR="00AC0C27" w:rsidRPr="00AC0C27" w:rsidRDefault="00AC0C27">
            <w:pPr>
              <w:jc w:val="left"/>
            </w:pPr>
            <w:r w:rsidRPr="00AC0C27">
              <w:t>Dyna bolt</w:t>
            </w:r>
          </w:p>
        </w:tc>
        <w:tc>
          <w:tcPr>
            <w:tcW w:w="744" w:type="dxa"/>
            <w:noWrap/>
            <w:hideMark/>
          </w:tcPr>
          <w:p w14:paraId="5EEC4F57" w14:textId="77777777" w:rsidR="00AC0C27" w:rsidRPr="00AC0C27" w:rsidRDefault="00AC0C27" w:rsidP="00AC0C27">
            <w:r w:rsidRPr="00AC0C27">
              <w:t>105</w:t>
            </w:r>
          </w:p>
        </w:tc>
        <w:tc>
          <w:tcPr>
            <w:tcW w:w="912" w:type="dxa"/>
            <w:noWrap/>
            <w:hideMark/>
          </w:tcPr>
          <w:p w14:paraId="2AACB385" w14:textId="77777777" w:rsidR="00AC0C27" w:rsidRPr="00AC0C27" w:rsidRDefault="00AC0C27" w:rsidP="00AC0C27">
            <w:pPr>
              <w:jc w:val="left"/>
            </w:pPr>
            <w:r w:rsidRPr="00AC0C27">
              <w:t>pcs</w:t>
            </w:r>
          </w:p>
        </w:tc>
        <w:tc>
          <w:tcPr>
            <w:tcW w:w="1451" w:type="dxa"/>
            <w:noWrap/>
            <w:hideMark/>
          </w:tcPr>
          <w:p w14:paraId="3E6FB2E8" w14:textId="77777777" w:rsidR="00AC0C27" w:rsidRPr="00AC0C27" w:rsidRDefault="00AC0C27">
            <w:pPr>
              <w:jc w:val="left"/>
              <w:rPr>
                <w:b/>
                <w:bCs/>
              </w:rPr>
            </w:pPr>
            <w:r w:rsidRPr="00AC0C27">
              <w:rPr>
                <w:b/>
                <w:bCs/>
              </w:rPr>
              <w:t> </w:t>
            </w:r>
          </w:p>
        </w:tc>
        <w:tc>
          <w:tcPr>
            <w:tcW w:w="1418" w:type="dxa"/>
            <w:noWrap/>
            <w:hideMark/>
          </w:tcPr>
          <w:p w14:paraId="5E2F53F5" w14:textId="77777777" w:rsidR="00AC0C27" w:rsidRPr="00AC0C27" w:rsidRDefault="00AC0C27">
            <w:pPr>
              <w:rPr>
                <w:b/>
                <w:bCs/>
              </w:rPr>
            </w:pPr>
            <w:r w:rsidRPr="00AC0C27">
              <w:rPr>
                <w:b/>
                <w:bCs/>
              </w:rPr>
              <w:t> </w:t>
            </w:r>
          </w:p>
        </w:tc>
      </w:tr>
      <w:tr w:rsidR="00AC0C27" w:rsidRPr="00AC0C27" w14:paraId="6BBE1C20" w14:textId="77777777" w:rsidTr="00A53751">
        <w:trPr>
          <w:trHeight w:val="290"/>
        </w:trPr>
        <w:tc>
          <w:tcPr>
            <w:tcW w:w="846" w:type="dxa"/>
            <w:noWrap/>
            <w:hideMark/>
          </w:tcPr>
          <w:p w14:paraId="2AC96AF1" w14:textId="77777777" w:rsidR="00AC0C27" w:rsidRPr="00AC0C27" w:rsidRDefault="00AC0C27" w:rsidP="00AC0C27">
            <w:r w:rsidRPr="00AC0C27">
              <w:lastRenderedPageBreak/>
              <w:t>48</w:t>
            </w:r>
          </w:p>
        </w:tc>
        <w:tc>
          <w:tcPr>
            <w:tcW w:w="4689" w:type="dxa"/>
            <w:noWrap/>
            <w:hideMark/>
          </w:tcPr>
          <w:p w14:paraId="0C185C3F" w14:textId="77777777" w:rsidR="00AC0C27" w:rsidRPr="00AC0C27" w:rsidRDefault="00AC0C27">
            <w:pPr>
              <w:jc w:val="left"/>
            </w:pPr>
            <w:r w:rsidRPr="00AC0C27">
              <w:t>Bolt and nut 9"</w:t>
            </w:r>
          </w:p>
        </w:tc>
        <w:tc>
          <w:tcPr>
            <w:tcW w:w="744" w:type="dxa"/>
            <w:noWrap/>
            <w:hideMark/>
          </w:tcPr>
          <w:p w14:paraId="1D97954F" w14:textId="77777777" w:rsidR="00AC0C27" w:rsidRPr="00AC0C27" w:rsidRDefault="00AC0C27" w:rsidP="00AC0C27">
            <w:r w:rsidRPr="00AC0C27">
              <w:t>105</w:t>
            </w:r>
          </w:p>
        </w:tc>
        <w:tc>
          <w:tcPr>
            <w:tcW w:w="912" w:type="dxa"/>
            <w:noWrap/>
            <w:hideMark/>
          </w:tcPr>
          <w:p w14:paraId="5B47C8EC" w14:textId="77777777" w:rsidR="00AC0C27" w:rsidRPr="00AC0C27" w:rsidRDefault="00AC0C27" w:rsidP="00AC0C27">
            <w:pPr>
              <w:jc w:val="left"/>
            </w:pPr>
            <w:r w:rsidRPr="00AC0C27">
              <w:t>pcs</w:t>
            </w:r>
          </w:p>
        </w:tc>
        <w:tc>
          <w:tcPr>
            <w:tcW w:w="1451" w:type="dxa"/>
            <w:noWrap/>
            <w:hideMark/>
          </w:tcPr>
          <w:p w14:paraId="6BF3DBAD" w14:textId="77777777" w:rsidR="00AC0C27" w:rsidRPr="00AC0C27" w:rsidRDefault="00AC0C27">
            <w:pPr>
              <w:jc w:val="left"/>
            </w:pPr>
            <w:r w:rsidRPr="00AC0C27">
              <w:t> </w:t>
            </w:r>
          </w:p>
        </w:tc>
        <w:tc>
          <w:tcPr>
            <w:tcW w:w="1418" w:type="dxa"/>
            <w:noWrap/>
            <w:hideMark/>
          </w:tcPr>
          <w:p w14:paraId="053F62CE" w14:textId="77777777" w:rsidR="00AC0C27" w:rsidRPr="00AC0C27" w:rsidRDefault="00AC0C27">
            <w:r w:rsidRPr="00AC0C27">
              <w:t> </w:t>
            </w:r>
          </w:p>
        </w:tc>
      </w:tr>
      <w:tr w:rsidR="00AC0C27" w:rsidRPr="00AC0C27" w14:paraId="1C2331E9" w14:textId="77777777" w:rsidTr="00A53751">
        <w:trPr>
          <w:trHeight w:val="290"/>
        </w:trPr>
        <w:tc>
          <w:tcPr>
            <w:tcW w:w="846" w:type="dxa"/>
            <w:noWrap/>
            <w:hideMark/>
          </w:tcPr>
          <w:p w14:paraId="7749E6AA" w14:textId="77777777" w:rsidR="00AC0C27" w:rsidRPr="00AC0C27" w:rsidRDefault="00AC0C27" w:rsidP="00AC0C27">
            <w:r w:rsidRPr="00AC0C27">
              <w:t>49</w:t>
            </w:r>
          </w:p>
        </w:tc>
        <w:tc>
          <w:tcPr>
            <w:tcW w:w="4689" w:type="dxa"/>
            <w:noWrap/>
            <w:hideMark/>
          </w:tcPr>
          <w:p w14:paraId="69230F73" w14:textId="77777777" w:rsidR="00AC0C27" w:rsidRPr="00AC0C27" w:rsidRDefault="00AC0C27">
            <w:pPr>
              <w:jc w:val="left"/>
            </w:pPr>
            <w:r w:rsidRPr="00AC0C27">
              <w:t>Bolt and nut 12"</w:t>
            </w:r>
          </w:p>
        </w:tc>
        <w:tc>
          <w:tcPr>
            <w:tcW w:w="744" w:type="dxa"/>
            <w:noWrap/>
            <w:hideMark/>
          </w:tcPr>
          <w:p w14:paraId="0114AD2F" w14:textId="77777777" w:rsidR="00AC0C27" w:rsidRPr="00AC0C27" w:rsidRDefault="00AC0C27" w:rsidP="00AC0C27">
            <w:r w:rsidRPr="00AC0C27">
              <w:t>15</w:t>
            </w:r>
          </w:p>
        </w:tc>
        <w:tc>
          <w:tcPr>
            <w:tcW w:w="912" w:type="dxa"/>
            <w:noWrap/>
            <w:hideMark/>
          </w:tcPr>
          <w:p w14:paraId="1144A7F6" w14:textId="77777777" w:rsidR="00AC0C27" w:rsidRPr="00AC0C27" w:rsidRDefault="00AC0C27" w:rsidP="00AC0C27">
            <w:pPr>
              <w:jc w:val="left"/>
            </w:pPr>
            <w:r w:rsidRPr="00AC0C27">
              <w:t>pkt</w:t>
            </w:r>
          </w:p>
        </w:tc>
        <w:tc>
          <w:tcPr>
            <w:tcW w:w="1451" w:type="dxa"/>
            <w:noWrap/>
            <w:hideMark/>
          </w:tcPr>
          <w:p w14:paraId="11EC5194" w14:textId="77777777" w:rsidR="00AC0C27" w:rsidRPr="00AC0C27" w:rsidRDefault="00AC0C27">
            <w:pPr>
              <w:jc w:val="left"/>
            </w:pPr>
            <w:r w:rsidRPr="00AC0C27">
              <w:t> </w:t>
            </w:r>
          </w:p>
        </w:tc>
        <w:tc>
          <w:tcPr>
            <w:tcW w:w="1418" w:type="dxa"/>
            <w:noWrap/>
            <w:hideMark/>
          </w:tcPr>
          <w:p w14:paraId="32024524" w14:textId="77777777" w:rsidR="00AC0C27" w:rsidRPr="00AC0C27" w:rsidRDefault="00AC0C27">
            <w:r w:rsidRPr="00AC0C27">
              <w:t> </w:t>
            </w:r>
          </w:p>
        </w:tc>
      </w:tr>
      <w:tr w:rsidR="00AC0C27" w:rsidRPr="00AC0C27" w14:paraId="1E62D7D2" w14:textId="77777777" w:rsidTr="00A53751">
        <w:trPr>
          <w:trHeight w:val="290"/>
        </w:trPr>
        <w:tc>
          <w:tcPr>
            <w:tcW w:w="846" w:type="dxa"/>
            <w:noWrap/>
            <w:hideMark/>
          </w:tcPr>
          <w:p w14:paraId="0D3E7FD7" w14:textId="77777777" w:rsidR="00AC0C27" w:rsidRPr="00AC0C27" w:rsidRDefault="00AC0C27" w:rsidP="00AC0C27">
            <w:r w:rsidRPr="00AC0C27">
              <w:t>50</w:t>
            </w:r>
          </w:p>
        </w:tc>
        <w:tc>
          <w:tcPr>
            <w:tcW w:w="4689" w:type="dxa"/>
            <w:noWrap/>
            <w:hideMark/>
          </w:tcPr>
          <w:p w14:paraId="31BB222D" w14:textId="77777777" w:rsidR="00AC0C27" w:rsidRPr="00AC0C27" w:rsidRDefault="00AC0C27">
            <w:pPr>
              <w:jc w:val="left"/>
            </w:pPr>
            <w:r w:rsidRPr="00AC0C27">
              <w:t xml:space="preserve">3" counter sunk wood screws </w:t>
            </w:r>
          </w:p>
        </w:tc>
        <w:tc>
          <w:tcPr>
            <w:tcW w:w="744" w:type="dxa"/>
            <w:noWrap/>
            <w:hideMark/>
          </w:tcPr>
          <w:p w14:paraId="731AE9FB" w14:textId="77777777" w:rsidR="00AC0C27" w:rsidRPr="00AC0C27" w:rsidRDefault="00AC0C27" w:rsidP="00AC0C27">
            <w:r w:rsidRPr="00AC0C27">
              <w:t>7</w:t>
            </w:r>
          </w:p>
        </w:tc>
        <w:tc>
          <w:tcPr>
            <w:tcW w:w="912" w:type="dxa"/>
            <w:noWrap/>
            <w:hideMark/>
          </w:tcPr>
          <w:p w14:paraId="6A8F2B45" w14:textId="77777777" w:rsidR="00AC0C27" w:rsidRPr="00AC0C27" w:rsidRDefault="00AC0C27" w:rsidP="00AC0C27">
            <w:pPr>
              <w:jc w:val="left"/>
            </w:pPr>
            <w:r w:rsidRPr="00AC0C27">
              <w:t>pkt</w:t>
            </w:r>
          </w:p>
        </w:tc>
        <w:tc>
          <w:tcPr>
            <w:tcW w:w="1451" w:type="dxa"/>
            <w:noWrap/>
            <w:hideMark/>
          </w:tcPr>
          <w:p w14:paraId="117BD9A6" w14:textId="77777777" w:rsidR="00AC0C27" w:rsidRPr="00AC0C27" w:rsidRDefault="00AC0C27">
            <w:pPr>
              <w:jc w:val="left"/>
            </w:pPr>
            <w:r w:rsidRPr="00AC0C27">
              <w:t> </w:t>
            </w:r>
          </w:p>
        </w:tc>
        <w:tc>
          <w:tcPr>
            <w:tcW w:w="1418" w:type="dxa"/>
            <w:noWrap/>
            <w:hideMark/>
          </w:tcPr>
          <w:p w14:paraId="57597824" w14:textId="77777777" w:rsidR="00AC0C27" w:rsidRPr="00AC0C27" w:rsidRDefault="00AC0C27">
            <w:r w:rsidRPr="00AC0C27">
              <w:t> </w:t>
            </w:r>
          </w:p>
        </w:tc>
      </w:tr>
      <w:tr w:rsidR="00AC0C27" w:rsidRPr="00AC0C27" w14:paraId="63E0D8A6" w14:textId="77777777" w:rsidTr="00A53751">
        <w:trPr>
          <w:trHeight w:val="290"/>
        </w:trPr>
        <w:tc>
          <w:tcPr>
            <w:tcW w:w="846" w:type="dxa"/>
            <w:noWrap/>
            <w:hideMark/>
          </w:tcPr>
          <w:p w14:paraId="50FE457E" w14:textId="77777777" w:rsidR="00AC0C27" w:rsidRPr="00AC0C27" w:rsidRDefault="00AC0C27" w:rsidP="00AC0C27">
            <w:pPr>
              <w:rPr>
                <w:b/>
                <w:bCs/>
              </w:rPr>
            </w:pPr>
            <w:r w:rsidRPr="00AC0C27">
              <w:rPr>
                <w:b/>
                <w:bCs/>
              </w:rPr>
              <w:t> </w:t>
            </w:r>
          </w:p>
        </w:tc>
        <w:tc>
          <w:tcPr>
            <w:tcW w:w="4689" w:type="dxa"/>
            <w:noWrap/>
            <w:hideMark/>
          </w:tcPr>
          <w:p w14:paraId="45BCC113" w14:textId="77777777" w:rsidR="00AC0C27" w:rsidRPr="00AC0C27" w:rsidRDefault="00AC0C27">
            <w:pPr>
              <w:jc w:val="left"/>
              <w:rPr>
                <w:b/>
                <w:bCs/>
              </w:rPr>
            </w:pPr>
            <w:r w:rsidRPr="00AC0C27">
              <w:rPr>
                <w:b/>
                <w:bCs/>
              </w:rPr>
              <w:t>Total cost</w:t>
            </w:r>
          </w:p>
        </w:tc>
        <w:tc>
          <w:tcPr>
            <w:tcW w:w="744" w:type="dxa"/>
            <w:noWrap/>
            <w:hideMark/>
          </w:tcPr>
          <w:p w14:paraId="7547C89F" w14:textId="77777777" w:rsidR="00AC0C27" w:rsidRPr="00AC0C27" w:rsidRDefault="00AC0C27" w:rsidP="00AC0C27">
            <w:pPr>
              <w:rPr>
                <w:b/>
                <w:bCs/>
              </w:rPr>
            </w:pPr>
            <w:r w:rsidRPr="00AC0C27">
              <w:rPr>
                <w:b/>
                <w:bCs/>
              </w:rPr>
              <w:t> </w:t>
            </w:r>
          </w:p>
        </w:tc>
        <w:tc>
          <w:tcPr>
            <w:tcW w:w="912" w:type="dxa"/>
            <w:noWrap/>
            <w:hideMark/>
          </w:tcPr>
          <w:p w14:paraId="5DE869FB" w14:textId="77777777" w:rsidR="00AC0C27" w:rsidRPr="00AC0C27" w:rsidRDefault="00AC0C27" w:rsidP="00AC0C27">
            <w:pPr>
              <w:jc w:val="left"/>
              <w:rPr>
                <w:b/>
                <w:bCs/>
              </w:rPr>
            </w:pPr>
            <w:r w:rsidRPr="00AC0C27">
              <w:rPr>
                <w:b/>
                <w:bCs/>
              </w:rPr>
              <w:t> </w:t>
            </w:r>
          </w:p>
        </w:tc>
        <w:tc>
          <w:tcPr>
            <w:tcW w:w="1451" w:type="dxa"/>
            <w:noWrap/>
            <w:hideMark/>
          </w:tcPr>
          <w:p w14:paraId="3836A384" w14:textId="77777777" w:rsidR="00AC0C27" w:rsidRPr="00AC0C27" w:rsidRDefault="00AC0C27">
            <w:pPr>
              <w:jc w:val="left"/>
              <w:rPr>
                <w:b/>
                <w:bCs/>
              </w:rPr>
            </w:pPr>
            <w:r w:rsidRPr="00AC0C27">
              <w:rPr>
                <w:b/>
                <w:bCs/>
              </w:rPr>
              <w:t> </w:t>
            </w:r>
          </w:p>
        </w:tc>
        <w:tc>
          <w:tcPr>
            <w:tcW w:w="1418" w:type="dxa"/>
            <w:noWrap/>
            <w:hideMark/>
          </w:tcPr>
          <w:p w14:paraId="232BD6EC" w14:textId="77777777" w:rsidR="00AC0C27" w:rsidRPr="00AC0C27" w:rsidRDefault="00AC0C27">
            <w:pPr>
              <w:rPr>
                <w:b/>
                <w:bCs/>
              </w:rPr>
            </w:pPr>
            <w:r w:rsidRPr="00AC0C27">
              <w:rPr>
                <w:b/>
                <w:bCs/>
              </w:rPr>
              <w:t> </w:t>
            </w:r>
          </w:p>
        </w:tc>
      </w:tr>
      <w:tr w:rsidR="00AC0C27" w:rsidRPr="00AC0C27" w14:paraId="1E09F326" w14:textId="77777777" w:rsidTr="00A53751">
        <w:trPr>
          <w:trHeight w:val="290"/>
        </w:trPr>
        <w:tc>
          <w:tcPr>
            <w:tcW w:w="846" w:type="dxa"/>
            <w:noWrap/>
            <w:hideMark/>
          </w:tcPr>
          <w:p w14:paraId="43E44BFE" w14:textId="77777777" w:rsidR="00AC0C27" w:rsidRPr="00AC0C27" w:rsidRDefault="00AC0C27" w:rsidP="00AC0C27">
            <w:pPr>
              <w:rPr>
                <w:b/>
                <w:bCs/>
              </w:rPr>
            </w:pPr>
            <w:r w:rsidRPr="00AC0C27">
              <w:rPr>
                <w:b/>
                <w:bCs/>
              </w:rPr>
              <w:t> </w:t>
            </w:r>
          </w:p>
        </w:tc>
        <w:tc>
          <w:tcPr>
            <w:tcW w:w="4689" w:type="dxa"/>
            <w:noWrap/>
            <w:hideMark/>
          </w:tcPr>
          <w:p w14:paraId="28443A7F" w14:textId="77777777" w:rsidR="00AC0C27" w:rsidRPr="00AC0C27" w:rsidRDefault="00AC0C27">
            <w:pPr>
              <w:jc w:val="left"/>
              <w:rPr>
                <w:b/>
                <w:bCs/>
              </w:rPr>
            </w:pPr>
            <w:r w:rsidRPr="00AC0C27">
              <w:rPr>
                <w:b/>
                <w:bCs/>
              </w:rPr>
              <w:t>vat</w:t>
            </w:r>
          </w:p>
        </w:tc>
        <w:tc>
          <w:tcPr>
            <w:tcW w:w="744" w:type="dxa"/>
            <w:noWrap/>
            <w:hideMark/>
          </w:tcPr>
          <w:p w14:paraId="5C84F134" w14:textId="77777777" w:rsidR="00AC0C27" w:rsidRPr="00AC0C27" w:rsidRDefault="00AC0C27" w:rsidP="00AC0C27">
            <w:pPr>
              <w:rPr>
                <w:b/>
                <w:bCs/>
              </w:rPr>
            </w:pPr>
            <w:r w:rsidRPr="00AC0C27">
              <w:rPr>
                <w:b/>
                <w:bCs/>
              </w:rPr>
              <w:t> </w:t>
            </w:r>
          </w:p>
        </w:tc>
        <w:tc>
          <w:tcPr>
            <w:tcW w:w="912" w:type="dxa"/>
            <w:noWrap/>
            <w:hideMark/>
          </w:tcPr>
          <w:p w14:paraId="73263446" w14:textId="77777777" w:rsidR="00AC0C27" w:rsidRPr="00AC0C27" w:rsidRDefault="00AC0C27" w:rsidP="00AC0C27">
            <w:pPr>
              <w:jc w:val="left"/>
              <w:rPr>
                <w:b/>
                <w:bCs/>
              </w:rPr>
            </w:pPr>
            <w:r w:rsidRPr="00AC0C27">
              <w:rPr>
                <w:b/>
                <w:bCs/>
              </w:rPr>
              <w:t> </w:t>
            </w:r>
          </w:p>
        </w:tc>
        <w:tc>
          <w:tcPr>
            <w:tcW w:w="1451" w:type="dxa"/>
            <w:noWrap/>
            <w:hideMark/>
          </w:tcPr>
          <w:p w14:paraId="1BB06036" w14:textId="77777777" w:rsidR="00AC0C27" w:rsidRPr="00AC0C27" w:rsidRDefault="00AC0C27">
            <w:pPr>
              <w:jc w:val="left"/>
              <w:rPr>
                <w:b/>
                <w:bCs/>
              </w:rPr>
            </w:pPr>
            <w:r w:rsidRPr="00AC0C27">
              <w:rPr>
                <w:b/>
                <w:bCs/>
              </w:rPr>
              <w:t> </w:t>
            </w:r>
          </w:p>
        </w:tc>
        <w:tc>
          <w:tcPr>
            <w:tcW w:w="1418" w:type="dxa"/>
            <w:noWrap/>
            <w:hideMark/>
          </w:tcPr>
          <w:p w14:paraId="5867B7FB" w14:textId="77777777" w:rsidR="00AC0C27" w:rsidRPr="00AC0C27" w:rsidRDefault="00AC0C27">
            <w:pPr>
              <w:rPr>
                <w:b/>
                <w:bCs/>
              </w:rPr>
            </w:pPr>
            <w:r w:rsidRPr="00AC0C27">
              <w:rPr>
                <w:b/>
                <w:bCs/>
              </w:rPr>
              <w:t> </w:t>
            </w:r>
          </w:p>
        </w:tc>
      </w:tr>
      <w:tr w:rsidR="00AC0C27" w:rsidRPr="00AC0C27" w14:paraId="415C03BF" w14:textId="77777777" w:rsidTr="00A53751">
        <w:trPr>
          <w:trHeight w:val="290"/>
        </w:trPr>
        <w:tc>
          <w:tcPr>
            <w:tcW w:w="846" w:type="dxa"/>
            <w:noWrap/>
            <w:hideMark/>
          </w:tcPr>
          <w:p w14:paraId="7EC1BFE8" w14:textId="77777777" w:rsidR="00AC0C27" w:rsidRPr="00AC0C27" w:rsidRDefault="00AC0C27" w:rsidP="00AC0C27">
            <w:pPr>
              <w:rPr>
                <w:b/>
                <w:bCs/>
              </w:rPr>
            </w:pPr>
            <w:r w:rsidRPr="00AC0C27">
              <w:rPr>
                <w:b/>
                <w:bCs/>
              </w:rPr>
              <w:t> </w:t>
            </w:r>
          </w:p>
        </w:tc>
        <w:tc>
          <w:tcPr>
            <w:tcW w:w="4689" w:type="dxa"/>
            <w:noWrap/>
            <w:hideMark/>
          </w:tcPr>
          <w:p w14:paraId="69EC35F1" w14:textId="77777777" w:rsidR="00AC0C27" w:rsidRPr="00AC0C27" w:rsidRDefault="00AC0C27">
            <w:pPr>
              <w:jc w:val="left"/>
              <w:rPr>
                <w:b/>
                <w:bCs/>
              </w:rPr>
            </w:pPr>
            <w:r w:rsidRPr="00AC0C27">
              <w:rPr>
                <w:b/>
                <w:bCs/>
              </w:rPr>
              <w:t> </w:t>
            </w:r>
          </w:p>
        </w:tc>
        <w:tc>
          <w:tcPr>
            <w:tcW w:w="744" w:type="dxa"/>
            <w:noWrap/>
            <w:hideMark/>
          </w:tcPr>
          <w:p w14:paraId="25DE58C3" w14:textId="77777777" w:rsidR="00AC0C27" w:rsidRPr="00AC0C27" w:rsidRDefault="00AC0C27" w:rsidP="00AC0C27">
            <w:pPr>
              <w:rPr>
                <w:b/>
                <w:bCs/>
              </w:rPr>
            </w:pPr>
            <w:r w:rsidRPr="00AC0C27">
              <w:rPr>
                <w:b/>
                <w:bCs/>
              </w:rPr>
              <w:t> </w:t>
            </w:r>
          </w:p>
        </w:tc>
        <w:tc>
          <w:tcPr>
            <w:tcW w:w="912" w:type="dxa"/>
            <w:noWrap/>
            <w:hideMark/>
          </w:tcPr>
          <w:p w14:paraId="5DFFEE21" w14:textId="77777777" w:rsidR="00AC0C27" w:rsidRPr="00AC0C27" w:rsidRDefault="00AC0C27" w:rsidP="00AC0C27">
            <w:pPr>
              <w:jc w:val="left"/>
              <w:rPr>
                <w:b/>
                <w:bCs/>
              </w:rPr>
            </w:pPr>
            <w:r w:rsidRPr="00AC0C27">
              <w:rPr>
                <w:b/>
                <w:bCs/>
              </w:rPr>
              <w:t> </w:t>
            </w:r>
          </w:p>
        </w:tc>
        <w:tc>
          <w:tcPr>
            <w:tcW w:w="1451" w:type="dxa"/>
            <w:noWrap/>
            <w:hideMark/>
          </w:tcPr>
          <w:p w14:paraId="3E5F5828" w14:textId="77777777" w:rsidR="00AC0C27" w:rsidRPr="00AC0C27" w:rsidRDefault="00AC0C27">
            <w:pPr>
              <w:jc w:val="left"/>
              <w:rPr>
                <w:b/>
                <w:bCs/>
              </w:rPr>
            </w:pPr>
            <w:r w:rsidRPr="00AC0C27">
              <w:rPr>
                <w:b/>
                <w:bCs/>
              </w:rPr>
              <w:t> </w:t>
            </w:r>
          </w:p>
        </w:tc>
        <w:tc>
          <w:tcPr>
            <w:tcW w:w="1418" w:type="dxa"/>
            <w:noWrap/>
            <w:hideMark/>
          </w:tcPr>
          <w:p w14:paraId="6AC5CD25" w14:textId="77777777" w:rsidR="00AC0C27" w:rsidRPr="00AC0C27" w:rsidRDefault="00AC0C27">
            <w:pPr>
              <w:rPr>
                <w:b/>
                <w:bCs/>
              </w:rPr>
            </w:pPr>
            <w:r w:rsidRPr="00AC0C27">
              <w:rPr>
                <w:b/>
                <w:bCs/>
              </w:rPr>
              <w:t> </w:t>
            </w:r>
          </w:p>
        </w:tc>
      </w:tr>
      <w:tr w:rsidR="00AC0C27" w:rsidRPr="00AC0C27" w14:paraId="46484D44" w14:textId="77777777" w:rsidTr="00A53751">
        <w:trPr>
          <w:trHeight w:val="290"/>
        </w:trPr>
        <w:tc>
          <w:tcPr>
            <w:tcW w:w="846" w:type="dxa"/>
            <w:noWrap/>
            <w:hideMark/>
          </w:tcPr>
          <w:p w14:paraId="0208813F" w14:textId="77777777" w:rsidR="00AC0C27" w:rsidRPr="00AC0C27" w:rsidRDefault="00AC0C27" w:rsidP="00AC0C27">
            <w:pPr>
              <w:rPr>
                <w:b/>
                <w:bCs/>
              </w:rPr>
            </w:pPr>
            <w:r w:rsidRPr="00AC0C27">
              <w:rPr>
                <w:b/>
                <w:bCs/>
              </w:rPr>
              <w:t> </w:t>
            </w:r>
          </w:p>
        </w:tc>
        <w:tc>
          <w:tcPr>
            <w:tcW w:w="4689" w:type="dxa"/>
            <w:noWrap/>
            <w:hideMark/>
          </w:tcPr>
          <w:p w14:paraId="1B52EC9C" w14:textId="77777777" w:rsidR="00AC0C27" w:rsidRPr="00AC0C27" w:rsidRDefault="00AC0C27">
            <w:pPr>
              <w:jc w:val="left"/>
              <w:rPr>
                <w:b/>
                <w:bCs/>
              </w:rPr>
            </w:pPr>
            <w:r w:rsidRPr="00AC0C27">
              <w:rPr>
                <w:b/>
                <w:bCs/>
              </w:rPr>
              <w:t>other charges</w:t>
            </w:r>
          </w:p>
        </w:tc>
        <w:tc>
          <w:tcPr>
            <w:tcW w:w="744" w:type="dxa"/>
            <w:noWrap/>
            <w:hideMark/>
          </w:tcPr>
          <w:p w14:paraId="574BE248" w14:textId="77777777" w:rsidR="00AC0C27" w:rsidRPr="00AC0C27" w:rsidRDefault="00AC0C27" w:rsidP="00AC0C27">
            <w:pPr>
              <w:rPr>
                <w:b/>
                <w:bCs/>
              </w:rPr>
            </w:pPr>
            <w:r w:rsidRPr="00AC0C27">
              <w:rPr>
                <w:b/>
                <w:bCs/>
              </w:rPr>
              <w:t> </w:t>
            </w:r>
          </w:p>
        </w:tc>
        <w:tc>
          <w:tcPr>
            <w:tcW w:w="912" w:type="dxa"/>
            <w:noWrap/>
            <w:hideMark/>
          </w:tcPr>
          <w:p w14:paraId="1534CB30" w14:textId="77777777" w:rsidR="00AC0C27" w:rsidRPr="00AC0C27" w:rsidRDefault="00AC0C27" w:rsidP="00AC0C27">
            <w:pPr>
              <w:jc w:val="left"/>
              <w:rPr>
                <w:b/>
                <w:bCs/>
              </w:rPr>
            </w:pPr>
            <w:r w:rsidRPr="00AC0C27">
              <w:rPr>
                <w:b/>
                <w:bCs/>
              </w:rPr>
              <w:t> </w:t>
            </w:r>
          </w:p>
        </w:tc>
        <w:tc>
          <w:tcPr>
            <w:tcW w:w="1451" w:type="dxa"/>
            <w:noWrap/>
            <w:hideMark/>
          </w:tcPr>
          <w:p w14:paraId="25639A8D" w14:textId="77777777" w:rsidR="00AC0C27" w:rsidRPr="00AC0C27" w:rsidRDefault="00AC0C27">
            <w:pPr>
              <w:jc w:val="left"/>
              <w:rPr>
                <w:b/>
                <w:bCs/>
              </w:rPr>
            </w:pPr>
            <w:r w:rsidRPr="00AC0C27">
              <w:rPr>
                <w:b/>
                <w:bCs/>
              </w:rPr>
              <w:t> </w:t>
            </w:r>
          </w:p>
        </w:tc>
        <w:tc>
          <w:tcPr>
            <w:tcW w:w="1418" w:type="dxa"/>
            <w:noWrap/>
            <w:hideMark/>
          </w:tcPr>
          <w:p w14:paraId="792CC9D8" w14:textId="77777777" w:rsidR="00AC0C27" w:rsidRPr="00AC0C27" w:rsidRDefault="00AC0C27">
            <w:pPr>
              <w:rPr>
                <w:b/>
                <w:bCs/>
              </w:rPr>
            </w:pPr>
            <w:r w:rsidRPr="00AC0C27">
              <w:rPr>
                <w:b/>
                <w:bCs/>
              </w:rPr>
              <w:t> </w:t>
            </w:r>
          </w:p>
        </w:tc>
      </w:tr>
      <w:tr w:rsidR="00AC0C27" w:rsidRPr="00AC0C27" w14:paraId="2B5376A9" w14:textId="77777777" w:rsidTr="00A53751">
        <w:trPr>
          <w:trHeight w:val="290"/>
        </w:trPr>
        <w:tc>
          <w:tcPr>
            <w:tcW w:w="846" w:type="dxa"/>
            <w:noWrap/>
            <w:hideMark/>
          </w:tcPr>
          <w:p w14:paraId="5EC915D3" w14:textId="77777777" w:rsidR="00AC0C27" w:rsidRPr="00AC0C27" w:rsidRDefault="00AC0C27" w:rsidP="00AC0C27">
            <w:pPr>
              <w:rPr>
                <w:b/>
                <w:bCs/>
              </w:rPr>
            </w:pPr>
            <w:r w:rsidRPr="00AC0C27">
              <w:rPr>
                <w:b/>
                <w:bCs/>
              </w:rPr>
              <w:t> </w:t>
            </w:r>
          </w:p>
        </w:tc>
        <w:tc>
          <w:tcPr>
            <w:tcW w:w="4689" w:type="dxa"/>
            <w:noWrap/>
            <w:hideMark/>
          </w:tcPr>
          <w:p w14:paraId="63571D9C" w14:textId="77777777" w:rsidR="00AC0C27" w:rsidRPr="00AC0C27" w:rsidRDefault="00AC0C27">
            <w:pPr>
              <w:jc w:val="left"/>
              <w:rPr>
                <w:b/>
                <w:bCs/>
              </w:rPr>
            </w:pPr>
            <w:r w:rsidRPr="00AC0C27">
              <w:rPr>
                <w:b/>
                <w:bCs/>
              </w:rPr>
              <w:t>Total cost (vat inclusive)</w:t>
            </w:r>
          </w:p>
        </w:tc>
        <w:tc>
          <w:tcPr>
            <w:tcW w:w="744" w:type="dxa"/>
            <w:noWrap/>
            <w:hideMark/>
          </w:tcPr>
          <w:p w14:paraId="2017E156" w14:textId="77777777" w:rsidR="00AC0C27" w:rsidRPr="00AC0C27" w:rsidRDefault="00AC0C27" w:rsidP="00AC0C27">
            <w:pPr>
              <w:rPr>
                <w:b/>
                <w:bCs/>
              </w:rPr>
            </w:pPr>
            <w:r w:rsidRPr="00AC0C27">
              <w:rPr>
                <w:b/>
                <w:bCs/>
              </w:rPr>
              <w:t> </w:t>
            </w:r>
          </w:p>
        </w:tc>
        <w:tc>
          <w:tcPr>
            <w:tcW w:w="912" w:type="dxa"/>
            <w:noWrap/>
            <w:hideMark/>
          </w:tcPr>
          <w:p w14:paraId="4F2C56CA" w14:textId="77777777" w:rsidR="00AC0C27" w:rsidRPr="00AC0C27" w:rsidRDefault="00AC0C27" w:rsidP="00AC0C27">
            <w:pPr>
              <w:jc w:val="left"/>
              <w:rPr>
                <w:b/>
                <w:bCs/>
              </w:rPr>
            </w:pPr>
            <w:r w:rsidRPr="00AC0C27">
              <w:rPr>
                <w:b/>
                <w:bCs/>
              </w:rPr>
              <w:t> </w:t>
            </w:r>
          </w:p>
        </w:tc>
        <w:tc>
          <w:tcPr>
            <w:tcW w:w="1451" w:type="dxa"/>
            <w:noWrap/>
            <w:hideMark/>
          </w:tcPr>
          <w:p w14:paraId="730A6636" w14:textId="77777777" w:rsidR="00AC0C27" w:rsidRPr="00AC0C27" w:rsidRDefault="00AC0C27">
            <w:pPr>
              <w:jc w:val="left"/>
              <w:rPr>
                <w:b/>
                <w:bCs/>
              </w:rPr>
            </w:pPr>
            <w:r w:rsidRPr="00AC0C27">
              <w:rPr>
                <w:b/>
                <w:bCs/>
              </w:rPr>
              <w:t> </w:t>
            </w:r>
          </w:p>
        </w:tc>
        <w:tc>
          <w:tcPr>
            <w:tcW w:w="1418" w:type="dxa"/>
            <w:noWrap/>
            <w:hideMark/>
          </w:tcPr>
          <w:p w14:paraId="710015DB" w14:textId="77777777" w:rsidR="00AC0C27" w:rsidRPr="00AC0C27" w:rsidRDefault="00AC0C27">
            <w:pPr>
              <w:rPr>
                <w:b/>
                <w:bCs/>
              </w:rPr>
            </w:pPr>
            <w:r w:rsidRPr="00AC0C27">
              <w:rPr>
                <w:b/>
                <w:bCs/>
              </w:rPr>
              <w:t> </w:t>
            </w:r>
          </w:p>
        </w:tc>
      </w:tr>
    </w:tbl>
    <w:p w14:paraId="6BEDACEB" w14:textId="180F9BD3" w:rsidR="008E4523" w:rsidRDefault="008E4523" w:rsidP="008E4523">
      <w:pPr>
        <w:rPr>
          <w:b/>
          <w:bCs/>
        </w:rPr>
      </w:pPr>
    </w:p>
    <w:p w14:paraId="29D9A939" w14:textId="77777777" w:rsidR="008E4523" w:rsidRPr="008E4523" w:rsidRDefault="008E4523" w:rsidP="008E4523">
      <w:pPr>
        <w:rPr>
          <w:b/>
          <w:bCs/>
        </w:rPr>
      </w:pPr>
    </w:p>
    <w:sectPr w:rsidR="008E4523" w:rsidRPr="008E4523">
      <w:headerReference w:type="default" r:id="rId12"/>
      <w:footerReference w:type="default" r:id="rId13"/>
      <w:type w:val="oddPage"/>
      <w:pgSz w:w="11907" w:h="16839"/>
      <w:pgMar w:top="1701"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B1E540" w14:textId="77777777" w:rsidR="0060133A" w:rsidRDefault="0060133A">
      <w:pPr>
        <w:spacing w:before="0" w:after="0" w:line="240" w:lineRule="auto"/>
      </w:pPr>
      <w:r>
        <w:separator/>
      </w:r>
    </w:p>
  </w:endnote>
  <w:endnote w:type="continuationSeparator" w:id="0">
    <w:p w14:paraId="3FCCB446" w14:textId="77777777" w:rsidR="0060133A" w:rsidRDefault="0060133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altName w:val="Malgun Gothic"/>
    <w:panose1 w:val="00000000000000000000"/>
    <w:charset w:val="81"/>
    <w:family w:val="roman"/>
    <w:notTrueType/>
    <w:pitch w:val="default"/>
    <w:sig w:usb0="00000001" w:usb1="09060000" w:usb2="00000010" w:usb3="00000000" w:csb0="00080000" w:csb1="00000000"/>
  </w:font>
  <w:font w:name="Gulim">
    <w:altName w:val="Gulim"/>
    <w:panose1 w:val="020B0600000101010101"/>
    <w:charset w:val="81"/>
    <w:family w:val="swiss"/>
    <w:pitch w:val="variable"/>
    <w:sig w:usb0="B00002AF" w:usb1="69D77CFB" w:usb2="00000030" w:usb3="00000000" w:csb0="0008009F" w:csb1="00000000"/>
  </w:font>
  <w:font w:name="휴먼명조">
    <w:altName w:val="Malgun Gothic"/>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37BF8" w14:textId="77777777" w:rsidR="00395559" w:rsidRDefault="00000000">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Pr>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Pr>
        <w:color w:val="17365D" w:themeColor="text2" w:themeShade="BF"/>
        <w:lang w:val="sv-SE"/>
      </w:rPr>
      <w:t>11</w:t>
    </w:r>
    <w:r>
      <w:rPr>
        <w:color w:val="17365D" w:themeColor="text2" w:themeShade="BF"/>
      </w:rPr>
      <w:fldChar w:fldCharType="end"/>
    </w:r>
  </w:p>
  <w:p w14:paraId="40E7B089" w14:textId="0DAC9369" w:rsidR="00395559" w:rsidRDefault="00000000">
    <w:pPr>
      <w:pStyle w:val="Footer"/>
    </w:pPr>
    <w:r>
      <w:fldChar w:fldCharType="begin"/>
    </w:r>
    <w:r>
      <w:instrText xml:space="preserve"> DATE \@ "yyyy-MM-dd" </w:instrText>
    </w:r>
    <w:r>
      <w:fldChar w:fldCharType="separate"/>
    </w:r>
    <w:r w:rsidR="009F7E86">
      <w:rPr>
        <w:noProof/>
      </w:rPr>
      <w:t>2023-01-05</w:t>
    </w:r>
    <w:r>
      <w:fldChar w:fldCharType="end"/>
    </w:r>
  </w:p>
  <w:p w14:paraId="136C50A3" w14:textId="77777777" w:rsidR="00395559" w:rsidRDefault="0039555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BA038C" w14:textId="77777777" w:rsidR="0060133A" w:rsidRDefault="0060133A">
      <w:pPr>
        <w:spacing w:before="0" w:after="0" w:line="240" w:lineRule="auto"/>
      </w:pPr>
      <w:r>
        <w:separator/>
      </w:r>
    </w:p>
  </w:footnote>
  <w:footnote w:type="continuationSeparator" w:id="0">
    <w:p w14:paraId="293AE086" w14:textId="77777777" w:rsidR="0060133A" w:rsidRDefault="0060133A">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E1A26" w14:textId="77777777" w:rsidR="00395559" w:rsidRDefault="00000000">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Pr>
        <w:noProof/>
      </w:rPr>
      <w:drawing>
        <wp:inline distT="0" distB="0" distL="0" distR="0" wp14:anchorId="3FC0A103" wp14:editId="5BEDC342">
          <wp:extent cx="590550" cy="645795"/>
          <wp:effectExtent l="0" t="0" r="0" b="1905"/>
          <wp:docPr id="11" name="Picture 6"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6" descr="{{{coat_a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603523" cy="660325"/>
                  </a:xfrm>
                  <a:prstGeom prst="rect">
                    <a:avLst/>
                  </a:prstGeom>
                  <a:noFill/>
                </pic:spPr>
              </pic:pic>
            </a:graphicData>
          </a:graphic>
        </wp:inline>
      </w:drawing>
    </w:r>
    <w:r>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C165DFB"/>
    <w:multiLevelType w:val="singleLevel"/>
    <w:tmpl w:val="9C165DFB"/>
    <w:lvl w:ilvl="0">
      <w:start w:val="1"/>
      <w:numFmt w:val="decimal"/>
      <w:suff w:val="space"/>
      <w:lvlText w:val="%1."/>
      <w:lvlJc w:val="left"/>
    </w:lvl>
  </w:abstractNum>
  <w:abstractNum w:abstractNumId="1" w15:restartNumberingAfterBreak="0">
    <w:nsid w:val="00CA0400"/>
    <w:multiLevelType w:val="hybridMultilevel"/>
    <w:tmpl w:val="76865A0C"/>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0E452BF4"/>
    <w:multiLevelType w:val="multilevel"/>
    <w:tmpl w:val="0E452BF4"/>
    <w:lvl w:ilvl="0">
      <w:start w:val="1"/>
      <w:numFmt w:val="decimal"/>
      <w:lvlText w:val="%1."/>
      <w:lvlJc w:val="left"/>
      <w:pPr>
        <w:ind w:left="720" w:hanging="360"/>
      </w:pPr>
      <w:rPr>
        <w:rFonts w:asciiTheme="minorHAnsi" w:eastAsiaTheme="minorEastAsia" w:hAnsiTheme="minorEastAsia" w:cstheme="minorEastAsia"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0B23553"/>
    <w:multiLevelType w:val="hybridMultilevel"/>
    <w:tmpl w:val="6B5293EC"/>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20B27BFD"/>
    <w:multiLevelType w:val="multilevel"/>
    <w:tmpl w:val="20B27BFD"/>
    <w:lvl w:ilvl="0">
      <w:start w:val="1"/>
      <w:numFmt w:val="bullet"/>
      <w:pStyle w:val="01squarebullet"/>
      <w:lvlText w:val="■"/>
      <w:lvlJc w:val="left"/>
      <w:pPr>
        <w:tabs>
          <w:tab w:val="left"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left" w:pos="646"/>
        </w:tabs>
        <w:ind w:left="644" w:hanging="284"/>
      </w:pPr>
      <w:rPr>
        <w:rFonts w:ascii="Arial" w:hAnsi="Arial" w:hint="default"/>
        <w:color w:val="auto"/>
        <w:sz w:val="24"/>
      </w:rPr>
    </w:lvl>
    <w:lvl w:ilvl="2">
      <w:start w:val="1"/>
      <w:numFmt w:val="bullet"/>
      <w:pStyle w:val="03opensquarebullet"/>
      <w:lvlText w:val="□"/>
      <w:lvlJc w:val="left"/>
      <w:pPr>
        <w:tabs>
          <w:tab w:val="left"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left" w:pos="1213"/>
        </w:tabs>
        <w:ind w:left="1211" w:hanging="284"/>
      </w:pPr>
      <w:rPr>
        <w:rFonts w:ascii="Times New Roman" w:hAnsi="Times New Roman" w:cs="Times New Roman" w:hint="default"/>
        <w:color w:val="002960"/>
        <w:sz w:val="24"/>
      </w:rPr>
    </w:lvl>
    <w:lvl w:ilvl="4">
      <w:start w:val="1"/>
      <w:numFmt w:val="lowerLetter"/>
      <w:lvlText w:val="(%5)"/>
      <w:lvlJc w:val="left"/>
      <w:pPr>
        <w:tabs>
          <w:tab w:val="left" w:pos="1877"/>
        </w:tabs>
        <w:ind w:left="1877" w:hanging="360"/>
      </w:pPr>
      <w:rPr>
        <w:rFonts w:hint="default"/>
      </w:rPr>
    </w:lvl>
    <w:lvl w:ilvl="5">
      <w:start w:val="1"/>
      <w:numFmt w:val="lowerRoman"/>
      <w:lvlText w:val="(%6)"/>
      <w:lvlJc w:val="left"/>
      <w:pPr>
        <w:tabs>
          <w:tab w:val="left" w:pos="2237"/>
        </w:tabs>
        <w:ind w:left="2237" w:hanging="360"/>
      </w:pPr>
      <w:rPr>
        <w:rFonts w:hint="default"/>
      </w:rPr>
    </w:lvl>
    <w:lvl w:ilvl="6">
      <w:start w:val="1"/>
      <w:numFmt w:val="decimal"/>
      <w:lvlText w:val="%7."/>
      <w:lvlJc w:val="left"/>
      <w:pPr>
        <w:tabs>
          <w:tab w:val="left" w:pos="2597"/>
        </w:tabs>
        <w:ind w:left="2597" w:hanging="360"/>
      </w:pPr>
      <w:rPr>
        <w:rFonts w:hint="default"/>
      </w:rPr>
    </w:lvl>
    <w:lvl w:ilvl="7">
      <w:start w:val="1"/>
      <w:numFmt w:val="lowerLetter"/>
      <w:lvlText w:val="%8."/>
      <w:lvlJc w:val="left"/>
      <w:pPr>
        <w:tabs>
          <w:tab w:val="left" w:pos="2957"/>
        </w:tabs>
        <w:ind w:left="2957" w:hanging="360"/>
      </w:pPr>
      <w:rPr>
        <w:rFonts w:hint="default"/>
      </w:rPr>
    </w:lvl>
    <w:lvl w:ilvl="8">
      <w:start w:val="1"/>
      <w:numFmt w:val="lowerRoman"/>
      <w:lvlText w:val="%9."/>
      <w:lvlJc w:val="left"/>
      <w:pPr>
        <w:tabs>
          <w:tab w:val="left" w:pos="3317"/>
        </w:tabs>
        <w:ind w:left="3317" w:hanging="360"/>
      </w:pPr>
      <w:rPr>
        <w:rFonts w:hint="default"/>
      </w:rPr>
    </w:lvl>
  </w:abstractNum>
  <w:abstractNum w:abstractNumId="5" w15:restartNumberingAfterBreak="0">
    <w:nsid w:val="453EC20E"/>
    <w:multiLevelType w:val="singleLevel"/>
    <w:tmpl w:val="453EC20E"/>
    <w:lvl w:ilvl="0">
      <w:start w:val="1"/>
      <w:numFmt w:val="decimal"/>
      <w:suff w:val="space"/>
      <w:lvlText w:val="%1."/>
      <w:lvlJc w:val="left"/>
    </w:lvl>
  </w:abstractNum>
  <w:abstractNum w:abstractNumId="6" w15:restartNumberingAfterBreak="0">
    <w:nsid w:val="7B8E557E"/>
    <w:multiLevelType w:val="multilevel"/>
    <w:tmpl w:val="7B8E557E"/>
    <w:lvl w:ilvl="0">
      <w:start w:val="1"/>
      <w:numFmt w:val="decimal"/>
      <w:pStyle w:val="05number1"/>
      <w:lvlText w:val="%1."/>
      <w:lvlJc w:val="left"/>
      <w:pPr>
        <w:tabs>
          <w:tab w:val="left"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left" w:pos="646"/>
        </w:tabs>
        <w:ind w:left="646" w:hanging="289"/>
      </w:pPr>
      <w:rPr>
        <w:rFonts w:ascii="Arial" w:hAnsi="Arial" w:hint="default"/>
        <w:color w:val="auto"/>
        <w:sz w:val="22"/>
      </w:rPr>
    </w:lvl>
    <w:lvl w:ilvl="2">
      <w:start w:val="1"/>
      <w:numFmt w:val="decimal"/>
      <w:pStyle w:val="07number3"/>
      <w:lvlText w:val="%3)"/>
      <w:lvlJc w:val="left"/>
      <w:pPr>
        <w:tabs>
          <w:tab w:val="left"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left"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left" w:pos="1800"/>
        </w:tabs>
        <w:ind w:left="1800" w:hanging="360"/>
      </w:pPr>
      <w:rPr>
        <w:rFonts w:hint="default"/>
      </w:rPr>
    </w:lvl>
    <w:lvl w:ilvl="5">
      <w:start w:val="1"/>
      <w:numFmt w:val="none"/>
      <w:lvlText w:val=""/>
      <w:lvlJc w:val="left"/>
      <w:pPr>
        <w:tabs>
          <w:tab w:val="left" w:pos="2160"/>
        </w:tabs>
        <w:ind w:left="2160" w:hanging="360"/>
      </w:pPr>
      <w:rPr>
        <w:rFonts w:hint="default"/>
      </w:rPr>
    </w:lvl>
    <w:lvl w:ilvl="6">
      <w:start w:val="1"/>
      <w:numFmt w:val="none"/>
      <w:lvlText w:val=""/>
      <w:lvlJc w:val="left"/>
      <w:pPr>
        <w:tabs>
          <w:tab w:val="left" w:pos="2520"/>
        </w:tabs>
        <w:ind w:left="2520" w:hanging="360"/>
      </w:pPr>
      <w:rPr>
        <w:rFonts w:hint="default"/>
      </w:rPr>
    </w:lvl>
    <w:lvl w:ilvl="7">
      <w:start w:val="1"/>
      <w:numFmt w:val="none"/>
      <w:lvlText w:val=""/>
      <w:lvlJc w:val="left"/>
      <w:pPr>
        <w:tabs>
          <w:tab w:val="left" w:pos="2880"/>
        </w:tabs>
        <w:ind w:left="2880" w:hanging="360"/>
      </w:pPr>
      <w:rPr>
        <w:rFonts w:hint="default"/>
      </w:rPr>
    </w:lvl>
    <w:lvl w:ilvl="8">
      <w:start w:val="1"/>
      <w:numFmt w:val="none"/>
      <w:lvlText w:val=""/>
      <w:lvlJc w:val="left"/>
      <w:pPr>
        <w:tabs>
          <w:tab w:val="left" w:pos="3240"/>
        </w:tabs>
        <w:ind w:left="3240" w:hanging="360"/>
      </w:pPr>
      <w:rPr>
        <w:rFonts w:hint="default"/>
      </w:rPr>
    </w:lvl>
  </w:abstractNum>
  <w:num w:numId="1" w16cid:durableId="128670640">
    <w:abstractNumId w:val="4"/>
  </w:num>
  <w:num w:numId="2" w16cid:durableId="906067302">
    <w:abstractNumId w:val="6"/>
  </w:num>
  <w:num w:numId="3" w16cid:durableId="1121193673">
    <w:abstractNumId w:val="5"/>
  </w:num>
  <w:num w:numId="4" w16cid:durableId="425077413">
    <w:abstractNumId w:val="2"/>
  </w:num>
  <w:num w:numId="5" w16cid:durableId="1991591707">
    <w:abstractNumId w:val="0"/>
  </w:num>
  <w:num w:numId="6" w16cid:durableId="1539977103">
    <w:abstractNumId w:val="1"/>
  </w:num>
  <w:num w:numId="7" w16cid:durableId="92989276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oNotUseMarginsForDrawingGridOrigin/>
  <w:drawingGridHorizontalOrigin w:val="1800"/>
  <w:drawingGridVerticalOrigin w:val="144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0751"/>
    <w:rsid w:val="00091275"/>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3F7"/>
    <w:rsid w:val="000F282C"/>
    <w:rsid w:val="000F2E9C"/>
    <w:rsid w:val="000F35EF"/>
    <w:rsid w:val="000F37A9"/>
    <w:rsid w:val="000F4178"/>
    <w:rsid w:val="000F48AA"/>
    <w:rsid w:val="000F6963"/>
    <w:rsid w:val="000F6CD5"/>
    <w:rsid w:val="000F7AF3"/>
    <w:rsid w:val="000F7FB4"/>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5BF"/>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12A"/>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0764"/>
    <w:rsid w:val="001A10C5"/>
    <w:rsid w:val="001B2828"/>
    <w:rsid w:val="001B28AC"/>
    <w:rsid w:val="001B54D2"/>
    <w:rsid w:val="001B6479"/>
    <w:rsid w:val="001B6E4F"/>
    <w:rsid w:val="001C2683"/>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E4E50"/>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27FDC"/>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740"/>
    <w:rsid w:val="002A48FA"/>
    <w:rsid w:val="002A5F73"/>
    <w:rsid w:val="002A6735"/>
    <w:rsid w:val="002A696D"/>
    <w:rsid w:val="002A6EEC"/>
    <w:rsid w:val="002B05CA"/>
    <w:rsid w:val="002B39E4"/>
    <w:rsid w:val="002B4161"/>
    <w:rsid w:val="002B4228"/>
    <w:rsid w:val="002B5EF8"/>
    <w:rsid w:val="002B68E8"/>
    <w:rsid w:val="002B7E00"/>
    <w:rsid w:val="002C0E6E"/>
    <w:rsid w:val="002C2931"/>
    <w:rsid w:val="002C2C72"/>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A53"/>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5559"/>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68FA"/>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941"/>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1DA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36AD"/>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A05"/>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5F89"/>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46"/>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33A"/>
    <w:rsid w:val="00601BCE"/>
    <w:rsid w:val="00601F98"/>
    <w:rsid w:val="006021ED"/>
    <w:rsid w:val="006024A3"/>
    <w:rsid w:val="00602BF6"/>
    <w:rsid w:val="00603A2E"/>
    <w:rsid w:val="006042CA"/>
    <w:rsid w:val="006043E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89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155A"/>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1773"/>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2074"/>
    <w:rsid w:val="00772E2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A73C9"/>
    <w:rsid w:val="007A75CD"/>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464A"/>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55A"/>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0F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4523"/>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08E1"/>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1C"/>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B69"/>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C728C"/>
    <w:rsid w:val="009D0D7D"/>
    <w:rsid w:val="009D16D5"/>
    <w:rsid w:val="009D6184"/>
    <w:rsid w:val="009D64EB"/>
    <w:rsid w:val="009D7B2C"/>
    <w:rsid w:val="009D7E98"/>
    <w:rsid w:val="009E095D"/>
    <w:rsid w:val="009E1485"/>
    <w:rsid w:val="009E278C"/>
    <w:rsid w:val="009E4037"/>
    <w:rsid w:val="009E6E15"/>
    <w:rsid w:val="009E6F73"/>
    <w:rsid w:val="009F05F8"/>
    <w:rsid w:val="009F2022"/>
    <w:rsid w:val="009F3EDC"/>
    <w:rsid w:val="009F3EFE"/>
    <w:rsid w:val="009F418F"/>
    <w:rsid w:val="009F4691"/>
    <w:rsid w:val="009F543D"/>
    <w:rsid w:val="009F7BC6"/>
    <w:rsid w:val="009F7E86"/>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751"/>
    <w:rsid w:val="00A53C84"/>
    <w:rsid w:val="00A54748"/>
    <w:rsid w:val="00A54D83"/>
    <w:rsid w:val="00A56FF1"/>
    <w:rsid w:val="00A6073D"/>
    <w:rsid w:val="00A62503"/>
    <w:rsid w:val="00A6270D"/>
    <w:rsid w:val="00A62C13"/>
    <w:rsid w:val="00A636C1"/>
    <w:rsid w:val="00A638F5"/>
    <w:rsid w:val="00A6477E"/>
    <w:rsid w:val="00A64A84"/>
    <w:rsid w:val="00A64E4F"/>
    <w:rsid w:val="00A66587"/>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5EB"/>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0C27"/>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D7F57"/>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293A"/>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8B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4325"/>
    <w:rsid w:val="00BB5D8F"/>
    <w:rsid w:val="00BB600D"/>
    <w:rsid w:val="00BB75D3"/>
    <w:rsid w:val="00BB7C8C"/>
    <w:rsid w:val="00BC2778"/>
    <w:rsid w:val="00BC31E9"/>
    <w:rsid w:val="00BC4954"/>
    <w:rsid w:val="00BC499E"/>
    <w:rsid w:val="00BC5208"/>
    <w:rsid w:val="00BC68AC"/>
    <w:rsid w:val="00BD0C4F"/>
    <w:rsid w:val="00BD231C"/>
    <w:rsid w:val="00BD3F80"/>
    <w:rsid w:val="00BE014E"/>
    <w:rsid w:val="00BE197B"/>
    <w:rsid w:val="00BE298B"/>
    <w:rsid w:val="00BE5A4D"/>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4"/>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4890"/>
    <w:rsid w:val="00C4656F"/>
    <w:rsid w:val="00C47D72"/>
    <w:rsid w:val="00C50F39"/>
    <w:rsid w:val="00C51290"/>
    <w:rsid w:val="00C56AA5"/>
    <w:rsid w:val="00C575E1"/>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BBA"/>
    <w:rsid w:val="00C83D16"/>
    <w:rsid w:val="00C84914"/>
    <w:rsid w:val="00C86D4D"/>
    <w:rsid w:val="00C9023A"/>
    <w:rsid w:val="00C904E8"/>
    <w:rsid w:val="00C911BE"/>
    <w:rsid w:val="00C9215E"/>
    <w:rsid w:val="00C92424"/>
    <w:rsid w:val="00C928DF"/>
    <w:rsid w:val="00C92A68"/>
    <w:rsid w:val="00C93AD5"/>
    <w:rsid w:val="00C93C27"/>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1CF8"/>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C30"/>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3BC2"/>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6CF1"/>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C72C1"/>
    <w:rsid w:val="00ED10DE"/>
    <w:rsid w:val="00ED1288"/>
    <w:rsid w:val="00ED463D"/>
    <w:rsid w:val="00ED6A7D"/>
    <w:rsid w:val="00ED6D67"/>
    <w:rsid w:val="00EE1027"/>
    <w:rsid w:val="00EE49F6"/>
    <w:rsid w:val="00EE5C29"/>
    <w:rsid w:val="00EE676F"/>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1958"/>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10B"/>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3BCD"/>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 w:val="00FF7B55"/>
    <w:rsid w:val="13467953"/>
    <w:rsid w:val="17B06418"/>
    <w:rsid w:val="1C6232CC"/>
    <w:rsid w:val="1D8668DC"/>
    <w:rsid w:val="1EDF76D6"/>
    <w:rsid w:val="1F8C297A"/>
    <w:rsid w:val="20B93C9C"/>
    <w:rsid w:val="224538E7"/>
    <w:rsid w:val="230E3E30"/>
    <w:rsid w:val="2EED63AF"/>
    <w:rsid w:val="344B31C1"/>
    <w:rsid w:val="37911511"/>
    <w:rsid w:val="39911CB3"/>
    <w:rsid w:val="3E7E5464"/>
    <w:rsid w:val="416B1D7D"/>
    <w:rsid w:val="45845D2A"/>
    <w:rsid w:val="48844061"/>
    <w:rsid w:val="565508FE"/>
    <w:rsid w:val="56702AF5"/>
    <w:rsid w:val="5982734C"/>
    <w:rsid w:val="5CE86E5B"/>
    <w:rsid w:val="5D2806FE"/>
    <w:rsid w:val="60732628"/>
    <w:rsid w:val="67E13650"/>
    <w:rsid w:val="785307E8"/>
    <w:rsid w:val="7F831CD1"/>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9B3FE7A"/>
  <w15:docId w15:val="{B6897E8F-EC72-442A-922E-A8B55659E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KI" w:eastAsia="en-K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qFormat="1"/>
    <w:lsdException w:name="footnote text" w:semiHidden="1" w:qFormat="1"/>
    <w:lsdException w:name="annotation text" w:uiPriority="99" w:unhideWhenUsed="1" w:qFormat="1"/>
    <w:lsdException w:name="header" w:uiPriority="99"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uiPriority="99" w:unhideWhenUsed="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qFormat="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qFormat="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qFormat="1"/>
    <w:lsdException w:name="Strong" w:qFormat="1"/>
    <w:lsdException w:name="Emphasis" w:qFormat="1"/>
    <w:lsdException w:name="Document Map" w:semiHidden="1" w:unhideWhenUsed="1"/>
    <w:lsdException w:name="Plain Text"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60" w:line="259" w:lineRule="auto"/>
    </w:pPr>
    <w:rPr>
      <w:rFonts w:eastAsia="Malgun Gothic"/>
      <w:sz w:val="24"/>
      <w:szCs w:val="24"/>
      <w:lang w:val="en-US" w:eastAsia="en-US"/>
    </w:rPr>
  </w:style>
  <w:style w:type="paragraph" w:styleId="Heading1">
    <w:name w:val="heading 1"/>
    <w:next w:val="Normal"/>
    <w:link w:val="Heading1Char"/>
    <w:qFormat/>
    <w:pPr>
      <w:keepNext/>
      <w:keepLines/>
      <w:spacing w:before="240" w:after="240" w:line="259" w:lineRule="auto"/>
      <w:jc w:val="center"/>
      <w:outlineLvl w:val="0"/>
    </w:pPr>
    <w:rPr>
      <w:rFonts w:ascii="Calibri" w:eastAsia="Malgun Gothic" w:hAnsi="Calibri"/>
      <w:b/>
      <w:sz w:val="36"/>
      <w:szCs w:val="24"/>
      <w:lang w:val="en-GB" w:eastAsia="en-GB"/>
    </w:rPr>
  </w:style>
  <w:style w:type="paragraph" w:styleId="Heading2">
    <w:name w:val="heading 2"/>
    <w:next w:val="Normal"/>
    <w:link w:val="Heading2Char"/>
    <w:qFormat/>
    <w:pPr>
      <w:keepNext/>
      <w:keepLines/>
      <w:spacing w:before="360" w:after="240" w:line="259" w:lineRule="auto"/>
      <w:outlineLvl w:val="1"/>
    </w:pPr>
    <w:rPr>
      <w:rFonts w:ascii="Calibri" w:eastAsia="Malgun Gothic" w:hAnsi="Calibri"/>
      <w:b/>
      <w:sz w:val="32"/>
      <w:szCs w:val="32"/>
      <w:lang w:val="en-GB" w:eastAsia="en-US"/>
    </w:rPr>
  </w:style>
  <w:style w:type="paragraph" w:styleId="Heading3">
    <w:name w:val="heading 3"/>
    <w:next w:val="Normal"/>
    <w:qFormat/>
    <w:pPr>
      <w:keepNext/>
      <w:keepLines/>
      <w:spacing w:before="360" w:after="240" w:line="259" w:lineRule="auto"/>
      <w:outlineLvl w:val="2"/>
    </w:pPr>
    <w:rPr>
      <w:rFonts w:ascii="Calibri" w:eastAsia="Malgun Gothic" w:hAnsi="Calibri"/>
      <w:b/>
      <w:sz w:val="26"/>
      <w:szCs w:val="24"/>
      <w:lang w:val="en-US" w:eastAsia="en-US"/>
    </w:rPr>
  </w:style>
  <w:style w:type="paragraph" w:styleId="Heading4">
    <w:name w:val="heading 4"/>
    <w:next w:val="Normal"/>
    <w:qFormat/>
    <w:pPr>
      <w:keepNext/>
      <w:keepLines/>
      <w:spacing w:before="240" w:after="120" w:line="259" w:lineRule="auto"/>
      <w:outlineLvl w:val="3"/>
    </w:pPr>
    <w:rPr>
      <w:rFonts w:ascii="Calibri" w:eastAsia="Malgun Gothic" w:hAnsi="Calibri"/>
      <w:b/>
      <w:i/>
      <w:sz w:val="24"/>
      <w:szCs w:val="24"/>
      <w:lang w:val="en-US" w:eastAsia="en-US"/>
    </w:rPr>
  </w:style>
  <w:style w:type="paragraph" w:styleId="Heading5">
    <w:name w:val="heading 5"/>
    <w:basedOn w:val="Normal"/>
    <w:next w:val="BankNormal"/>
    <w:link w:val="Heading5Char"/>
    <w:qFormat/>
    <w:pPr>
      <w:spacing w:after="240"/>
      <w:outlineLvl w:val="4"/>
    </w:pPr>
    <w:rPr>
      <w:szCs w:val="20"/>
    </w:rPr>
  </w:style>
  <w:style w:type="paragraph" w:styleId="Heading6">
    <w:name w:val="heading 6"/>
    <w:basedOn w:val="Normal"/>
    <w:next w:val="BankNormal"/>
    <w:qFormat/>
    <w:pPr>
      <w:spacing w:after="240"/>
      <w:ind w:left="1440" w:hanging="720"/>
      <w:outlineLvl w:val="5"/>
    </w:pPr>
  </w:style>
  <w:style w:type="paragraph" w:styleId="Heading7">
    <w:name w:val="heading 7"/>
    <w:basedOn w:val="Normal"/>
    <w:next w:val="BankNormal"/>
    <w:qFormat/>
    <w:pPr>
      <w:spacing w:after="240"/>
      <w:ind w:left="2160" w:hanging="720"/>
      <w:outlineLvl w:val="6"/>
    </w:pPr>
  </w:style>
  <w:style w:type="paragraph" w:styleId="Heading8">
    <w:name w:val="heading 8"/>
    <w:basedOn w:val="Normal"/>
    <w:next w:val="BankNormal"/>
    <w:qFormat/>
    <w:pPr>
      <w:spacing w:after="240"/>
      <w:ind w:left="2880" w:hanging="720"/>
      <w:outlineLvl w:val="7"/>
    </w:pPr>
  </w:style>
  <w:style w:type="paragraph" w:styleId="Heading9">
    <w:name w:val="heading 9"/>
    <w:basedOn w:val="Normal"/>
    <w:next w:val="BankNormal"/>
    <w:qFormat/>
    <w:pPr>
      <w:spacing w:after="240"/>
      <w:ind w:left="3600" w:hanging="720"/>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qFormat/>
    <w:pPr>
      <w:spacing w:after="240"/>
    </w:pPr>
  </w:style>
  <w:style w:type="paragraph" w:styleId="BalloonText">
    <w:name w:val="Balloon Text"/>
    <w:basedOn w:val="Normal"/>
    <w:link w:val="BalloonTextChar"/>
    <w:qFormat/>
    <w:rPr>
      <w:rFonts w:ascii="Malgun Gothic" w:hAnsi="Malgun Gothic"/>
      <w:sz w:val="18"/>
      <w:szCs w:val="18"/>
    </w:rPr>
  </w:style>
  <w:style w:type="paragraph" w:styleId="BodyText">
    <w:name w:val="Body Text"/>
    <w:basedOn w:val="Normal"/>
    <w:qFormat/>
    <w:pPr>
      <w:suppressAutoHyphens/>
      <w:spacing w:after="120"/>
      <w:jc w:val="both"/>
    </w:pPr>
  </w:style>
  <w:style w:type="paragraph" w:styleId="BodyText3">
    <w:name w:val="Body Text 3"/>
    <w:basedOn w:val="Normal"/>
    <w:link w:val="BodyText3Char"/>
    <w:qFormat/>
    <w:pPr>
      <w:spacing w:after="120"/>
    </w:pPr>
    <w:rPr>
      <w:sz w:val="16"/>
      <w:szCs w:val="16"/>
    </w:rPr>
  </w:style>
  <w:style w:type="paragraph" w:styleId="BodyTextIndent">
    <w:name w:val="Body Text Indent"/>
    <w:basedOn w:val="Normal"/>
    <w:link w:val="BodyTextIndentChar"/>
    <w:qFormat/>
    <w:pPr>
      <w:spacing w:after="120"/>
      <w:ind w:left="360"/>
    </w:pPr>
    <w:rPr>
      <w:szCs w:val="20"/>
    </w:rPr>
  </w:style>
  <w:style w:type="paragraph" w:styleId="CommentText">
    <w:name w:val="annotation text"/>
    <w:basedOn w:val="Normal"/>
    <w:link w:val="CommentTextChar"/>
    <w:uiPriority w:val="99"/>
    <w:unhideWhenUsed/>
    <w:qFormat/>
    <w:rPr>
      <w:rFonts w:ascii="Arial" w:hAnsi="Arial"/>
      <w:sz w:val="20"/>
      <w:szCs w:val="20"/>
      <w:lang w:val="de-DE" w:eastAsia="de-DE"/>
    </w:rPr>
  </w:style>
  <w:style w:type="paragraph" w:styleId="CommentSubject">
    <w:name w:val="annotation subject"/>
    <w:basedOn w:val="CommentText"/>
    <w:next w:val="CommentText"/>
    <w:semiHidden/>
    <w:qFormat/>
    <w:rPr>
      <w:rFonts w:ascii="Times New Roman" w:hAnsi="Times New Roman"/>
      <w:b/>
      <w:bCs/>
      <w:lang w:val="en-US" w:eastAsia="en-US"/>
    </w:rPr>
  </w:style>
  <w:style w:type="paragraph" w:styleId="Footer">
    <w:name w:val="footer"/>
    <w:basedOn w:val="Normal"/>
    <w:link w:val="FooterChar"/>
    <w:uiPriority w:val="99"/>
    <w:qFormat/>
    <w:pPr>
      <w:tabs>
        <w:tab w:val="center" w:pos="4320"/>
        <w:tab w:val="right" w:pos="8640"/>
      </w:tabs>
    </w:pPr>
    <w:rPr>
      <w:szCs w:val="20"/>
    </w:rPr>
  </w:style>
  <w:style w:type="paragraph" w:styleId="FootnoteText">
    <w:name w:val="footnote text"/>
    <w:basedOn w:val="Normal"/>
    <w:link w:val="FootnoteTextChar"/>
    <w:semiHidden/>
    <w:qFormat/>
    <w:pPr>
      <w:spacing w:after="120"/>
      <w:ind w:left="432" w:hanging="432"/>
    </w:pPr>
    <w:rPr>
      <w:sz w:val="20"/>
    </w:rPr>
  </w:style>
  <w:style w:type="paragraph" w:styleId="Header">
    <w:name w:val="header"/>
    <w:basedOn w:val="Normal"/>
    <w:link w:val="HeaderChar"/>
    <w:uiPriority w:val="99"/>
    <w:qFormat/>
    <w:pPr>
      <w:tabs>
        <w:tab w:val="center" w:pos="4320"/>
        <w:tab w:val="right" w:pos="8640"/>
      </w:tabs>
    </w:pPr>
    <w:rPr>
      <w:szCs w:val="20"/>
    </w:rPr>
  </w:style>
  <w:style w:type="paragraph" w:styleId="MacroText">
    <w:name w:val="macro"/>
    <w:semiHidden/>
    <w:qFormat/>
    <w:pPr>
      <w:tabs>
        <w:tab w:val="left" w:pos="480"/>
        <w:tab w:val="left" w:pos="960"/>
        <w:tab w:val="left" w:pos="1440"/>
        <w:tab w:val="left" w:pos="1920"/>
        <w:tab w:val="left" w:pos="2400"/>
        <w:tab w:val="left" w:pos="2880"/>
        <w:tab w:val="left" w:pos="3360"/>
        <w:tab w:val="left" w:pos="3840"/>
        <w:tab w:val="left" w:pos="4320"/>
      </w:tabs>
      <w:spacing w:after="160" w:line="259" w:lineRule="auto"/>
    </w:pPr>
    <w:rPr>
      <w:rFonts w:eastAsia="Malgun Gothic"/>
      <w:sz w:val="24"/>
      <w:szCs w:val="24"/>
      <w:lang w:val="en-US" w:eastAsia="en-US"/>
    </w:rPr>
  </w:style>
  <w:style w:type="paragraph" w:styleId="NormalWeb">
    <w:name w:val="Normal (Web)"/>
    <w:basedOn w:val="Normal"/>
    <w:uiPriority w:val="99"/>
    <w:unhideWhenUsed/>
    <w:qFormat/>
    <w:pPr>
      <w:spacing w:before="100" w:beforeAutospacing="1" w:after="100" w:afterAutospacing="1"/>
    </w:pPr>
    <w:rPr>
      <w:rFonts w:eastAsia="Times New Roman"/>
      <w:lang w:eastAsia="ko-KR"/>
    </w:rPr>
  </w:style>
  <w:style w:type="paragraph" w:styleId="NormalIndent">
    <w:name w:val="Normal Indent"/>
    <w:basedOn w:val="Normal"/>
    <w:qFormat/>
    <w:pPr>
      <w:ind w:left="720"/>
    </w:pPr>
  </w:style>
  <w:style w:type="paragraph" w:styleId="PlainText">
    <w:name w:val="Plain Text"/>
    <w:basedOn w:val="Normal"/>
    <w:link w:val="PlainTextChar"/>
    <w:unhideWhenUsed/>
    <w:qFormat/>
    <w:rPr>
      <w:rFonts w:ascii="Consolas" w:eastAsia="Calibri" w:hAnsi="Consolas"/>
      <w:sz w:val="21"/>
      <w:szCs w:val="21"/>
    </w:rPr>
  </w:style>
  <w:style w:type="paragraph" w:styleId="TOC1">
    <w:name w:val="toc 1"/>
    <w:basedOn w:val="Normal"/>
    <w:next w:val="Normal"/>
    <w:uiPriority w:val="39"/>
    <w:qFormat/>
    <w:pPr>
      <w:tabs>
        <w:tab w:val="right" w:leader="dot" w:pos="9360"/>
      </w:tabs>
    </w:pPr>
    <w:rPr>
      <w:caps/>
    </w:rPr>
  </w:style>
  <w:style w:type="paragraph" w:styleId="TOC2">
    <w:name w:val="toc 2"/>
    <w:basedOn w:val="Normal"/>
    <w:next w:val="Normal"/>
    <w:uiPriority w:val="39"/>
    <w:qFormat/>
    <w:pPr>
      <w:tabs>
        <w:tab w:val="right" w:leader="dot" w:pos="9360"/>
      </w:tabs>
      <w:ind w:left="720"/>
    </w:pPr>
    <w:rPr>
      <w:smallCaps/>
    </w:rPr>
  </w:style>
  <w:style w:type="paragraph" w:styleId="TOC3">
    <w:name w:val="toc 3"/>
    <w:basedOn w:val="Normal"/>
    <w:next w:val="Normal"/>
    <w:uiPriority w:val="39"/>
    <w:qFormat/>
    <w:pPr>
      <w:tabs>
        <w:tab w:val="right" w:leader="dot" w:pos="9360"/>
      </w:tabs>
      <w:ind w:left="1440"/>
    </w:pPr>
  </w:style>
  <w:style w:type="paragraph" w:styleId="TOC4">
    <w:name w:val="toc 4"/>
    <w:basedOn w:val="Normal"/>
    <w:next w:val="Normal"/>
    <w:uiPriority w:val="39"/>
    <w:qFormat/>
    <w:pPr>
      <w:tabs>
        <w:tab w:val="right" w:leader="dot" w:pos="9360"/>
      </w:tabs>
      <w:ind w:left="2160"/>
    </w:pPr>
  </w:style>
  <w:style w:type="paragraph" w:styleId="TOC5">
    <w:name w:val="toc 5"/>
    <w:basedOn w:val="Normal"/>
    <w:next w:val="Normal"/>
    <w:semiHidden/>
    <w:qFormat/>
    <w:pPr>
      <w:tabs>
        <w:tab w:val="right" w:leader="dot" w:pos="9360"/>
      </w:tabs>
      <w:ind w:left="2880"/>
    </w:pPr>
    <w:rPr>
      <w:sz w:val="18"/>
    </w:rPr>
  </w:style>
  <w:style w:type="paragraph" w:styleId="TOC6">
    <w:name w:val="toc 6"/>
    <w:basedOn w:val="Normal"/>
    <w:next w:val="Normal"/>
    <w:semiHidden/>
    <w:qFormat/>
    <w:pPr>
      <w:tabs>
        <w:tab w:val="right" w:leader="dot" w:pos="9360"/>
      </w:tabs>
      <w:ind w:left="3600"/>
    </w:pPr>
    <w:rPr>
      <w:sz w:val="18"/>
    </w:rPr>
  </w:style>
  <w:style w:type="paragraph" w:styleId="TOC7">
    <w:name w:val="toc 7"/>
    <w:basedOn w:val="Normal"/>
    <w:next w:val="Normal"/>
    <w:semiHidden/>
    <w:qFormat/>
    <w:pPr>
      <w:tabs>
        <w:tab w:val="right" w:leader="dot" w:pos="9360"/>
      </w:tabs>
      <w:ind w:left="1200"/>
    </w:pPr>
    <w:rPr>
      <w:sz w:val="18"/>
    </w:rPr>
  </w:style>
  <w:style w:type="paragraph" w:styleId="TOC8">
    <w:name w:val="toc 8"/>
    <w:basedOn w:val="Normal"/>
    <w:next w:val="Normal"/>
    <w:semiHidden/>
    <w:qFormat/>
    <w:pPr>
      <w:tabs>
        <w:tab w:val="right" w:leader="dot" w:pos="9360"/>
      </w:tabs>
      <w:ind w:left="1440"/>
    </w:pPr>
    <w:rPr>
      <w:sz w:val="18"/>
    </w:rPr>
  </w:style>
  <w:style w:type="paragraph" w:styleId="TOC9">
    <w:name w:val="toc 9"/>
    <w:basedOn w:val="Normal"/>
    <w:next w:val="Normal"/>
    <w:semiHidden/>
    <w:qFormat/>
    <w:pPr>
      <w:tabs>
        <w:tab w:val="right" w:leader="dot" w:pos="9360"/>
      </w:tabs>
      <w:ind w:left="1680"/>
    </w:pPr>
    <w:rPr>
      <w:sz w:val="18"/>
    </w:rPr>
  </w:style>
  <w:style w:type="character" w:styleId="CommentReference">
    <w:name w:val="annotation reference"/>
    <w:uiPriority w:val="99"/>
    <w:unhideWhenUsed/>
    <w:qFormat/>
    <w:rPr>
      <w:sz w:val="18"/>
      <w:szCs w:val="18"/>
    </w:rPr>
  </w:style>
  <w:style w:type="character" w:styleId="FollowedHyperlink">
    <w:name w:val="FollowedHyperlink"/>
    <w:basedOn w:val="DefaultParagraphFont"/>
    <w:semiHidden/>
    <w:unhideWhenUsed/>
    <w:qFormat/>
    <w:rPr>
      <w:color w:val="800080" w:themeColor="followedHyperlink"/>
      <w:u w:val="single"/>
    </w:rPr>
  </w:style>
  <w:style w:type="character" w:styleId="FootnoteReference">
    <w:name w:val="footnote reference"/>
    <w:semiHidden/>
    <w:qFormat/>
    <w:rPr>
      <w:rFonts w:ascii="Times New Roman" w:hAnsi="Times New Roman"/>
      <w:position w:val="0"/>
      <w:sz w:val="24"/>
      <w:vertAlign w:val="superscript"/>
    </w:rPr>
  </w:style>
  <w:style w:type="character" w:styleId="Hyperlink">
    <w:name w:val="Hyperlink"/>
    <w:qFormat/>
    <w:rPr>
      <w:color w:val="0000FF"/>
      <w:u w:val="single"/>
    </w:rPr>
  </w:style>
  <w:style w:type="character" w:styleId="PageNumber">
    <w:name w:val="page number"/>
    <w:basedOn w:val="DefaultParagraphFont"/>
    <w:qFormat/>
  </w:style>
  <w:style w:type="character" w:styleId="Strong">
    <w:name w:val="Strong"/>
    <w:qFormat/>
    <w:rPr>
      <w:b/>
      <w:bCs/>
    </w:rPr>
  </w:style>
  <w:style w:type="table" w:styleId="TableGrid">
    <w:name w:val="Table Grid"/>
    <w:basedOn w:val="TableNormal"/>
    <w:uiPriority w:val="59"/>
    <w:qFormat/>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pterNumber">
    <w:name w:val="ChapterNumber"/>
    <w:basedOn w:val="Normal"/>
    <w:next w:val="Normal"/>
    <w:qFormat/>
    <w:pPr>
      <w:spacing w:after="360"/>
    </w:pPr>
  </w:style>
  <w:style w:type="paragraph" w:customStyle="1" w:styleId="TextBox">
    <w:name w:val="Text Box"/>
    <w:basedOn w:val="Normal"/>
    <w:qFormat/>
    <w:pPr>
      <w:keepLines/>
      <w:framePr w:hSpace="187" w:wrap="around" w:vAnchor="text" w:hAnchor="text" w:xAlign="right" w:y="1"/>
      <w:pBdr>
        <w:top w:val="single" w:sz="6" w:space="7" w:color="auto"/>
        <w:left w:val="single" w:sz="6" w:space="7" w:color="auto"/>
        <w:bottom w:val="single" w:sz="6" w:space="7" w:color="auto"/>
        <w:right w:val="single" w:sz="6" w:space="7" w:color="auto"/>
      </w:pBdr>
      <w:jc w:val="both"/>
    </w:pPr>
    <w:rPr>
      <w:sz w:val="22"/>
    </w:rPr>
  </w:style>
  <w:style w:type="paragraph" w:customStyle="1" w:styleId="TextBoxdots">
    <w:name w:val="Text Box (dots)"/>
    <w:basedOn w:val="Normal"/>
    <w:qFormat/>
    <w:pPr>
      <w:keepLines/>
      <w:framePr w:hSpace="187" w:wrap="around" w:vAnchor="text" w:hAnchor="text" w:xAlign="right" w:y="1"/>
      <w:pBdr>
        <w:top w:val="single" w:sz="6" w:space="7" w:color="auto"/>
        <w:left w:val="single" w:sz="6" w:space="7" w:color="auto"/>
        <w:bottom w:val="single" w:sz="6" w:space="7" w:color="auto"/>
        <w:right w:val="single" w:sz="6" w:space="7" w:color="auto"/>
      </w:pBdr>
      <w:shd w:val="pct10" w:color="auto" w:fill="auto"/>
      <w:jc w:val="both"/>
    </w:pPr>
    <w:rPr>
      <w:sz w:val="22"/>
    </w:rPr>
  </w:style>
  <w:style w:type="paragraph" w:customStyle="1" w:styleId="TextBoxFramed">
    <w:name w:val="Text Box Framed"/>
    <w:basedOn w:val="Normal"/>
    <w:qFormat/>
    <w:pPr>
      <w:keepLines/>
      <w:framePr w:hSpace="187" w:wrap="around" w:vAnchor="text" w:hAnchor="text" w:xAlign="right" w:y="1"/>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TextBoxUnframed">
    <w:name w:val="Text Box Unframed"/>
    <w:basedOn w:val="Normal"/>
    <w:qFormat/>
    <w:pPr>
      <w:keepLines/>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Heading1a">
    <w:name w:val="Heading 1a"/>
    <w:basedOn w:val="Heading1"/>
    <w:next w:val="BankNormal"/>
    <w:qFormat/>
    <w:pPr>
      <w:outlineLvl w:val="9"/>
    </w:pPr>
  </w:style>
  <w:style w:type="character" w:customStyle="1" w:styleId="BalloonTextChar">
    <w:name w:val="Balloon Text Char"/>
    <w:link w:val="BalloonText"/>
    <w:qFormat/>
    <w:rPr>
      <w:rFonts w:ascii="Malgun Gothic" w:eastAsia="Malgun Gothic" w:hAnsi="Malgun Gothic" w:cs="Times New Roman"/>
      <w:sz w:val="18"/>
      <w:szCs w:val="18"/>
      <w:lang w:eastAsia="en-US"/>
    </w:rPr>
  </w:style>
  <w:style w:type="character" w:customStyle="1" w:styleId="HeaderChar">
    <w:name w:val="Header Char"/>
    <w:link w:val="Header"/>
    <w:uiPriority w:val="99"/>
    <w:qFormat/>
    <w:rPr>
      <w:sz w:val="24"/>
      <w:lang w:eastAsia="en-US"/>
    </w:rPr>
  </w:style>
  <w:style w:type="character" w:customStyle="1" w:styleId="Heading1Char">
    <w:name w:val="Heading 1 Char"/>
    <w:link w:val="Heading1"/>
    <w:qFormat/>
    <w:rPr>
      <w:rFonts w:ascii="Calibri" w:hAnsi="Calibri"/>
      <w:b/>
      <w:sz w:val="36"/>
      <w:szCs w:val="24"/>
      <w:lang w:bidi="ar-SA"/>
    </w:rPr>
  </w:style>
  <w:style w:type="character" w:customStyle="1" w:styleId="Heading5Char">
    <w:name w:val="Heading 5 Char"/>
    <w:link w:val="Heading5"/>
    <w:qFormat/>
    <w:rPr>
      <w:sz w:val="24"/>
    </w:rPr>
  </w:style>
  <w:style w:type="character" w:customStyle="1" w:styleId="FootnoteTextChar">
    <w:name w:val="Footnote Text Char"/>
    <w:link w:val="FootnoteText"/>
    <w:semiHidden/>
    <w:qFormat/>
  </w:style>
  <w:style w:type="paragraph" w:customStyle="1" w:styleId="ColorfulList-Accent11">
    <w:name w:val="Colorful List - Accent 11"/>
    <w:basedOn w:val="Normal"/>
    <w:uiPriority w:val="99"/>
    <w:qFormat/>
    <w:pPr>
      <w:ind w:left="720"/>
      <w:contextualSpacing/>
    </w:pPr>
    <w:rPr>
      <w:rFonts w:ascii="Cambria" w:hAnsi="Cambria"/>
    </w:rPr>
  </w:style>
  <w:style w:type="character" w:customStyle="1" w:styleId="CommentTextChar">
    <w:name w:val="Comment Text Char"/>
    <w:link w:val="CommentText"/>
    <w:uiPriority w:val="99"/>
    <w:qFormat/>
    <w:rPr>
      <w:rFonts w:ascii="Arial" w:hAnsi="Arial"/>
      <w:lang w:val="de-DE" w:eastAsia="de-DE"/>
    </w:rPr>
  </w:style>
  <w:style w:type="character" w:customStyle="1" w:styleId="green14">
    <w:name w:val="green_14"/>
    <w:basedOn w:val="DefaultParagraphFont"/>
    <w:qFormat/>
  </w:style>
  <w:style w:type="character" w:customStyle="1" w:styleId="FooterChar">
    <w:name w:val="Footer Char"/>
    <w:link w:val="Footer"/>
    <w:uiPriority w:val="99"/>
    <w:qFormat/>
    <w:rPr>
      <w:sz w:val="24"/>
    </w:rPr>
  </w:style>
  <w:style w:type="character" w:customStyle="1" w:styleId="BodyTextIndentChar">
    <w:name w:val="Body Text Indent Char"/>
    <w:link w:val="BodyTextIndent"/>
    <w:qFormat/>
    <w:rPr>
      <w:sz w:val="24"/>
    </w:rPr>
  </w:style>
  <w:style w:type="character" w:customStyle="1" w:styleId="PlainTextChar">
    <w:name w:val="Plain Text Char"/>
    <w:link w:val="PlainText"/>
    <w:qFormat/>
    <w:rPr>
      <w:rFonts w:ascii="Consolas" w:eastAsia="Calibri" w:hAnsi="Consolas"/>
      <w:sz w:val="21"/>
      <w:szCs w:val="21"/>
    </w:rPr>
  </w:style>
  <w:style w:type="character" w:customStyle="1" w:styleId="BodyText3Char">
    <w:name w:val="Body Text 3 Char"/>
    <w:link w:val="BodyText3"/>
    <w:qFormat/>
    <w:rPr>
      <w:sz w:val="16"/>
      <w:szCs w:val="16"/>
    </w:rPr>
  </w:style>
  <w:style w:type="paragraph" w:customStyle="1" w:styleId="a">
    <w:name w:val="선그리기"/>
    <w:basedOn w:val="Normal"/>
    <w:qFormat/>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pPr>
      <w:spacing w:after="160" w:line="259" w:lineRule="auto"/>
    </w:pPr>
    <w:rPr>
      <w:rFonts w:ascii="Calibri" w:eastAsia="Malgun Gothic" w:hAnsi="Calibri"/>
      <w:kern w:val="2"/>
      <w:sz w:val="24"/>
      <w:szCs w:val="24"/>
      <w:lang w:val="en-GB" w:eastAsia="ko-KR"/>
    </w:rPr>
  </w:style>
  <w:style w:type="paragraph" w:customStyle="1" w:styleId="a0">
    <w:name w:val="바탕글"/>
    <w:basedOn w:val="Normal"/>
    <w:qFormat/>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qFormat/>
    <w:rPr>
      <w:rFonts w:ascii="Calibri" w:hAnsi="Calibri"/>
      <w:kern w:val="2"/>
      <w:sz w:val="24"/>
      <w:szCs w:val="24"/>
      <w:lang w:eastAsia="ko-KR" w:bidi="ar-SA"/>
    </w:rPr>
  </w:style>
  <w:style w:type="paragraph" w:customStyle="1" w:styleId="-">
    <w:name w:val="-"/>
    <w:basedOn w:val="Normal"/>
    <w:qFormat/>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qFormat/>
    <w:pPr>
      <w:numPr>
        <w:numId w:val="1"/>
      </w:numPr>
      <w:tabs>
        <w:tab w:val="clear" w:pos="357"/>
      </w:tabs>
      <w:spacing w:after="120"/>
      <w:ind w:right="144"/>
    </w:pPr>
    <w:rPr>
      <w:rFonts w:eastAsia="Batang"/>
      <w:sz w:val="26"/>
      <w:lang w:eastAsia="ko-KR"/>
    </w:rPr>
  </w:style>
  <w:style w:type="paragraph" w:customStyle="1" w:styleId="02dash">
    <w:name w:val="02 dash"/>
    <w:basedOn w:val="01squarebullet"/>
    <w:qFormat/>
    <w:pPr>
      <w:numPr>
        <w:ilvl w:val="1"/>
      </w:numPr>
    </w:pPr>
  </w:style>
  <w:style w:type="paragraph" w:customStyle="1" w:styleId="03opensquarebullet">
    <w:name w:val="03 open square bullet"/>
    <w:basedOn w:val="02dash"/>
    <w:qFormat/>
    <w:pPr>
      <w:numPr>
        <w:ilvl w:val="2"/>
      </w:numPr>
      <w:ind w:left="936" w:hanging="288"/>
    </w:pPr>
  </w:style>
  <w:style w:type="paragraph" w:customStyle="1" w:styleId="04shortdash">
    <w:name w:val="04 short dash"/>
    <w:basedOn w:val="03opensquarebullet"/>
    <w:qFormat/>
    <w:pPr>
      <w:numPr>
        <w:ilvl w:val="3"/>
      </w:numPr>
    </w:pPr>
  </w:style>
  <w:style w:type="paragraph" w:customStyle="1" w:styleId="05number1">
    <w:name w:val="05 number/1"/>
    <w:basedOn w:val="Normal"/>
    <w:qFormat/>
    <w:pPr>
      <w:numPr>
        <w:numId w:val="2"/>
      </w:numPr>
      <w:spacing w:after="120"/>
    </w:pPr>
    <w:rPr>
      <w:rFonts w:eastAsia="Batang"/>
      <w:sz w:val="26"/>
      <w:lang w:eastAsia="ko-KR"/>
    </w:rPr>
  </w:style>
  <w:style w:type="paragraph" w:customStyle="1" w:styleId="06letter2">
    <w:name w:val="06 letter/2"/>
    <w:basedOn w:val="Normal"/>
    <w:qFormat/>
    <w:pPr>
      <w:numPr>
        <w:ilvl w:val="1"/>
        <w:numId w:val="2"/>
      </w:numPr>
      <w:spacing w:after="120"/>
      <w:outlineLvl w:val="1"/>
    </w:pPr>
    <w:rPr>
      <w:rFonts w:eastAsia="Batang"/>
      <w:sz w:val="26"/>
      <w:lang w:eastAsia="ko-KR"/>
    </w:rPr>
  </w:style>
  <w:style w:type="paragraph" w:customStyle="1" w:styleId="07number3">
    <w:name w:val="07 number/3"/>
    <w:basedOn w:val="Normal"/>
    <w:qFormat/>
    <w:pPr>
      <w:numPr>
        <w:ilvl w:val="2"/>
        <w:numId w:val="2"/>
      </w:numPr>
      <w:spacing w:after="120"/>
      <w:outlineLvl w:val="7"/>
    </w:pPr>
    <w:rPr>
      <w:rFonts w:eastAsia="Batang"/>
      <w:sz w:val="26"/>
      <w:lang w:eastAsia="ko-KR"/>
    </w:rPr>
  </w:style>
  <w:style w:type="paragraph" w:customStyle="1" w:styleId="08letter4">
    <w:name w:val="08 letter/4"/>
    <w:basedOn w:val="Normal"/>
    <w:qFormat/>
    <w:pPr>
      <w:numPr>
        <w:ilvl w:val="3"/>
        <w:numId w:val="2"/>
      </w:numPr>
      <w:spacing w:after="120"/>
      <w:outlineLvl w:val="8"/>
    </w:pPr>
    <w:rPr>
      <w:rFonts w:eastAsia="Batang"/>
      <w:sz w:val="26"/>
      <w:lang w:eastAsia="ko-KR"/>
    </w:rPr>
  </w:style>
  <w:style w:type="paragraph" w:customStyle="1" w:styleId="HeadingPage1stuff">
    <w:name w:val="Heading Page1stuff"/>
    <w:next w:val="Normal"/>
    <w:qFormat/>
    <w:pPr>
      <w:spacing w:after="60" w:line="360" w:lineRule="auto"/>
    </w:pPr>
    <w:rPr>
      <w:rFonts w:ascii="Calibri" w:eastAsia="Malgun Gothic" w:hAnsi="Calibri"/>
      <w:b/>
      <w:sz w:val="28"/>
      <w:szCs w:val="24"/>
      <w:lang w:val="en-US" w:eastAsia="en-US"/>
    </w:rPr>
  </w:style>
  <w:style w:type="paragraph" w:customStyle="1" w:styleId="ColorfulList-Accent12">
    <w:name w:val="Colorful List - Accent 12"/>
    <w:basedOn w:val="Normal"/>
    <w:uiPriority w:val="34"/>
    <w:qFormat/>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pPr>
      <w:spacing w:after="160" w:line="259" w:lineRule="auto"/>
    </w:pPr>
    <w:rPr>
      <w:rFonts w:ascii="Calibri" w:eastAsia="MS Mincho" w:hAnsi="Calibri"/>
      <w:sz w:val="22"/>
      <w:szCs w:val="22"/>
      <w:lang w:val="en-GB" w:eastAsia="en-GB"/>
    </w:rPr>
  </w:style>
  <w:style w:type="character" w:customStyle="1" w:styleId="NoSpacingChar">
    <w:name w:val="No Spacing Char"/>
    <w:link w:val="NoSpacing1"/>
    <w:uiPriority w:val="1"/>
    <w:qFormat/>
    <w:rPr>
      <w:rFonts w:ascii="Calibri" w:eastAsia="MS Mincho" w:hAnsi="Calibri"/>
      <w:sz w:val="22"/>
      <w:szCs w:val="22"/>
      <w:lang w:eastAsia="en-GB" w:bidi="ar-SA"/>
    </w:rPr>
  </w:style>
  <w:style w:type="character" w:customStyle="1" w:styleId="Heading2Char">
    <w:name w:val="Heading 2 Char"/>
    <w:link w:val="Heading2"/>
    <w:qFormat/>
    <w:rPr>
      <w:rFonts w:ascii="Calibri" w:hAnsi="Calibri"/>
      <w:b/>
      <w:sz w:val="32"/>
      <w:szCs w:val="32"/>
      <w:lang w:val="en-GB" w:eastAsia="en-US" w:bidi="ar-SA"/>
    </w:rPr>
  </w:style>
  <w:style w:type="paragraph" w:customStyle="1" w:styleId="ColorfulShading-Accent11">
    <w:name w:val="Colorful Shading - Accent 11"/>
    <w:hidden/>
    <w:uiPriority w:val="99"/>
    <w:semiHidden/>
    <w:qFormat/>
    <w:pPr>
      <w:spacing w:after="160" w:line="259" w:lineRule="auto"/>
    </w:pPr>
    <w:rPr>
      <w:rFonts w:eastAsia="Malgun Gothic"/>
      <w:sz w:val="24"/>
      <w:szCs w:val="24"/>
      <w:lang w:val="en-US" w:eastAsia="en-US"/>
    </w:rPr>
  </w:style>
  <w:style w:type="character" w:customStyle="1" w:styleId="PiedepginaCar">
    <w:name w:val="Pie de página Car"/>
    <w:uiPriority w:val="99"/>
    <w:qFormat/>
    <w:rPr>
      <w:rFonts w:eastAsia="Cambria"/>
      <w:sz w:val="21"/>
    </w:rPr>
  </w:style>
  <w:style w:type="paragraph" w:styleId="ListParagraph">
    <w:name w:val="List Paragraph"/>
    <w:basedOn w:val="Normal"/>
    <w:uiPriority w:val="34"/>
    <w:qFormat/>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qFormat/>
    <w:rPr>
      <w:rFonts w:ascii="Calibri" w:eastAsia="Times New Roman" w:hAnsi="Calibri"/>
      <w:kern w:val="2"/>
      <w:szCs w:val="22"/>
      <w:lang w:eastAsia="ko-KR"/>
    </w:rPr>
    <w:tblPr>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qFormat/>
  </w:style>
  <w:style w:type="paragraph" w:customStyle="1" w:styleId="StyleHeading4BodyCalibri">
    <w:name w:val="Style Heading 4 + +Body (Calibri)"/>
    <w:basedOn w:val="Heading4"/>
    <w:qFormat/>
    <w:pPr>
      <w:spacing w:before="360"/>
    </w:pPr>
    <w:rPr>
      <w:i w:val="0"/>
      <w:szCs w:val="22"/>
      <w:u w:val="single"/>
      <w:lang w:eastAsia="ko-KR"/>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table" w:customStyle="1" w:styleId="GridTable1Light1">
    <w:name w:val="Grid Table 1 Light1"/>
    <w:basedOn w:val="TableNormal"/>
    <w:uiPriority w:val="46"/>
    <w:qFormat/>
    <w:tblPr>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6725792">
      <w:bodyDiv w:val="1"/>
      <w:marLeft w:val="0"/>
      <w:marRight w:val="0"/>
      <w:marTop w:val="0"/>
      <w:marBottom w:val="0"/>
      <w:divBdr>
        <w:top w:val="none" w:sz="0" w:space="0" w:color="auto"/>
        <w:left w:val="none" w:sz="0" w:space="0" w:color="auto"/>
        <w:bottom w:val="none" w:sz="0" w:space="0" w:color="auto"/>
        <w:right w:val="none" w:sz="0" w:space="0" w:color="auto"/>
      </w:divBdr>
    </w:div>
    <w:div w:id="724448859">
      <w:bodyDiv w:val="1"/>
      <w:marLeft w:val="0"/>
      <w:marRight w:val="0"/>
      <w:marTop w:val="0"/>
      <w:marBottom w:val="0"/>
      <w:divBdr>
        <w:top w:val="none" w:sz="0" w:space="0" w:color="auto"/>
        <w:left w:val="none" w:sz="0" w:space="0" w:color="auto"/>
        <w:bottom w:val="none" w:sz="0" w:space="0" w:color="auto"/>
        <w:right w:val="none" w:sz="0" w:space="0" w:color="auto"/>
      </w:divBdr>
    </w:div>
    <w:div w:id="894509744">
      <w:bodyDiv w:val="1"/>
      <w:marLeft w:val="0"/>
      <w:marRight w:val="0"/>
      <w:marTop w:val="0"/>
      <w:marBottom w:val="0"/>
      <w:divBdr>
        <w:top w:val="none" w:sz="0" w:space="0" w:color="auto"/>
        <w:left w:val="none" w:sz="0" w:space="0" w:color="auto"/>
        <w:bottom w:val="none" w:sz="0" w:space="0" w:color="auto"/>
        <w:right w:val="none" w:sz="0" w:space="0" w:color="auto"/>
      </w:divBdr>
    </w:div>
    <w:div w:id="1288270854">
      <w:bodyDiv w:val="1"/>
      <w:marLeft w:val="0"/>
      <w:marRight w:val="0"/>
      <w:marTop w:val="0"/>
      <w:marBottom w:val="0"/>
      <w:divBdr>
        <w:top w:val="none" w:sz="0" w:space="0" w:color="auto"/>
        <w:left w:val="none" w:sz="0" w:space="0" w:color="auto"/>
        <w:bottom w:val="none" w:sz="0" w:space="0" w:color="auto"/>
        <w:right w:val="none" w:sz="0" w:space="0" w:color="auto"/>
      </w:divBdr>
    </w:div>
    <w:div w:id="1860389722">
      <w:bodyDiv w:val="1"/>
      <w:marLeft w:val="0"/>
      <w:marRight w:val="0"/>
      <w:marTop w:val="0"/>
      <w:marBottom w:val="0"/>
      <w:divBdr>
        <w:top w:val="none" w:sz="0" w:space="0" w:color="auto"/>
        <w:left w:val="none" w:sz="0" w:space="0" w:color="auto"/>
        <w:bottom w:val="none" w:sz="0" w:space="0" w:color="auto"/>
        <w:right w:val="none" w:sz="0" w:space="0" w:color="auto"/>
      </w:divBdr>
    </w:div>
    <w:div w:id="1899047126">
      <w:bodyDiv w:val="1"/>
      <w:marLeft w:val="0"/>
      <w:marRight w:val="0"/>
      <w:marTop w:val="0"/>
      <w:marBottom w:val="0"/>
      <w:divBdr>
        <w:top w:val="none" w:sz="0" w:space="0" w:color="auto"/>
        <w:left w:val="none" w:sz="0" w:space="0" w:color="auto"/>
        <w:bottom w:val="none" w:sz="0" w:space="0" w:color="auto"/>
        <w:right w:val="none" w:sz="0" w:space="0" w:color="auto"/>
      </w:divBdr>
    </w:div>
    <w:div w:id="20910025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436B2D61-7FA0-499B-8A7A-82750B420B82}">
  <ds:schemaRefs>
    <ds:schemaRef ds:uri="http://schemas.openxmlformats.org/officeDocument/2006/bibliography"/>
  </ds:schemaRefs>
</ds:datastoreItem>
</file>

<file path=customXml/itemProps4.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129</TotalTime>
  <Pages>1</Pages>
  <Words>2252</Words>
  <Characters>12839</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STANDARD REQUEST FOR PROPOSALS</vt:lpstr>
    </vt:vector>
  </TitlesOfParts>
  <Company>PricewaterhouseCoopers</Company>
  <LinksUpToDate>false</LinksUpToDate>
  <CharactersWithSpaces>15061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Burennata Betero</cp:lastModifiedBy>
  <cp:revision>11</cp:revision>
  <cp:lastPrinted>2013-10-18T08:32:00Z</cp:lastPrinted>
  <dcterms:created xsi:type="dcterms:W3CDTF">2020-09-02T03:34:00Z</dcterms:created>
  <dcterms:modified xsi:type="dcterms:W3CDTF">2023-01-06T02:16:00Z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y fmtid="{D5CDD505-2E9C-101B-9397-08002B2CF9AE}" pid="3" name="KSOProductBuildVer">
    <vt:lpwstr>1033-11.2.0.9665</vt:lpwstr>
  </property>
</Properties>
</file>